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6662"/>
      </w:tblGrid>
      <w:tr w:rsidR="00DC4148">
        <w:tc>
          <w:tcPr>
            <w:tcW w:w="4465" w:type="dxa"/>
            <w:tcBorders>
              <w:right w:val="single" w:sz="2" w:space="0" w:color="000080"/>
            </w:tcBorders>
          </w:tcPr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6F6F29">
            <w:pPr>
              <w:jc w:val="center"/>
              <w:rPr>
                <w:color w:val="000080"/>
                <w:sz w:val="16"/>
              </w:rPr>
            </w:pPr>
            <w:r>
              <w:rPr>
                <w:noProof/>
              </w:rPr>
              <w:drawing>
                <wp:inline distT="0" distB="0" distL="0" distR="0">
                  <wp:extent cx="1962150" cy="514350"/>
                  <wp:effectExtent l="0" t="0" r="0" b="0"/>
                  <wp:docPr id="1" name="Immagine 1" descr="CADIT_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DIT_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Pr="005B5620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 w:rsidRPr="005B5620">
              <w:rPr>
                <w:color w:val="000080"/>
                <w:sz w:val="16"/>
              </w:rPr>
              <w:t>CAD IT S.p.A.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Via Torricelli, 44/a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37136 Verona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proofErr w:type="spellStart"/>
            <w:r>
              <w:rPr>
                <w:color w:val="000080"/>
                <w:sz w:val="16"/>
              </w:rPr>
              <w:t>Tel</w:t>
            </w:r>
            <w:proofErr w:type="spellEnd"/>
            <w:r>
              <w:rPr>
                <w:color w:val="000080"/>
                <w:sz w:val="16"/>
              </w:rPr>
              <w:t xml:space="preserve"> 045 – 8211111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Fax 045 - 8211110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www.cadit.it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cadit@cadit.it</w:t>
            </w:r>
          </w:p>
          <w:p w:rsidR="00DC4148" w:rsidRDefault="00DC4148">
            <w:pPr>
              <w:jc w:val="center"/>
            </w:pPr>
          </w:p>
        </w:tc>
        <w:tc>
          <w:tcPr>
            <w:tcW w:w="6662" w:type="dxa"/>
          </w:tcPr>
          <w:p w:rsidR="00DC4148" w:rsidRDefault="00DC4148">
            <w:pPr>
              <w:keepNext/>
              <w:ind w:left="497"/>
              <w:rPr>
                <w:color w:val="000080"/>
              </w:rPr>
            </w:pPr>
            <w:bookmarkStart w:id="0" w:name="Copertina"/>
            <w:bookmarkEnd w:id="0"/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ind w:left="497"/>
              <w:rPr>
                <w:color w:val="000080"/>
                <w:sz w:val="52"/>
              </w:rPr>
            </w:pPr>
            <w:r>
              <w:rPr>
                <w:color w:val="000080"/>
                <w:sz w:val="52"/>
              </w:rPr>
              <w:fldChar w:fldCharType="begin"/>
            </w:r>
            <w:r>
              <w:rPr>
                <w:color w:val="000080"/>
                <w:sz w:val="52"/>
              </w:rPr>
              <w:instrText xml:space="preserve"> SUBJECT  \* MERGEFORMAT </w:instrText>
            </w:r>
            <w:r>
              <w:rPr>
                <w:color w:val="000080"/>
                <w:sz w:val="52"/>
              </w:rPr>
              <w:fldChar w:fldCharType="separate"/>
            </w:r>
            <w:r>
              <w:rPr>
                <w:color w:val="000080"/>
                <w:sz w:val="52"/>
              </w:rPr>
              <w:t>S E T</w:t>
            </w:r>
          </w:p>
          <w:p w:rsidR="00DC4148" w:rsidRDefault="00DC4148">
            <w:pPr>
              <w:ind w:left="497"/>
              <w:rPr>
                <w:color w:val="000080"/>
                <w:sz w:val="52"/>
              </w:rPr>
            </w:pPr>
            <w:r>
              <w:rPr>
                <w:color w:val="000080"/>
                <w:sz w:val="52"/>
              </w:rPr>
              <w:t xml:space="preserve">Sistema Esazione Tributi </w:t>
            </w:r>
            <w:r>
              <w:rPr>
                <w:color w:val="000080"/>
                <w:sz w:val="52"/>
              </w:rPr>
              <w:fldChar w:fldCharType="end"/>
            </w: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pStyle w:val="Rientrocorpodeltesto"/>
              <w:ind w:left="497"/>
              <w:rPr>
                <w:rFonts w:ascii="Times New Roman" w:hAnsi="Times New Roman"/>
                <w:sz w:val="40"/>
              </w:rPr>
            </w:pPr>
            <w:r>
              <w:rPr>
                <w:rFonts w:ascii="Times New Roman" w:hAnsi="Times New Roman"/>
                <w:b/>
                <w:sz w:val="40"/>
              </w:rPr>
              <w:fldChar w:fldCharType="begin"/>
            </w:r>
            <w:r>
              <w:rPr>
                <w:rFonts w:ascii="Times New Roman" w:hAnsi="Times New Roman"/>
                <w:b/>
                <w:sz w:val="40"/>
              </w:rPr>
              <w:instrText xml:space="preserve"> TITLE  \* MERGEFORMAT </w:instrText>
            </w:r>
            <w:r>
              <w:rPr>
                <w:rFonts w:ascii="Times New Roman" w:hAnsi="Times New Roman"/>
                <w:b/>
                <w:sz w:val="40"/>
              </w:rPr>
              <w:fldChar w:fldCharType="separate"/>
            </w:r>
            <w:proofErr w:type="spellStart"/>
            <w:r w:rsidR="00EB2185">
              <w:rPr>
                <w:rFonts w:ascii="Times New Roman" w:hAnsi="Times New Roman"/>
                <w:b/>
                <w:sz w:val="40"/>
              </w:rPr>
              <w:t>Naming</w:t>
            </w:r>
            <w:proofErr w:type="spellEnd"/>
            <w:r w:rsidR="00EB2185">
              <w:rPr>
                <w:rFonts w:ascii="Times New Roman" w:hAnsi="Times New Roman"/>
                <w:b/>
                <w:sz w:val="40"/>
              </w:rPr>
              <w:t xml:space="preserve"> Convention</w:t>
            </w:r>
            <w:r>
              <w:rPr>
                <w:rFonts w:ascii="Times New Roman" w:hAnsi="Times New Roman"/>
                <w:b/>
                <w:sz w:val="40"/>
              </w:rPr>
              <w:fldChar w:fldCharType="end"/>
            </w:r>
          </w:p>
          <w:p w:rsidR="00DC4148" w:rsidRDefault="00DC4148">
            <w:pPr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</w:tc>
      </w:tr>
    </w:tbl>
    <w:p w:rsidR="00DC4148" w:rsidRDefault="00DC4148">
      <w:pPr>
        <w:jc w:val="left"/>
      </w:pPr>
    </w:p>
    <w:p w:rsidR="00DC4148" w:rsidRDefault="00DC4148">
      <w:pPr>
        <w:jc w:val="center"/>
        <w:rPr>
          <w:sz w:val="24"/>
        </w:rPr>
      </w:pPr>
    </w:p>
    <w:p w:rsidR="00DC4148" w:rsidRDefault="00DC4148">
      <w:pPr>
        <w:jc w:val="center"/>
        <w:rPr>
          <w:sz w:val="24"/>
        </w:rPr>
      </w:pPr>
    </w:p>
    <w:p w:rsidR="00DC4148" w:rsidRDefault="00DC4148">
      <w:pPr>
        <w:jc w:val="center"/>
        <w:rPr>
          <w:sz w:val="24"/>
        </w:rPr>
      </w:pPr>
    </w:p>
    <w:p w:rsidR="00DC4148" w:rsidRDefault="00DC4148">
      <w:pPr>
        <w:sectPr w:rsidR="00DC4148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851" w:right="567" w:bottom="567" w:left="454" w:header="720" w:footer="284" w:gutter="0"/>
          <w:pgNumType w:fmt="upperLetter" w:start="13"/>
          <w:cols w:space="720"/>
          <w:titlePg/>
        </w:sectPr>
      </w:pPr>
    </w:p>
    <w:p w:rsidR="00DC4148" w:rsidRDefault="00DC4148">
      <w:pPr>
        <w:pStyle w:val="titoloNoNum"/>
      </w:pPr>
      <w:bookmarkStart w:id="1" w:name="_Toc417376683"/>
      <w:r>
        <w:lastRenderedPageBreak/>
        <w:t>RIEPILOGO INFORMAZIONI</w:t>
      </w:r>
      <w:bookmarkStart w:id="2" w:name="RiepilogoInfo"/>
      <w:bookmarkEnd w:id="1"/>
      <w:bookmarkEnd w:id="2"/>
    </w:p>
    <w:tbl>
      <w:tblPr>
        <w:tblW w:w="0" w:type="auto"/>
        <w:tblBorders>
          <w:top w:val="single" w:sz="4" w:space="0" w:color="FFFF00"/>
          <w:left w:val="single" w:sz="4" w:space="0" w:color="FFFF00"/>
          <w:bottom w:val="single" w:sz="4" w:space="0" w:color="FFFF00"/>
          <w:right w:val="single" w:sz="4" w:space="0" w:color="FFFF00"/>
          <w:insideH w:val="single" w:sz="6" w:space="0" w:color="FFFF00"/>
          <w:insideV w:val="single" w:sz="6" w:space="0" w:color="FFFF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536"/>
      </w:tblGrid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pStyle w:val="Indice1"/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 xml:space="preserve">Titolo </w:t>
            </w:r>
          </w:p>
        </w:tc>
        <w:tc>
          <w:tcPr>
            <w:tcW w:w="4536" w:type="dxa"/>
          </w:tcPr>
          <w:p w:rsidR="00DC4148" w:rsidRDefault="00EB2185">
            <w:pPr>
              <w:spacing w:before="120" w:after="120"/>
              <w:rPr>
                <w:color w:val="000080"/>
              </w:rPr>
            </w:pPr>
            <w:proofErr w:type="spellStart"/>
            <w:r>
              <w:rPr>
                <w:color w:val="000080"/>
              </w:rPr>
              <w:t>Naming</w:t>
            </w:r>
            <w:proofErr w:type="spellEnd"/>
            <w:r>
              <w:rPr>
                <w:color w:val="000080"/>
              </w:rPr>
              <w:t xml:space="preserve"> Convention</w:t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  <w:lang w:val="en-US"/>
              </w:rPr>
            </w:pPr>
            <w:proofErr w:type="spellStart"/>
            <w:r>
              <w:rPr>
                <w:smallCaps/>
                <w:color w:val="000080"/>
                <w:lang w:val="en-US"/>
              </w:rPr>
              <w:t>Autore</w:t>
            </w:r>
            <w:proofErr w:type="spellEnd"/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  <w:lang w:val="en-US"/>
              </w:rPr>
            </w:pPr>
            <w:r>
              <w:rPr>
                <w:color w:val="000080"/>
              </w:rPr>
              <w:fldChar w:fldCharType="begin"/>
            </w:r>
            <w:r>
              <w:rPr>
                <w:color w:val="000080"/>
                <w:lang w:val="en-US"/>
              </w:rPr>
              <w:instrText>\AUTHOR</w:instrText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  <w:lang w:val="en-US"/>
              </w:rPr>
              <w:t>CAD IT</w:t>
            </w:r>
            <w:r>
              <w:rPr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Versione del</w:t>
            </w:r>
          </w:p>
        </w:tc>
        <w:tc>
          <w:tcPr>
            <w:tcW w:w="4536" w:type="dxa"/>
          </w:tcPr>
          <w:p w:rsidR="00DC4148" w:rsidRDefault="0024496E" w:rsidP="0024496E">
            <w:pPr>
              <w:tabs>
                <w:tab w:val="left" w:pos="993"/>
              </w:tabs>
              <w:spacing w:before="120" w:after="120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30.06.2014</w:t>
            </w:r>
            <w:r w:rsidR="00DC4148">
              <w:rPr>
                <w:b/>
                <w:color w:val="000080"/>
              </w:rPr>
              <w:fldChar w:fldCharType="begin"/>
            </w:r>
            <w:r w:rsidR="00DC4148">
              <w:rPr>
                <w:b/>
                <w:color w:val="000080"/>
              </w:rPr>
              <w:instrText>\COMMENTS</w:instrText>
            </w:r>
            <w:r w:rsidR="00DC4148">
              <w:rPr>
                <w:b/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Nome del File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jc w:val="left"/>
              <w:rPr>
                <w:color w:val="000080"/>
                <w:lang w:val="de-DE"/>
              </w:rPr>
            </w:pPr>
            <w:r>
              <w:rPr>
                <w:color w:val="000080"/>
              </w:rPr>
              <w:fldChar w:fldCharType="begin"/>
            </w:r>
            <w:r>
              <w:rPr>
                <w:color w:val="000080"/>
                <w:lang w:val="de-DE"/>
              </w:rPr>
              <w:instrText xml:space="preserve"> FILENAME \p  \* MERGEFORMAT </w:instrText>
            </w:r>
            <w:r>
              <w:rPr>
                <w:color w:val="000080"/>
              </w:rPr>
              <w:fldChar w:fldCharType="separate"/>
            </w:r>
            <w:r w:rsidR="000266E7">
              <w:rPr>
                <w:noProof/>
                <w:color w:val="000080"/>
                <w:lang w:val="de-DE"/>
              </w:rPr>
              <w:t>D:\EquitaliaServizi\NuoviProgetti\SET_DocumentazioneSistema\Documentazione_descrittiva\06_01_NamingConvention.docx</w:t>
            </w:r>
            <w:r>
              <w:rPr>
                <w:color w:val="000080"/>
              </w:rPr>
              <w:fldChar w:fldCharType="end"/>
            </w:r>
            <w:bookmarkStart w:id="3" w:name="_GoBack"/>
            <w:bookmarkEnd w:id="3"/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Modello Impiegato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</w:rPr>
            </w:pPr>
            <w:r>
              <w:rPr>
                <w:color w:val="000080"/>
              </w:rPr>
              <w:fldChar w:fldCharType="begin"/>
            </w:r>
            <w:r>
              <w:rPr>
                <w:color w:val="000080"/>
              </w:rPr>
              <w:instrText>\TEMPLATE</w:instrText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CADITOPE.DOT</w:t>
            </w:r>
            <w:r>
              <w:rPr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Data di Creazione</w:t>
            </w:r>
          </w:p>
        </w:tc>
        <w:tc>
          <w:tcPr>
            <w:tcW w:w="4536" w:type="dxa"/>
          </w:tcPr>
          <w:p w:rsidR="00DC4148" w:rsidRDefault="00DC4148" w:rsidP="0024496E">
            <w:pPr>
              <w:spacing w:before="120" w:after="120"/>
              <w:rPr>
                <w:color w:val="000080"/>
              </w:rPr>
            </w:pPr>
            <w:r>
              <w:rPr>
                <w:color w:val="000080"/>
              </w:rPr>
              <w:fldChar w:fldCharType="begin"/>
            </w:r>
            <w:r>
              <w:rPr>
                <w:color w:val="000080"/>
              </w:rPr>
              <w:instrText xml:space="preserve"> CREATEDATE \@ "dd/MM/yyyy" \* MERGEFORMAT </w:instrText>
            </w:r>
            <w:r>
              <w:rPr>
                <w:color w:val="000080"/>
              </w:rPr>
              <w:fldChar w:fldCharType="separate"/>
            </w:r>
            <w:r w:rsidR="0024496E">
              <w:rPr>
                <w:noProof/>
                <w:color w:val="000080"/>
              </w:rPr>
              <w:t>30/06/2014</w:t>
            </w:r>
            <w:r>
              <w:rPr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Approvato da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</w:rPr>
            </w:pP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 xml:space="preserve">Firma Responsabile 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</w:rPr>
            </w:pPr>
          </w:p>
        </w:tc>
      </w:tr>
    </w:tbl>
    <w:p w:rsidR="00DC4148" w:rsidRDefault="00DC4148">
      <w:pPr>
        <w:jc w:val="left"/>
      </w:pPr>
    </w:p>
    <w:p w:rsidR="00DC4148" w:rsidRDefault="00DC4148">
      <w:pPr>
        <w:jc w:val="left"/>
        <w:sectPr w:rsidR="00DC4148">
          <w:headerReference w:type="even" r:id="rId13"/>
          <w:headerReference w:type="default" r:id="rId14"/>
          <w:footerReference w:type="even" r:id="rId15"/>
          <w:footerReference w:type="default" r:id="rId16"/>
          <w:type w:val="oddPage"/>
          <w:pgSz w:w="11907" w:h="16840" w:code="9"/>
          <w:pgMar w:top="1418" w:right="851" w:bottom="1701" w:left="851" w:header="720" w:footer="284" w:gutter="567"/>
          <w:pgNumType w:fmt="lowerRoman" w:start="1"/>
          <w:cols w:space="720"/>
        </w:sectPr>
      </w:pPr>
    </w:p>
    <w:p w:rsidR="00DC4148" w:rsidRDefault="00DC4148">
      <w:pPr>
        <w:pStyle w:val="titoloNoNum"/>
        <w:keepLines/>
      </w:pPr>
      <w:r>
        <w:lastRenderedPageBreak/>
        <w:t>INDICE</w:t>
      </w:r>
      <w:bookmarkStart w:id="4" w:name="Indice"/>
      <w:bookmarkEnd w:id="4"/>
    </w:p>
    <w:p w:rsidR="00FC0DE4" w:rsidRDefault="00DC4148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\o "2-5" \t "Heading 1;Titolo 1" </w:instrText>
      </w:r>
      <w:r>
        <w:fldChar w:fldCharType="separate"/>
      </w:r>
      <w:r w:rsidR="00FC0DE4">
        <w:rPr>
          <w:noProof/>
        </w:rPr>
        <w:t>1</w:t>
      </w:r>
      <w:r w:rsidR="00FC0DE4">
        <w:rPr>
          <w:rFonts w:asciiTheme="minorHAnsi" w:eastAsiaTheme="minorEastAsia" w:hAnsiTheme="minorHAnsi" w:cstheme="minorBidi"/>
          <w:noProof/>
          <w:szCs w:val="22"/>
        </w:rPr>
        <w:tab/>
      </w:r>
      <w:r w:rsidR="00FC0DE4">
        <w:rPr>
          <w:noProof/>
        </w:rPr>
        <w:t>INTRODUZIONE</w:t>
      </w:r>
      <w:r w:rsidR="00FC0DE4">
        <w:rPr>
          <w:noProof/>
        </w:rPr>
        <w:tab/>
      </w:r>
      <w:r w:rsidR="00FC0DE4">
        <w:rPr>
          <w:noProof/>
        </w:rPr>
        <w:fldChar w:fldCharType="begin"/>
      </w:r>
      <w:r w:rsidR="00FC0DE4">
        <w:rPr>
          <w:noProof/>
        </w:rPr>
        <w:instrText xml:space="preserve"> PAGEREF _Toc391907779 \h </w:instrText>
      </w:r>
      <w:r w:rsidR="00FC0DE4">
        <w:rPr>
          <w:noProof/>
        </w:rPr>
      </w:r>
      <w:r w:rsidR="00FC0DE4">
        <w:rPr>
          <w:noProof/>
        </w:rPr>
        <w:fldChar w:fldCharType="separate"/>
      </w:r>
      <w:r w:rsidR="00FC0DE4">
        <w:rPr>
          <w:noProof/>
        </w:rPr>
        <w:t>1</w:t>
      </w:r>
      <w:r w:rsidR="00FC0DE4">
        <w:rPr>
          <w:noProof/>
        </w:rPr>
        <w:fldChar w:fldCharType="end"/>
      </w:r>
    </w:p>
    <w:p w:rsidR="00FC0DE4" w:rsidRDefault="00FC0DE4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Nomi dei 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_Toc391907780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C0DE4" w:rsidRDefault="00FC0DE4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Nomi dei campi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_Toc391907781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FC0DE4" w:rsidRDefault="00FC0DE4">
      <w:pPr>
        <w:pStyle w:val="Sommario2"/>
        <w:tabs>
          <w:tab w:val="left" w:pos="1134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Identificatori di campo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_Toc391907782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FC0DE4" w:rsidRDefault="00FC0DE4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Dimensione dei campi standard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_Toc391907783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FC0DE4" w:rsidRDefault="00FC0DE4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Regole per l’attribuzione dei codici di messaggi, return code e abend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_Toc391907784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FC0DE4" w:rsidRDefault="00FC0DE4">
      <w:pPr>
        <w:pStyle w:val="Sommario2"/>
        <w:tabs>
          <w:tab w:val="left" w:pos="1134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Regole dei codici Messaggi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_Toc391907785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FC0DE4" w:rsidRDefault="00FC0DE4">
      <w:pPr>
        <w:pStyle w:val="Sommario2"/>
        <w:tabs>
          <w:tab w:val="left" w:pos="1134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Regole dei codici Return Code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_Toc391907786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FC0DE4" w:rsidRDefault="00FC0DE4">
      <w:pPr>
        <w:pStyle w:val="Sommario2"/>
        <w:tabs>
          <w:tab w:val="left" w:pos="1134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Regole dei codici Abend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_Toc391907787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FC0DE4" w:rsidRDefault="00FC0DE4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ALLEGATI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_Toc391907788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FC0DE4" w:rsidRDefault="00FC0DE4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REVISIONI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_Toc391907789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DC4148" w:rsidRDefault="00DC4148">
      <w:r>
        <w:fldChar w:fldCharType="end"/>
      </w:r>
    </w:p>
    <w:p w:rsidR="00DC4148" w:rsidRDefault="00DC4148">
      <w:pPr>
        <w:sectPr w:rsidR="00DC4148">
          <w:footerReference w:type="even" r:id="rId17"/>
          <w:type w:val="oddPage"/>
          <w:pgSz w:w="11907" w:h="16840" w:code="9"/>
          <w:pgMar w:top="1418" w:right="851" w:bottom="1701" w:left="851" w:header="720" w:footer="284" w:gutter="567"/>
          <w:pgNumType w:fmt="lowerRoman" w:start="1"/>
          <w:cols w:space="720"/>
        </w:sectPr>
      </w:pPr>
    </w:p>
    <w:p w:rsidR="00EB2185" w:rsidRDefault="00EB2185" w:rsidP="00EB2185">
      <w:pPr>
        <w:pStyle w:val="Titolo1"/>
        <w:keepNext w:val="0"/>
        <w:numPr>
          <w:ilvl w:val="0"/>
          <w:numId w:val="58"/>
        </w:numPr>
        <w:spacing w:after="360"/>
      </w:pPr>
      <w:bookmarkStart w:id="5" w:name="_Toc471215335"/>
      <w:bookmarkStart w:id="6" w:name="_Toc391907779"/>
      <w:bookmarkStart w:id="7" w:name="_Toc64971056"/>
      <w:r>
        <w:lastRenderedPageBreak/>
        <w:t>INTRODUZIONE</w:t>
      </w:r>
      <w:bookmarkEnd w:id="5"/>
      <w:bookmarkEnd w:id="6"/>
    </w:p>
    <w:p w:rsidR="00EB2185" w:rsidRDefault="00EB2185" w:rsidP="00EB2185">
      <w:r>
        <w:t>In questo documento sono raccolte le regole impiegate per l'attribuzione dei nomi ai file e ai campi delle mappe e delle strutture dati seguiti dalla procedura standard CITY.</w:t>
      </w:r>
    </w:p>
    <w:p w:rsidR="00EB2185" w:rsidRDefault="00EB2185" w:rsidP="00EB2185">
      <w:r>
        <w:t>Inoltre sono esposte le regole per l’attribuzione e il significato dei codici della messaggistica secondo lo standard CITY.</w:t>
      </w:r>
    </w:p>
    <w:p w:rsidR="00EB2185" w:rsidRDefault="00EB2185" w:rsidP="00EB2185"/>
    <w:p w:rsidR="00EB2185" w:rsidRDefault="00EB2185" w:rsidP="00EB2185">
      <w:bookmarkStart w:id="8" w:name="Introduzione"/>
      <w:bookmarkEnd w:id="8"/>
      <w:r>
        <w:t>Al fine di contenere le difficoltà che inevitabilmente nascono quando si devono gestire grosse quantità di dati e programmi, sono state fissate delle regole standard per l'attribuzione di nomi a file e variabili (campi delle mappe e dei tracciati record).</w:t>
      </w:r>
    </w:p>
    <w:p w:rsidR="00EB2185" w:rsidRDefault="00EB2185" w:rsidP="00EB2185"/>
    <w:p w:rsidR="00EB2185" w:rsidRDefault="00EB2185" w:rsidP="00EB2185">
      <w:r>
        <w:t>Inoltre sono state stabilite delle abbreviazioni univoche e sono stati fissati i formati da impiegare per descrivere termini di uso comune.</w:t>
      </w:r>
    </w:p>
    <w:p w:rsidR="00EB2185" w:rsidRDefault="00EB2185" w:rsidP="00EB2185"/>
    <w:p w:rsidR="00EB2185" w:rsidRDefault="00EB2185" w:rsidP="00EB2185">
      <w:r>
        <w:t xml:space="preserve">Infine sono state stabilite regole per l’attribuzione dei codici di messaggi, errori e </w:t>
      </w:r>
      <w:proofErr w:type="spellStart"/>
      <w:r>
        <w:t>abend</w:t>
      </w:r>
      <w:proofErr w:type="spellEnd"/>
      <w:r>
        <w:t xml:space="preserve"> in modo da semplificarne sia la gestione sia l’interpretazione.</w:t>
      </w:r>
    </w:p>
    <w:p w:rsidR="00EB2185" w:rsidRDefault="00EB2185" w:rsidP="00EB2185"/>
    <w:p w:rsidR="00EB2185" w:rsidRDefault="00EB2185" w:rsidP="00EB2185">
      <w:pPr>
        <w:pStyle w:val="Titolo1"/>
        <w:keepNext w:val="0"/>
        <w:numPr>
          <w:ilvl w:val="0"/>
          <w:numId w:val="58"/>
        </w:numPr>
        <w:spacing w:after="360"/>
      </w:pPr>
      <w:bookmarkStart w:id="9" w:name="_Toc471215339"/>
      <w:bookmarkStart w:id="10" w:name="_Toc391907780"/>
      <w:r>
        <w:lastRenderedPageBreak/>
        <w:t>Nomi dei file</w:t>
      </w:r>
      <w:bookmarkEnd w:id="9"/>
      <w:bookmarkEnd w:id="10"/>
    </w:p>
    <w:p w:rsidR="00EB2185" w:rsidRDefault="00EB2185" w:rsidP="00EB2185">
      <w:r>
        <w:t>I file relativi alla procedura CITY, qualunque sia il loro contenuto, dovranno avere un nome standard.</w:t>
      </w:r>
    </w:p>
    <w:p w:rsidR="00EB2185" w:rsidRDefault="00EB2185" w:rsidP="00EB2185"/>
    <w:p w:rsidR="00EB2185" w:rsidRDefault="00EB2185" w:rsidP="00EB2185">
      <w:r>
        <w:t>Le regole da seguire per i nomi sono riassunte nelle due tabelle seguenti ;</w:t>
      </w:r>
    </w:p>
    <w:p w:rsidR="00EB2185" w:rsidRDefault="00EB2185" w:rsidP="00EB2185">
      <w:r>
        <w:t xml:space="preserve">per ogni tipo di file sono indicati gli </w:t>
      </w:r>
      <w:r>
        <w:rPr>
          <w:b/>
          <w:i/>
        </w:rPr>
        <w:t xml:space="preserve">8 caratteri </w:t>
      </w:r>
      <w:r>
        <w:t>che dovranno comporre il nome più la sua estensione.</w:t>
      </w:r>
      <w:r>
        <w:rPr>
          <w:rStyle w:val="Rimandonotaapidipagina"/>
        </w:rPr>
        <w:footnoteReference w:customMarkFollows="1" w:id="1"/>
        <w:t>*</w:t>
      </w:r>
      <w:r>
        <w:t xml:space="preserve"> </w:t>
      </w:r>
    </w:p>
    <w:p w:rsidR="00EB2185" w:rsidRDefault="00EB2185" w:rsidP="00EB2185"/>
    <w:p w:rsidR="00EB2185" w:rsidRDefault="00EB2185" w:rsidP="00EB2185">
      <w:r>
        <w:t>Sono state adottate le seguenti convenzioni:</w:t>
      </w:r>
    </w:p>
    <w:p w:rsidR="00EB2185" w:rsidRDefault="00EB2185" w:rsidP="00EB2185"/>
    <w:p w:rsidR="00EB2185" w:rsidRDefault="00EB2185" w:rsidP="00EB2185">
      <w:pPr>
        <w:ind w:left="360" w:hanging="360"/>
      </w:pPr>
      <w:r>
        <w:t>1.</w:t>
      </w:r>
      <w:r>
        <w:tab/>
        <w:t>le prime due caselle, contrassegnate da "</w:t>
      </w:r>
      <w:proofErr w:type="spellStart"/>
      <w:r>
        <w:rPr>
          <w:b/>
          <w:i/>
        </w:rPr>
        <w:t>zz</w:t>
      </w:r>
      <w:proofErr w:type="spellEnd"/>
      <w:r>
        <w:t xml:space="preserve">", sono </w:t>
      </w:r>
      <w:r>
        <w:rPr>
          <w:i/>
        </w:rPr>
        <w:t>sempre</w:t>
      </w:r>
      <w:r>
        <w:t xml:space="preserve"> occupate dal codice identificativo della procedura (2 caratteri alfanumerici). Per il Sistema SET l’identificativo è “EI”</w:t>
      </w:r>
    </w:p>
    <w:p w:rsidR="00EB2185" w:rsidRDefault="00EB2185" w:rsidP="00EB2185"/>
    <w:p w:rsidR="00EB2185" w:rsidRDefault="00EB2185" w:rsidP="00EB2185">
      <w:pPr>
        <w:ind w:left="360" w:hanging="360"/>
      </w:pPr>
      <w:r>
        <w:t>2.</w:t>
      </w:r>
      <w:r>
        <w:tab/>
        <w:t xml:space="preserve">una o più caselle contrassegnate dalla scritta </w:t>
      </w:r>
      <w:r>
        <w:rPr>
          <w:i/>
        </w:rPr>
        <w:t>libero</w:t>
      </w:r>
      <w:r>
        <w:t xml:space="preserve"> stanno ad indicare che i corrispondenti caratteri possono essere scelti a piacere.</w:t>
      </w:r>
    </w:p>
    <w:p w:rsidR="00EB2185" w:rsidRDefault="00EB2185" w:rsidP="00EB2185"/>
    <w:p w:rsidR="00EB2185" w:rsidRDefault="00EB2185" w:rsidP="00EB2185">
      <w:pPr>
        <w:ind w:left="360" w:hanging="360"/>
      </w:pPr>
      <w:r>
        <w:t>3.</w:t>
      </w:r>
      <w:r>
        <w:tab/>
        <w:t>una casella grigia indica che il corrispondente carattere non può essere usato (limitazione della lunghezza del nome)</w:t>
      </w:r>
    </w:p>
    <w:p w:rsidR="00EB2185" w:rsidRDefault="00EB2185" w:rsidP="00EB2185"/>
    <w:p w:rsidR="00EB2185" w:rsidRDefault="00EB2185" w:rsidP="00EB2185">
      <w:pPr>
        <w:ind w:left="360" w:hanging="360"/>
      </w:pPr>
      <w:r>
        <w:t>4.</w:t>
      </w:r>
      <w:r>
        <w:tab/>
        <w:t>la lettera</w:t>
      </w:r>
      <w:r>
        <w:rPr>
          <w:b/>
        </w:rPr>
        <w:t xml:space="preserve"> </w:t>
      </w:r>
      <w:r>
        <w:rPr>
          <w:b/>
          <w:i/>
        </w:rPr>
        <w:t>i</w:t>
      </w:r>
      <w:r>
        <w:t xml:space="preserve"> identifica l'indice di accesso ad un file (è un numero progressivo, a partire da 1)</w:t>
      </w:r>
    </w:p>
    <w:p w:rsidR="00EB2185" w:rsidRDefault="00EB2185" w:rsidP="00EB2185"/>
    <w:p w:rsidR="00EB2185" w:rsidRDefault="00EB2185" w:rsidP="00EB2185">
      <w:pPr>
        <w:ind w:left="360" w:hanging="360"/>
      </w:pPr>
      <w:r>
        <w:t>5.</w:t>
      </w:r>
      <w:r>
        <w:tab/>
        <w:t xml:space="preserve">la lettera </w:t>
      </w:r>
      <w:r>
        <w:rPr>
          <w:b/>
          <w:i/>
        </w:rPr>
        <w:t>n</w:t>
      </w:r>
      <w:r>
        <w:t xml:space="preserve"> identifica un numero progressivo generico, a partire da 1</w:t>
      </w:r>
    </w:p>
    <w:p w:rsidR="00EB2185" w:rsidRDefault="00EB2185" w:rsidP="00EB2185"/>
    <w:p w:rsidR="00EB2185" w:rsidRDefault="00EB2185" w:rsidP="00EB2185">
      <w:pPr>
        <w:numPr>
          <w:ilvl w:val="0"/>
          <w:numId w:val="59"/>
        </w:numPr>
      </w:pPr>
      <w:r>
        <w:t>"</w:t>
      </w:r>
      <w:r>
        <w:rPr>
          <w:b/>
          <w:i/>
        </w:rPr>
        <w:t>Id.</w:t>
      </w:r>
      <w:r>
        <w:t>" sta per "identificatore"</w:t>
      </w:r>
    </w:p>
    <w:p w:rsidR="00EB2185" w:rsidRDefault="00EB2185" w:rsidP="00EB2185"/>
    <w:p w:rsidR="00EB2185" w:rsidRDefault="00EB2185" w:rsidP="00EB2185">
      <w:pPr>
        <w:numPr>
          <w:ilvl w:val="0"/>
          <w:numId w:val="59"/>
        </w:numPr>
      </w:pPr>
      <w:r>
        <w:t>"</w:t>
      </w:r>
      <w:proofErr w:type="spellStart"/>
      <w:r>
        <w:rPr>
          <w:b/>
          <w:i/>
        </w:rPr>
        <w:t>Tp</w:t>
      </w:r>
      <w:proofErr w:type="spellEnd"/>
      <w:r>
        <w:t xml:space="preserve">" sta per </w:t>
      </w:r>
      <w:proofErr w:type="spellStart"/>
      <w:r>
        <w:t>Transaction</w:t>
      </w:r>
      <w:proofErr w:type="spellEnd"/>
      <w:r>
        <w:t xml:space="preserve"> Program e identifica un modulo specifico per elaborazioni transazionali.</w:t>
      </w:r>
    </w:p>
    <w:p w:rsidR="00EB2185" w:rsidRDefault="00EB2185" w:rsidP="00EB2185"/>
    <w:p w:rsidR="00EB2185" w:rsidRDefault="00EB2185" w:rsidP="00EB2185">
      <w:pPr>
        <w:numPr>
          <w:ilvl w:val="0"/>
          <w:numId w:val="59"/>
        </w:numPr>
      </w:pPr>
      <w:r>
        <w:t>"</w:t>
      </w:r>
      <w:r>
        <w:rPr>
          <w:b/>
          <w:i/>
        </w:rPr>
        <w:t>Batch</w:t>
      </w:r>
      <w:r>
        <w:t>" identifica un modulo specifico per elaborazioni NON transazionali.</w:t>
      </w:r>
    </w:p>
    <w:p w:rsidR="00EB2185" w:rsidRDefault="00EB2185" w:rsidP="00EB2185"/>
    <w:p w:rsidR="00EB2185" w:rsidRDefault="00EB2185" w:rsidP="00EB2185">
      <w:pPr>
        <w:numPr>
          <w:ilvl w:val="0"/>
          <w:numId w:val="59"/>
        </w:numPr>
      </w:pPr>
      <w:r>
        <w:t>"</w:t>
      </w:r>
      <w:r>
        <w:rPr>
          <w:b/>
          <w:i/>
        </w:rPr>
        <w:t>Routine</w:t>
      </w:r>
      <w:r>
        <w:t>" identificativo alfanumerico che definisce una subroutine</w:t>
      </w:r>
    </w:p>
    <w:p w:rsidR="00EB2185" w:rsidRDefault="00EB2185" w:rsidP="00EB2185"/>
    <w:p w:rsidR="00EB2185" w:rsidRDefault="00EB2185" w:rsidP="00EB2185">
      <w:pPr>
        <w:numPr>
          <w:ilvl w:val="0"/>
          <w:numId w:val="59"/>
        </w:numPr>
      </w:pPr>
      <w:r>
        <w:t>"</w:t>
      </w:r>
      <w:r>
        <w:rPr>
          <w:b/>
          <w:i/>
        </w:rPr>
        <w:t xml:space="preserve">Archivio” </w:t>
      </w:r>
      <w:r>
        <w:t>identificativo alfanumerico che definisce una base dati</w:t>
      </w:r>
    </w:p>
    <w:p w:rsidR="00EB2185" w:rsidRDefault="00EB2185" w:rsidP="00EB2185"/>
    <w:p w:rsidR="00EB2185" w:rsidRDefault="00EB2185" w:rsidP="00EB2185">
      <w:pPr>
        <w:numPr>
          <w:ilvl w:val="0"/>
          <w:numId w:val="59"/>
        </w:numPr>
      </w:pPr>
      <w:r>
        <w:t>"</w:t>
      </w:r>
      <w:r>
        <w:rPr>
          <w:b/>
          <w:i/>
        </w:rPr>
        <w:t xml:space="preserve">Query” </w:t>
      </w:r>
      <w:r>
        <w:t xml:space="preserve">identificativo alfanumerico che definisce un modulo legato al disegno di Query </w:t>
      </w:r>
    </w:p>
    <w:p w:rsidR="00EB2185" w:rsidRDefault="00EB2185" w:rsidP="00EB2185"/>
    <w:p w:rsidR="00EB2185" w:rsidRDefault="00EB2185" w:rsidP="00EB2185">
      <w:pPr>
        <w:numPr>
          <w:ilvl w:val="0"/>
          <w:numId w:val="59"/>
        </w:numPr>
      </w:pPr>
      <w:r>
        <w:t>"</w:t>
      </w:r>
      <w:r>
        <w:rPr>
          <w:b/>
          <w:i/>
        </w:rPr>
        <w:t xml:space="preserve">Righe di Stampa” </w:t>
      </w:r>
      <w:r>
        <w:t>identificativo alfanumerico che definisce un modulo legato al disegno di righe di Stampa</w:t>
      </w:r>
    </w:p>
    <w:p w:rsidR="00EB2185" w:rsidRDefault="00EB2185" w:rsidP="00EB2185"/>
    <w:p w:rsidR="00EB2185" w:rsidRDefault="00EB2185" w:rsidP="00EB2185">
      <w:pPr>
        <w:numPr>
          <w:ilvl w:val="0"/>
          <w:numId w:val="59"/>
        </w:numPr>
      </w:pPr>
      <w:r>
        <w:t>"</w:t>
      </w:r>
      <w:r>
        <w:rPr>
          <w:b/>
          <w:i/>
        </w:rPr>
        <w:t>Servizio</w:t>
      </w:r>
      <w:r>
        <w:t>" identificativo alfanumerico che definisce un modulo legato ad un servizio. N.B. se contiene un valore numerico (da 000 a 999) identifica un servizio di sistema</w:t>
      </w:r>
    </w:p>
    <w:p w:rsidR="00EB2185" w:rsidRDefault="00EB2185" w:rsidP="00EB2185">
      <w:pPr>
        <w:ind w:left="360" w:hanging="360"/>
      </w:pPr>
    </w:p>
    <w:p w:rsidR="00EB2185" w:rsidRDefault="00EB2185" w:rsidP="00EB2185">
      <w:pPr>
        <w:ind w:left="360" w:hanging="360"/>
      </w:pPr>
    </w:p>
    <w:p w:rsidR="00EB2185" w:rsidRDefault="00EB2185" w:rsidP="00EB2185">
      <w:pPr>
        <w:ind w:left="360" w:hanging="360"/>
      </w:pPr>
      <w:r>
        <w:t>La prima tabella riporta i nomi dei file relativi ai programmi e ai dati, la seconda i nomi dei documenti.</w:t>
      </w:r>
    </w:p>
    <w:p w:rsidR="00EB2185" w:rsidRDefault="00EB2185" w:rsidP="00EB2185">
      <w:pPr>
        <w:ind w:left="360" w:hanging="360"/>
      </w:pPr>
      <w:r>
        <w:br w:type="page"/>
      </w:r>
    </w:p>
    <w:p w:rsidR="00EB2185" w:rsidRDefault="00EB2185" w:rsidP="00EB2185">
      <w:pPr>
        <w:spacing w:before="120" w:after="120"/>
        <w:ind w:left="284"/>
        <w:jc w:val="left"/>
        <w:rPr>
          <w:b/>
        </w:rPr>
        <w:sectPr w:rsidR="00EB2185">
          <w:headerReference w:type="even" r:id="rId18"/>
          <w:headerReference w:type="default" r:id="rId19"/>
          <w:footerReference w:type="default" r:id="rId20"/>
          <w:type w:val="oddPage"/>
          <w:pgSz w:w="11907" w:h="16840" w:code="9"/>
          <w:pgMar w:top="1418" w:right="851" w:bottom="1701" w:left="851" w:header="720" w:footer="284" w:gutter="567"/>
          <w:pgNumType w:start="1"/>
          <w:cols w:space="720"/>
        </w:sectPr>
      </w:pPr>
    </w:p>
    <w:tbl>
      <w:tblPr>
        <w:tblW w:w="0" w:type="auto"/>
        <w:tblBorders>
          <w:top w:val="single" w:sz="4" w:space="0" w:color="FFFF00"/>
          <w:left w:val="single" w:sz="4" w:space="0" w:color="FFFF00"/>
          <w:bottom w:val="single" w:sz="4" w:space="0" w:color="FFFF00"/>
          <w:right w:val="single" w:sz="4" w:space="0" w:color="FFFF00"/>
          <w:insideH w:val="single" w:sz="4" w:space="0" w:color="FFFF00"/>
          <w:insideV w:val="single" w:sz="4" w:space="0" w:color="FFFF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10"/>
        <w:gridCol w:w="454"/>
        <w:gridCol w:w="454"/>
        <w:gridCol w:w="454"/>
        <w:gridCol w:w="454"/>
        <w:gridCol w:w="454"/>
        <w:gridCol w:w="454"/>
        <w:gridCol w:w="630"/>
        <w:gridCol w:w="645"/>
        <w:gridCol w:w="6"/>
        <w:gridCol w:w="1329"/>
        <w:gridCol w:w="8"/>
      </w:tblGrid>
      <w:tr w:rsidR="00EB2185" w:rsidTr="00EB2185">
        <w:trPr>
          <w:gridAfter w:val="1"/>
          <w:wAfter w:w="8" w:type="dxa"/>
          <w:cantSplit/>
        </w:trPr>
        <w:tc>
          <w:tcPr>
            <w:tcW w:w="3898" w:type="dxa"/>
          </w:tcPr>
          <w:p w:rsidR="00EB2185" w:rsidRDefault="00EB2185" w:rsidP="00EB2185">
            <w:pPr>
              <w:spacing w:before="120" w:after="120"/>
              <w:ind w:left="284"/>
              <w:jc w:val="left"/>
              <w:rPr>
                <w:b/>
              </w:rPr>
            </w:pPr>
            <w:r>
              <w:rPr>
                <w:b/>
              </w:rPr>
              <w:lastRenderedPageBreak/>
              <w:t>TIPO DEL FILE</w:t>
            </w:r>
          </w:p>
        </w:tc>
        <w:tc>
          <w:tcPr>
            <w:tcW w:w="4509" w:type="dxa"/>
            <w:gridSpan w:val="9"/>
          </w:tcPr>
          <w:p w:rsidR="00EB2185" w:rsidRDefault="00EB2185" w:rsidP="00EB218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NOME DEL FILE</w:t>
            </w:r>
          </w:p>
        </w:tc>
        <w:tc>
          <w:tcPr>
            <w:tcW w:w="1333" w:type="dxa"/>
            <w:gridSpan w:val="2"/>
          </w:tcPr>
          <w:p w:rsidR="00EB2185" w:rsidRDefault="00EB2185" w:rsidP="00EB2185">
            <w:pPr>
              <w:spacing w:before="120" w:after="120"/>
              <w:ind w:left="284" w:hanging="284"/>
              <w:jc w:val="center"/>
              <w:rPr>
                <w:b/>
              </w:rPr>
            </w:pPr>
            <w:r>
              <w:rPr>
                <w:b/>
              </w:rPr>
              <w:t>NOTE</w:t>
            </w:r>
          </w:p>
        </w:tc>
      </w:tr>
      <w:tr w:rsidR="00EB2185" w:rsidTr="00EB2185">
        <w:trPr>
          <w:cantSplit/>
        </w:trPr>
        <w:tc>
          <w:tcPr>
            <w:tcW w:w="3898" w:type="dxa"/>
          </w:tcPr>
          <w:p w:rsidR="00EB2185" w:rsidRDefault="00EB2185" w:rsidP="00EB2185"/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1281" w:type="dxa"/>
            <w:gridSpan w:val="3"/>
          </w:tcPr>
          <w:p w:rsidR="00EB2185" w:rsidRDefault="00EB2185" w:rsidP="00EB2185">
            <w:pPr>
              <w:jc w:val="center"/>
              <w:rPr>
                <w:b/>
                <w:i/>
                <w:sz w:val="20"/>
              </w:rPr>
            </w:pPr>
            <w:r>
              <w:rPr>
                <w:sz w:val="20"/>
              </w:rPr>
              <w:t>Estensione</w:t>
            </w: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/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1-2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Host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Unix</w:t>
            </w: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Programma TP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Id. </w:t>
            </w:r>
            <w:proofErr w:type="spellStart"/>
            <w:r>
              <w:rPr>
                <w:i/>
                <w:sz w:val="16"/>
              </w:rPr>
              <w:t>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cbl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Programma Batch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Batch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cbl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Programma Batch con archivi TP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Batch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Programma di stampa lanciato*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Batch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cbl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Programma di lancio stampa/batch*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Batch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cbl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Programma </w:t>
            </w:r>
            <w:proofErr w:type="spellStart"/>
            <w:r>
              <w:rPr>
                <w:sz w:val="20"/>
              </w:rPr>
              <w:t>tp</w:t>
            </w:r>
            <w:proofErr w:type="spellEnd"/>
            <w:r>
              <w:rPr>
                <w:sz w:val="20"/>
              </w:rPr>
              <w:t xml:space="preserve"> di gestione mappa*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Id. </w:t>
            </w:r>
            <w:proofErr w:type="spellStart"/>
            <w:r>
              <w:rPr>
                <w:i/>
                <w:sz w:val="16"/>
              </w:rPr>
              <w:t>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cbl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Servizio TP comune a tutte le versioni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Template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sz w:val="20"/>
              </w:rPr>
              <w:t>Servizio TP comune a tutte le versioni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SRC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Servizio TP versione CX2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CX2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Servizio TP versione IM2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IM2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Servizio TP versione CXV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CXV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Servizio Batch comune a tutte le versioni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SRC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Servizio Batch versione CX2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CX2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Servizio Batch versione IM2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IM2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Servizio Batch versione CXV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CXV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Routine di lettura TP per </w:t>
            </w:r>
            <w:proofErr w:type="spellStart"/>
            <w:r>
              <w:rPr>
                <w:sz w:val="20"/>
              </w:rPr>
              <w:t>query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816" w:type="dxa"/>
            <w:gridSpan w:val="4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  <w:r>
              <w:rPr>
                <w:i/>
                <w:sz w:val="16"/>
              </w:rPr>
              <w:t>Id. Query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Eco</w:t>
            </w: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Routine di lettura  Batch per </w:t>
            </w:r>
            <w:proofErr w:type="spellStart"/>
            <w:r>
              <w:rPr>
                <w:sz w:val="20"/>
              </w:rPr>
              <w:t>query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</w:t>
            </w:r>
          </w:p>
        </w:tc>
        <w:tc>
          <w:tcPr>
            <w:tcW w:w="1816" w:type="dxa"/>
            <w:gridSpan w:val="4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  <w:r>
              <w:rPr>
                <w:i/>
                <w:sz w:val="16"/>
              </w:rPr>
              <w:t>Id. Query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Eco</w:t>
            </w: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Routine di lettura la cui stesura NON è automatica (non generate)* 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R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Routine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Eco</w:t>
            </w: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Routine TP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R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Id. Routine </w:t>
            </w:r>
            <w:proofErr w:type="spellStart"/>
            <w:r>
              <w:rPr>
                <w:i/>
                <w:sz w:val="16"/>
              </w:rPr>
              <w:t>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Routine Batch 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R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908" w:type="dxa"/>
            <w:gridSpan w:val="2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Routine Batch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Routine Batch con archivi TP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R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Routine Batch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Routine TP &amp; Batch 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R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</w:t>
            </w:r>
          </w:p>
        </w:tc>
        <w:tc>
          <w:tcPr>
            <w:tcW w:w="908" w:type="dxa"/>
            <w:gridSpan w:val="2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Routine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Routine di lettura TP database relazionale (DB2, INFORMIX e ORACLE)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Q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 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  <w:r>
              <w:rPr>
                <w:i/>
                <w:sz w:val="20"/>
              </w:rPr>
              <w:t>i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Eco</w:t>
            </w: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Routine di lettura Batch database relazionale (DB2, INFORMIX e ORACLE)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Q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 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  <w:r>
              <w:rPr>
                <w:i/>
                <w:sz w:val="20"/>
              </w:rPr>
              <w:t>i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Routine di aggiornamento TP versione database relazionale (DB2, INFORMIX e ORACLE)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Q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 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A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Eco</w:t>
            </w: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Routine di aggiornamento Batch database relazionale (DB2, INFORMIX e ORACLE)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Q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 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sz w:val="20"/>
              </w:rPr>
              <w:t>A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Routine di lettura e aggiornamento TP versione VSAM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Q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 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Routine di lettura e aggiornamento Batch versione VSAM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Q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 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Format MFS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908" w:type="dxa"/>
            <w:gridSpan w:val="2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Id </w:t>
            </w:r>
            <w:proofErr w:type="spellStart"/>
            <w:r>
              <w:rPr>
                <w:i/>
                <w:sz w:val="16"/>
              </w:rPr>
              <w:t>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MFS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Format MFS riga messaggio non standard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908" w:type="dxa"/>
            <w:gridSpan w:val="2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Id. </w:t>
            </w:r>
            <w:proofErr w:type="spellStart"/>
            <w:r>
              <w:rPr>
                <w:i/>
                <w:sz w:val="16"/>
              </w:rPr>
              <w:t>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MFS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Mappe BMS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908" w:type="dxa"/>
            <w:gridSpan w:val="2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Id. </w:t>
            </w:r>
            <w:proofErr w:type="spellStart"/>
            <w:r>
              <w:rPr>
                <w:i/>
                <w:sz w:val="16"/>
              </w:rPr>
              <w:t>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BMS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Mappe BMS riga messaggio non standard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908" w:type="dxa"/>
            <w:gridSpan w:val="2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Id. </w:t>
            </w:r>
            <w:proofErr w:type="spellStart"/>
            <w:r>
              <w:rPr>
                <w:i/>
                <w:sz w:val="16"/>
              </w:rPr>
              <w:t>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BMS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Disegno Struttura Mappa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908" w:type="dxa"/>
            <w:gridSpan w:val="2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Id. </w:t>
            </w:r>
            <w:proofErr w:type="spellStart"/>
            <w:r>
              <w:rPr>
                <w:i/>
                <w:sz w:val="16"/>
              </w:rPr>
              <w:t>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MAP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Map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Pr="00355E2C" w:rsidRDefault="00EB2185" w:rsidP="00EB2185">
            <w:pPr>
              <w:rPr>
                <w:sz w:val="20"/>
                <w:lang w:val="en-US"/>
              </w:rPr>
            </w:pPr>
            <w:r w:rsidRPr="00355E2C">
              <w:rPr>
                <w:sz w:val="20"/>
                <w:lang w:val="en-US"/>
              </w:rPr>
              <w:t>COPY Working Storage/Linkage Section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1816" w:type="dxa"/>
            <w:gridSpan w:val="4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Libero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Cpy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</w:t>
            </w:r>
            <w:proofErr w:type="spellStart"/>
            <w:r>
              <w:rPr>
                <w:sz w:val="20"/>
              </w:rPr>
              <w:t>Working</w:t>
            </w:r>
            <w:proofErr w:type="spellEnd"/>
            <w:r>
              <w:rPr>
                <w:sz w:val="20"/>
              </w:rPr>
              <w:t xml:space="preserve"> Storage Servizi comune a tutte le versioni 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pStyle w:val="Indice1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Servizi comune a tutte le versioni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pStyle w:val="Indice1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 di </w:t>
            </w:r>
            <w:proofErr w:type="spellStart"/>
            <w:r>
              <w:rPr>
                <w:sz w:val="20"/>
              </w:rPr>
              <w:t>Working</w:t>
            </w:r>
            <w:proofErr w:type="spellEnd"/>
            <w:r>
              <w:rPr>
                <w:sz w:val="20"/>
              </w:rPr>
              <w:t xml:space="preserve"> Storage Servizi comune a tutte le versioni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X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8" w:type="dxa"/>
          <w:cantSplit/>
        </w:trPr>
        <w:tc>
          <w:tcPr>
            <w:tcW w:w="3898" w:type="dxa"/>
          </w:tcPr>
          <w:p w:rsidR="00EB2185" w:rsidRDefault="00EB2185" w:rsidP="00EB2185">
            <w:pPr>
              <w:spacing w:before="120" w:after="120"/>
              <w:ind w:left="284"/>
              <w:jc w:val="left"/>
              <w:rPr>
                <w:b/>
              </w:rPr>
            </w:pPr>
            <w:r>
              <w:rPr>
                <w:b/>
              </w:rPr>
              <w:lastRenderedPageBreak/>
              <w:t>TIPO DEL FILE</w:t>
            </w:r>
          </w:p>
        </w:tc>
        <w:tc>
          <w:tcPr>
            <w:tcW w:w="4509" w:type="dxa"/>
            <w:gridSpan w:val="9"/>
          </w:tcPr>
          <w:p w:rsidR="00EB2185" w:rsidRDefault="00EB2185" w:rsidP="00EB218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NOME DEL FILE</w:t>
            </w:r>
          </w:p>
        </w:tc>
        <w:tc>
          <w:tcPr>
            <w:tcW w:w="1333" w:type="dxa"/>
            <w:gridSpan w:val="2"/>
          </w:tcPr>
          <w:p w:rsidR="00EB2185" w:rsidRDefault="00EB2185" w:rsidP="00EB2185">
            <w:pPr>
              <w:spacing w:before="120" w:after="120"/>
              <w:ind w:left="284" w:hanging="284"/>
              <w:jc w:val="center"/>
              <w:rPr>
                <w:b/>
              </w:rPr>
            </w:pPr>
            <w:r>
              <w:rPr>
                <w:b/>
              </w:rPr>
              <w:t>NOTE</w:t>
            </w:r>
          </w:p>
        </w:tc>
      </w:tr>
      <w:tr w:rsidR="00EB2185" w:rsidTr="00EB2185">
        <w:trPr>
          <w:cantSplit/>
        </w:trPr>
        <w:tc>
          <w:tcPr>
            <w:tcW w:w="3898" w:type="dxa"/>
          </w:tcPr>
          <w:p w:rsidR="00EB2185" w:rsidRDefault="00EB2185" w:rsidP="00EB2185"/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1281" w:type="dxa"/>
            <w:gridSpan w:val="3"/>
          </w:tcPr>
          <w:p w:rsidR="00EB2185" w:rsidRDefault="00EB2185" w:rsidP="00EB2185">
            <w:pPr>
              <w:jc w:val="center"/>
              <w:rPr>
                <w:b/>
                <w:i/>
                <w:sz w:val="20"/>
              </w:rPr>
            </w:pPr>
            <w:r>
              <w:rPr>
                <w:sz w:val="20"/>
              </w:rPr>
              <w:t>Estensione</w:t>
            </w: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/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1-2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Host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Unix</w:t>
            </w: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Copy  di comodo (</w:t>
            </w:r>
            <w:proofErr w:type="spellStart"/>
            <w:r>
              <w:rPr>
                <w:sz w:val="20"/>
              </w:rPr>
              <w:t>Working</w:t>
            </w:r>
            <w:proofErr w:type="spellEnd"/>
            <w:r>
              <w:rPr>
                <w:sz w:val="20"/>
              </w:rPr>
              <w:t xml:space="preserve"> Storage) Servizi 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i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 di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Servizi contente la chiamata al metodo (</w:t>
            </w:r>
            <w:proofErr w:type="spellStart"/>
            <w:r>
              <w:rPr>
                <w:sz w:val="20"/>
              </w:rPr>
              <w:t>main</w:t>
            </w:r>
            <w:proofErr w:type="spellEnd"/>
            <w:r>
              <w:rPr>
                <w:sz w:val="20"/>
              </w:rPr>
              <w:t>) comune a tutte le versioni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X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SRC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 di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Servizi contente la chiamata al metodo (</w:t>
            </w:r>
            <w:proofErr w:type="spellStart"/>
            <w:r>
              <w:rPr>
                <w:sz w:val="20"/>
              </w:rPr>
              <w:t>main</w:t>
            </w:r>
            <w:proofErr w:type="spellEnd"/>
            <w:r>
              <w:rPr>
                <w:sz w:val="20"/>
              </w:rPr>
              <w:t>) versione CX2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X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CX2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 di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Servizi contente la chiamata al metodo (</w:t>
            </w:r>
            <w:proofErr w:type="spellStart"/>
            <w:r>
              <w:rPr>
                <w:sz w:val="20"/>
              </w:rPr>
              <w:t>main</w:t>
            </w:r>
            <w:proofErr w:type="spellEnd"/>
            <w:r>
              <w:rPr>
                <w:sz w:val="20"/>
              </w:rPr>
              <w:t>) versione IM2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X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IM2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 di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Servizi contente la chiamata al metodo (</w:t>
            </w:r>
            <w:proofErr w:type="spellStart"/>
            <w:r>
              <w:rPr>
                <w:sz w:val="20"/>
              </w:rPr>
              <w:t>main</w:t>
            </w:r>
            <w:proofErr w:type="spellEnd"/>
            <w:r>
              <w:rPr>
                <w:sz w:val="20"/>
              </w:rPr>
              <w:t>) versione CXV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X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CXV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 di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Servizi TP comune a tutte le versioni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SRC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 di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Servizi TP versione CX2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CX2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 di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Servizi TP versione IM2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IM2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 di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Servizi TP versione CXV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CXV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 di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Servizi Batch comune a tutte le versioni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SRC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 di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Servizi Batch versione CX2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CX2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 di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Servizi Batch versione IM2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IM2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 di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Servizi Batch versione CXV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CXV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 di comodo (Procedure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>) Servizi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i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Pr="00355E2C" w:rsidRDefault="00EB2185" w:rsidP="00EB2185">
            <w:pPr>
              <w:rPr>
                <w:sz w:val="20"/>
                <w:lang w:val="en-US"/>
              </w:rPr>
            </w:pPr>
            <w:r w:rsidRPr="00355E2C">
              <w:rPr>
                <w:sz w:val="20"/>
                <w:lang w:val="en-US"/>
              </w:rPr>
              <w:t xml:space="preserve">Copy  di Working Storage </w:t>
            </w:r>
            <w:proofErr w:type="spellStart"/>
            <w:r w:rsidRPr="00355E2C">
              <w:rPr>
                <w:sz w:val="20"/>
                <w:lang w:val="en-US"/>
              </w:rPr>
              <w:t>Mappa</w:t>
            </w:r>
            <w:proofErr w:type="spellEnd"/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908" w:type="dxa"/>
            <w:gridSpan w:val="2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id. </w:t>
            </w:r>
            <w:proofErr w:type="spellStart"/>
            <w:r>
              <w:rPr>
                <w:i/>
                <w:sz w:val="16"/>
              </w:rPr>
              <w:t>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cpy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Pr="00355E2C" w:rsidRDefault="00EB2185" w:rsidP="00EB2185">
            <w:pPr>
              <w:rPr>
                <w:sz w:val="20"/>
                <w:lang w:val="en-US"/>
              </w:rPr>
            </w:pPr>
            <w:r w:rsidRPr="00355E2C">
              <w:rPr>
                <w:sz w:val="20"/>
                <w:lang w:val="en-US"/>
              </w:rPr>
              <w:t xml:space="preserve">Copy Dummy di Working Storage </w:t>
            </w:r>
            <w:proofErr w:type="spellStart"/>
            <w:r w:rsidRPr="00355E2C">
              <w:rPr>
                <w:sz w:val="20"/>
                <w:lang w:val="en-US"/>
              </w:rPr>
              <w:t>mappa</w:t>
            </w:r>
            <w:proofErr w:type="spellEnd"/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908" w:type="dxa"/>
            <w:gridSpan w:val="2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id. </w:t>
            </w:r>
            <w:proofErr w:type="spellStart"/>
            <w:r>
              <w:rPr>
                <w:i/>
                <w:sz w:val="16"/>
              </w:rPr>
              <w:t>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Pr="00355E2C" w:rsidRDefault="00EB2185" w:rsidP="00EB2185">
            <w:pPr>
              <w:rPr>
                <w:sz w:val="20"/>
                <w:lang w:val="en-US"/>
              </w:rPr>
            </w:pPr>
            <w:r w:rsidRPr="00355E2C">
              <w:rPr>
                <w:sz w:val="20"/>
                <w:lang w:val="en-US"/>
              </w:rPr>
              <w:t xml:space="preserve">Copy  di Working Storage </w:t>
            </w:r>
            <w:proofErr w:type="spellStart"/>
            <w:r w:rsidRPr="00355E2C">
              <w:rPr>
                <w:sz w:val="20"/>
                <w:lang w:val="en-US"/>
              </w:rPr>
              <w:t>mappa</w:t>
            </w:r>
            <w:proofErr w:type="spellEnd"/>
            <w:r w:rsidRPr="00355E2C">
              <w:rPr>
                <w:sz w:val="20"/>
                <w:lang w:val="en-US"/>
              </w:rPr>
              <w:t xml:space="preserve"> per Open City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908" w:type="dxa"/>
            <w:gridSpan w:val="2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id. </w:t>
            </w:r>
            <w:proofErr w:type="spellStart"/>
            <w:r>
              <w:rPr>
                <w:i/>
                <w:sz w:val="16"/>
              </w:rPr>
              <w:t>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Pr="00355E2C" w:rsidRDefault="00EB2185" w:rsidP="00EB2185">
            <w:pPr>
              <w:rPr>
                <w:sz w:val="20"/>
                <w:lang w:val="en-US"/>
              </w:rPr>
            </w:pPr>
            <w:r w:rsidRPr="00355E2C">
              <w:rPr>
                <w:sz w:val="20"/>
                <w:lang w:val="en-US"/>
              </w:rPr>
              <w:t xml:space="preserve">Copy Form Visual Basic per </w:t>
            </w:r>
            <w:proofErr w:type="spellStart"/>
            <w:r w:rsidRPr="00355E2C">
              <w:rPr>
                <w:sz w:val="20"/>
                <w:lang w:val="en-US"/>
              </w:rPr>
              <w:t>cliente</w:t>
            </w:r>
            <w:proofErr w:type="spellEnd"/>
            <w:r w:rsidRPr="00355E2C">
              <w:rPr>
                <w:sz w:val="20"/>
                <w:lang w:val="en-US"/>
              </w:rPr>
              <w:t xml:space="preserve"> Credit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908" w:type="dxa"/>
            <w:gridSpan w:val="2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id. </w:t>
            </w:r>
            <w:proofErr w:type="spellStart"/>
            <w:r>
              <w:rPr>
                <w:i/>
                <w:sz w:val="16"/>
              </w:rPr>
              <w:t>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FRM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di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protezione campi di mappa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908" w:type="dxa"/>
            <w:gridSpan w:val="2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id. </w:t>
            </w:r>
            <w:proofErr w:type="spellStart"/>
            <w:r>
              <w:rPr>
                <w:i/>
                <w:sz w:val="16"/>
              </w:rPr>
              <w:t>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Copy disegno mappa per documentazione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908" w:type="dxa"/>
            <w:gridSpan w:val="2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id. </w:t>
            </w:r>
            <w:proofErr w:type="spellStart"/>
            <w:r>
              <w:rPr>
                <w:i/>
                <w:sz w:val="16"/>
              </w:rPr>
              <w:t>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TXT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Screen </w:t>
            </w:r>
            <w:proofErr w:type="spellStart"/>
            <w:r>
              <w:rPr>
                <w:sz w:val="20"/>
              </w:rPr>
              <w:t>Section</w:t>
            </w:r>
            <w:proofErr w:type="spellEnd"/>
            <w:r>
              <w:rPr>
                <w:sz w:val="20"/>
              </w:rPr>
              <w:t xml:space="preserve"> Standard*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908" w:type="dxa"/>
            <w:gridSpan w:val="2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id. </w:t>
            </w:r>
            <w:proofErr w:type="spellStart"/>
            <w:r>
              <w:rPr>
                <w:i/>
                <w:sz w:val="16"/>
              </w:rPr>
              <w:t>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cpy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(Procedure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1816" w:type="dxa"/>
            <w:gridSpan w:val="4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Libero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cpy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di Screen </w:t>
            </w:r>
            <w:proofErr w:type="spellStart"/>
            <w:r>
              <w:rPr>
                <w:sz w:val="20"/>
              </w:rPr>
              <w:t>Section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</w:p>
        </w:tc>
        <w:tc>
          <w:tcPr>
            <w:tcW w:w="1816" w:type="dxa"/>
            <w:gridSpan w:val="4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Libero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cpy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COPY di lettura (TP)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cpy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COPY di lettura (Batch)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362" w:type="dxa"/>
            <w:gridSpan w:val="3"/>
            <w:tcBorders>
              <w:bottom w:val="nil"/>
            </w:tcBorders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COPY contenente la Query di Select Standard solo CX2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  <w:tcBorders>
              <w:right w:val="nil"/>
            </w:tcBorders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  <w:tcBorders>
              <w:left w:val="nil"/>
            </w:tcBorders>
          </w:tcPr>
          <w:p w:rsidR="00EB2185" w:rsidRDefault="00EB2185" w:rsidP="00EB2185">
            <w:pPr>
              <w:jc w:val="center"/>
              <w:rPr>
                <w:i/>
                <w:sz w:val="20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COPY contenente la Query di Update  Standard solo CX2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362" w:type="dxa"/>
            <w:gridSpan w:val="3"/>
            <w:tcBorders>
              <w:top w:val="nil"/>
            </w:tcBorders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  <w:sz w:val="20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contenente la Query di </w:t>
            </w:r>
            <w:proofErr w:type="spellStart"/>
            <w:r>
              <w:rPr>
                <w:sz w:val="20"/>
              </w:rPr>
              <w:t>Insert</w:t>
            </w:r>
            <w:proofErr w:type="spellEnd"/>
            <w:r>
              <w:rPr>
                <w:sz w:val="20"/>
              </w:rPr>
              <w:t xml:space="preserve"> Standard solo CX2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  <w:sz w:val="20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COPY contenente la Query di Delete solo CX2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  <w:sz w:val="20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COPY contenente la Query di Export solo CX2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  <w:sz w:val="20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COPY di Azzeramento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cpy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8" w:type="dxa"/>
          <w:cantSplit/>
        </w:trPr>
        <w:tc>
          <w:tcPr>
            <w:tcW w:w="3898" w:type="dxa"/>
          </w:tcPr>
          <w:p w:rsidR="00EB2185" w:rsidRDefault="00EB2185" w:rsidP="00EB2185">
            <w:pPr>
              <w:spacing w:before="120" w:after="120"/>
              <w:ind w:left="284"/>
              <w:jc w:val="left"/>
              <w:rPr>
                <w:b/>
              </w:rPr>
            </w:pPr>
            <w:r>
              <w:rPr>
                <w:b/>
              </w:rPr>
              <w:lastRenderedPageBreak/>
              <w:t>TIPO DEL FILE</w:t>
            </w:r>
          </w:p>
        </w:tc>
        <w:tc>
          <w:tcPr>
            <w:tcW w:w="4509" w:type="dxa"/>
            <w:gridSpan w:val="9"/>
          </w:tcPr>
          <w:p w:rsidR="00EB2185" w:rsidRDefault="00EB2185" w:rsidP="00EB218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NOME DEL FILE</w:t>
            </w:r>
          </w:p>
        </w:tc>
        <w:tc>
          <w:tcPr>
            <w:tcW w:w="1333" w:type="dxa"/>
            <w:gridSpan w:val="2"/>
          </w:tcPr>
          <w:p w:rsidR="00EB2185" w:rsidRDefault="00EB2185" w:rsidP="00EB2185">
            <w:pPr>
              <w:spacing w:before="120" w:after="120"/>
              <w:ind w:left="284" w:hanging="284"/>
              <w:jc w:val="center"/>
              <w:rPr>
                <w:b/>
              </w:rPr>
            </w:pPr>
            <w:r>
              <w:rPr>
                <w:b/>
              </w:rPr>
              <w:t>NOTE</w:t>
            </w:r>
          </w:p>
        </w:tc>
      </w:tr>
      <w:tr w:rsidR="00EB2185" w:rsidTr="00EB2185">
        <w:trPr>
          <w:cantSplit/>
        </w:trPr>
        <w:tc>
          <w:tcPr>
            <w:tcW w:w="3898" w:type="dxa"/>
          </w:tcPr>
          <w:p w:rsidR="00EB2185" w:rsidRDefault="00EB2185" w:rsidP="00EB2185"/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1281" w:type="dxa"/>
            <w:gridSpan w:val="3"/>
          </w:tcPr>
          <w:p w:rsidR="00EB2185" w:rsidRDefault="00EB2185" w:rsidP="00EB2185">
            <w:pPr>
              <w:jc w:val="center"/>
              <w:rPr>
                <w:b/>
                <w:i/>
                <w:sz w:val="20"/>
              </w:rPr>
            </w:pPr>
            <w:r>
              <w:rPr>
                <w:sz w:val="20"/>
              </w:rPr>
              <w:t>Estensione</w:t>
            </w: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/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1-2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Host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Unix</w:t>
            </w: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COPY di lettura servizi comune a tutte le versioni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Servizio TP versione CX2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CX2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Servizio TP versione IM2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IM2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Servizio TP versione CXV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CXV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Servizio Batch comune a tutte le versioni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SRC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Servizio Batch versione CX2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CX2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Servizio Batch versione IM2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IM2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Servizio Batch versione CXV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CXV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di lettura servizi 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di inserimento dati su </w:t>
            </w:r>
            <w:proofErr w:type="spellStart"/>
            <w:r>
              <w:rPr>
                <w:sz w:val="20"/>
              </w:rPr>
              <w:t>talbella</w:t>
            </w:r>
            <w:proofErr w:type="spellEnd"/>
            <w:r>
              <w:rPr>
                <w:sz w:val="20"/>
              </w:rPr>
              <w:t xml:space="preserve"> SQL Servizi 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J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SQL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di </w:t>
            </w:r>
            <w:proofErr w:type="spellStart"/>
            <w:r>
              <w:rPr>
                <w:sz w:val="20"/>
              </w:rPr>
              <w:t>Working</w:t>
            </w:r>
            <w:proofErr w:type="spellEnd"/>
            <w:r>
              <w:rPr>
                <w:sz w:val="20"/>
              </w:rPr>
              <w:t xml:space="preserve"> disegno di Query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</w:t>
            </w:r>
          </w:p>
        </w:tc>
        <w:tc>
          <w:tcPr>
            <w:tcW w:w="1816" w:type="dxa"/>
            <w:gridSpan w:val="4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  <w:r>
              <w:rPr>
                <w:i/>
                <w:sz w:val="16"/>
              </w:rPr>
              <w:t>Id. Query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cpy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di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di azzeramento disegno di Query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Z</w:t>
            </w:r>
          </w:p>
        </w:tc>
        <w:tc>
          <w:tcPr>
            <w:tcW w:w="1816" w:type="dxa"/>
            <w:gridSpan w:val="4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  <w:r>
              <w:rPr>
                <w:i/>
                <w:sz w:val="16"/>
              </w:rPr>
              <w:t>Id. Query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cpy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COPY di Procedure </w:t>
            </w:r>
            <w:proofErr w:type="spellStart"/>
            <w:r>
              <w:rPr>
                <w:sz w:val="20"/>
              </w:rPr>
              <w:t>Division</w:t>
            </w:r>
            <w:proofErr w:type="spellEnd"/>
            <w:r>
              <w:rPr>
                <w:sz w:val="20"/>
              </w:rPr>
              <w:t xml:space="preserve"> di lettura disegno di Query versioni SQL (DB2, </w:t>
            </w:r>
            <w:proofErr w:type="spellStart"/>
            <w:r>
              <w:rPr>
                <w:sz w:val="20"/>
              </w:rPr>
              <w:t>Informix</w:t>
            </w:r>
            <w:proofErr w:type="spellEnd"/>
            <w:r>
              <w:rPr>
                <w:sz w:val="20"/>
              </w:rPr>
              <w:t xml:space="preserve"> e Oracle)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</w:t>
            </w:r>
          </w:p>
        </w:tc>
        <w:tc>
          <w:tcPr>
            <w:tcW w:w="1816" w:type="dxa"/>
            <w:gridSpan w:val="4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  <w:r>
              <w:rPr>
                <w:i/>
                <w:sz w:val="16"/>
              </w:rPr>
              <w:t>Id. Query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cpy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Disegno righe di stampa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Righe di Stampa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PRT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prt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Pr="00355E2C" w:rsidRDefault="00EB2185" w:rsidP="00EB2185">
            <w:pPr>
              <w:rPr>
                <w:sz w:val="20"/>
                <w:lang w:val="en-US"/>
              </w:rPr>
            </w:pPr>
            <w:proofErr w:type="spellStart"/>
            <w:r w:rsidRPr="00355E2C">
              <w:rPr>
                <w:sz w:val="20"/>
                <w:lang w:val="en-US"/>
              </w:rPr>
              <w:t>Aree</w:t>
            </w:r>
            <w:proofErr w:type="spellEnd"/>
            <w:r w:rsidRPr="00355E2C">
              <w:rPr>
                <w:sz w:val="20"/>
                <w:lang w:val="en-US"/>
              </w:rPr>
              <w:t xml:space="preserve"> Working </w:t>
            </w:r>
            <w:proofErr w:type="spellStart"/>
            <w:r w:rsidRPr="00355E2C">
              <w:rPr>
                <w:sz w:val="20"/>
                <w:lang w:val="en-US"/>
              </w:rPr>
              <w:t>righe</w:t>
            </w:r>
            <w:proofErr w:type="spellEnd"/>
            <w:r w:rsidRPr="00355E2C">
              <w:rPr>
                <w:sz w:val="20"/>
                <w:lang w:val="en-US"/>
              </w:rPr>
              <w:t xml:space="preserve"> di </w:t>
            </w:r>
            <w:proofErr w:type="spellStart"/>
            <w:r w:rsidRPr="00355E2C">
              <w:rPr>
                <w:sz w:val="20"/>
                <w:lang w:val="en-US"/>
              </w:rPr>
              <w:t>stampa</w:t>
            </w:r>
            <w:proofErr w:type="spellEnd"/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Righe di Stampa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cpy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I/O Aree Strutture dati TP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cpy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I/O Aree Strutture dati Sequenziali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I/O Strutture dati </w:t>
            </w:r>
            <w:proofErr w:type="spellStart"/>
            <w:r>
              <w:rPr>
                <w:sz w:val="20"/>
              </w:rPr>
              <w:t>sql</w:t>
            </w:r>
            <w:proofErr w:type="spellEnd"/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I/O Strutture dati </w:t>
            </w:r>
            <w:proofErr w:type="spellStart"/>
            <w:r>
              <w:rPr>
                <w:sz w:val="20"/>
              </w:rPr>
              <w:t>sql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Q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cpy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Disegno Strutture dati TP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K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STR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str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Disegno Strutture dati sequenziali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K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STR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str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Disegno Interfaccia del Servizio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Servizio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XML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Disegno Query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1816" w:type="dxa"/>
            <w:gridSpan w:val="4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i/>
                <w:sz w:val="16"/>
              </w:rPr>
              <w:t>Id. Query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QRY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qry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Report Strutture dati TP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TXT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txt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Tabulato Strutture dati TP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TXT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txt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Tabulato Strutture dati SQL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H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TXT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</w:tbl>
    <w:p w:rsidR="00EB2185" w:rsidRDefault="00EB2185" w:rsidP="00EB2185"/>
    <w:p w:rsidR="00EB2185" w:rsidRDefault="00EB2185" w:rsidP="00EB2185">
      <w:r>
        <w:br w:type="page"/>
      </w:r>
    </w:p>
    <w:tbl>
      <w:tblPr>
        <w:tblW w:w="0" w:type="auto"/>
        <w:tblBorders>
          <w:top w:val="single" w:sz="4" w:space="0" w:color="FFFF00"/>
          <w:left w:val="single" w:sz="4" w:space="0" w:color="FFFF00"/>
          <w:bottom w:val="single" w:sz="4" w:space="0" w:color="FFFF00"/>
          <w:right w:val="single" w:sz="4" w:space="0" w:color="FFFF00"/>
          <w:insideH w:val="single" w:sz="4" w:space="0" w:color="FFFF00"/>
          <w:insideV w:val="single" w:sz="4" w:space="0" w:color="FFFF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10"/>
        <w:gridCol w:w="454"/>
        <w:gridCol w:w="454"/>
        <w:gridCol w:w="454"/>
        <w:gridCol w:w="454"/>
        <w:gridCol w:w="454"/>
        <w:gridCol w:w="454"/>
        <w:gridCol w:w="630"/>
        <w:gridCol w:w="645"/>
        <w:gridCol w:w="6"/>
        <w:gridCol w:w="1329"/>
        <w:gridCol w:w="8"/>
      </w:tblGrid>
      <w:tr w:rsidR="00EB2185" w:rsidTr="00EB2185">
        <w:trPr>
          <w:gridAfter w:val="1"/>
          <w:wAfter w:w="8" w:type="dxa"/>
          <w:cantSplit/>
        </w:trPr>
        <w:tc>
          <w:tcPr>
            <w:tcW w:w="3898" w:type="dxa"/>
          </w:tcPr>
          <w:p w:rsidR="00EB2185" w:rsidRDefault="00EB2185" w:rsidP="00EB218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TIPO DEL FILE</w:t>
            </w:r>
          </w:p>
        </w:tc>
        <w:tc>
          <w:tcPr>
            <w:tcW w:w="4509" w:type="dxa"/>
            <w:gridSpan w:val="9"/>
          </w:tcPr>
          <w:p w:rsidR="00EB2185" w:rsidRDefault="00EB2185" w:rsidP="00EB218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NOME DEL FILE</w:t>
            </w:r>
          </w:p>
        </w:tc>
        <w:tc>
          <w:tcPr>
            <w:tcW w:w="1333" w:type="dxa"/>
            <w:gridSpan w:val="2"/>
          </w:tcPr>
          <w:p w:rsidR="00EB2185" w:rsidRDefault="00EB2185" w:rsidP="00EB2185">
            <w:pPr>
              <w:spacing w:before="120" w:after="120"/>
              <w:ind w:left="284" w:hanging="284"/>
              <w:jc w:val="center"/>
              <w:rPr>
                <w:b/>
              </w:rPr>
            </w:pPr>
            <w:r>
              <w:rPr>
                <w:b/>
              </w:rPr>
              <w:t>NOTE</w:t>
            </w:r>
          </w:p>
        </w:tc>
      </w:tr>
      <w:tr w:rsidR="00EB2185" w:rsidTr="00EB2185">
        <w:trPr>
          <w:cantSplit/>
        </w:trPr>
        <w:tc>
          <w:tcPr>
            <w:tcW w:w="3898" w:type="dxa"/>
          </w:tcPr>
          <w:p w:rsidR="00EB2185" w:rsidRDefault="00EB2185" w:rsidP="00EB2185"/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</w:p>
        </w:tc>
        <w:tc>
          <w:tcPr>
            <w:tcW w:w="1281" w:type="dxa"/>
            <w:gridSpan w:val="3"/>
          </w:tcPr>
          <w:p w:rsidR="00EB2185" w:rsidRDefault="00EB2185" w:rsidP="00EB2185">
            <w:pPr>
              <w:jc w:val="center"/>
              <w:rPr>
                <w:b/>
                <w:i/>
                <w:sz w:val="20"/>
              </w:rPr>
            </w:pPr>
            <w:r>
              <w:rPr>
                <w:sz w:val="20"/>
              </w:rPr>
              <w:t>Estensione</w:t>
            </w: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/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1-2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Host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b/>
              </w:rPr>
            </w:pPr>
            <w:r>
              <w:rPr>
                <w:b/>
              </w:rPr>
              <w:t>Unix</w:t>
            </w: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SSA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JCL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J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Programma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BAT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blPrEx>
          <w:tblBorders>
            <w:top w:val="single" w:sz="2" w:space="0" w:color="FFFF00"/>
            <w:left w:val="single" w:sz="2" w:space="0" w:color="FFFF00"/>
            <w:bottom w:val="single" w:sz="2" w:space="0" w:color="FFFF00"/>
            <w:right w:val="single" w:sz="2" w:space="0" w:color="FFFF00"/>
            <w:insideH w:val="single" w:sz="2" w:space="0" w:color="FFFF00"/>
            <w:insideV w:val="single" w:sz="2" w:space="0" w:color="FFFF00"/>
          </w:tblBorders>
        </w:tblPrEx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RETI di JCL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i/>
              </w:rPr>
            </w:pPr>
          </w:p>
          <w:p w:rsidR="00EB2185" w:rsidRDefault="00EB2185" w:rsidP="00EB2185">
            <w:pPr>
              <w:jc w:val="center"/>
              <w:rPr>
                <w:i/>
              </w:rPr>
            </w:pPr>
          </w:p>
          <w:p w:rsidR="00EB2185" w:rsidRDefault="00EB2185" w:rsidP="00EB2185">
            <w:pPr>
              <w:jc w:val="center"/>
              <w:rPr>
                <w:i/>
              </w:rPr>
            </w:pPr>
          </w:p>
          <w:p w:rsidR="00EB2185" w:rsidRDefault="00EB2185" w:rsidP="00EB2185">
            <w:pPr>
              <w:jc w:val="center"/>
              <w:rPr>
                <w:i/>
              </w:rPr>
            </w:pPr>
          </w:p>
          <w:p w:rsidR="00EB2185" w:rsidRDefault="00EB2185" w:rsidP="00EB2185">
            <w:pPr>
              <w:jc w:val="center"/>
              <w:rPr>
                <w:i/>
              </w:rPr>
            </w:pPr>
            <w:r>
              <w:rPr>
                <w:i/>
                <w:sz w:val="20"/>
              </w:rPr>
              <w:t>p</w:t>
            </w:r>
            <w:r>
              <w:rPr>
                <w:position w:val="6"/>
                <w:sz w:val="16"/>
              </w:rPr>
              <w:t>1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o progress.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BAT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keepLines/>
              <w:tabs>
                <w:tab w:val="left" w:pos="6804"/>
              </w:tabs>
              <w:ind w:left="426" w:hanging="284"/>
              <w:jc w:val="left"/>
              <w:rPr>
                <w:sz w:val="16"/>
              </w:rPr>
            </w:pPr>
            <w:r>
              <w:rPr>
                <w:position w:val="6"/>
                <w:sz w:val="16"/>
              </w:rPr>
              <w:t>1</w:t>
            </w:r>
            <w:r>
              <w:rPr>
                <w:sz w:val="16"/>
              </w:rPr>
              <w:t xml:space="preserve">periodicità </w:t>
            </w:r>
          </w:p>
          <w:p w:rsidR="00EB2185" w:rsidRDefault="00EB2185" w:rsidP="00EB2185">
            <w:pPr>
              <w:keepLines/>
              <w:tabs>
                <w:tab w:val="left" w:pos="6804"/>
              </w:tabs>
              <w:ind w:left="426" w:hanging="284"/>
              <w:jc w:val="left"/>
              <w:rPr>
                <w:sz w:val="16"/>
              </w:rPr>
            </w:pPr>
          </w:p>
          <w:p w:rsidR="00EB2185" w:rsidRDefault="00EB2185" w:rsidP="00EB2185">
            <w:pPr>
              <w:keepLines/>
              <w:tabs>
                <w:tab w:val="left" w:pos="6804"/>
              </w:tabs>
              <w:ind w:left="426" w:hanging="284"/>
              <w:jc w:val="left"/>
              <w:rPr>
                <w:sz w:val="16"/>
              </w:rPr>
            </w:pPr>
            <w:r>
              <w:rPr>
                <w:sz w:val="16"/>
              </w:rPr>
              <w:t>G</w:t>
            </w:r>
            <w:r>
              <w:rPr>
                <w:sz w:val="16"/>
              </w:rPr>
              <w:tab/>
              <w:t>giornaliera</w:t>
            </w:r>
          </w:p>
          <w:p w:rsidR="00EB2185" w:rsidRDefault="00EB2185" w:rsidP="00EB2185">
            <w:pPr>
              <w:keepLines/>
              <w:tabs>
                <w:tab w:val="left" w:pos="6804"/>
              </w:tabs>
              <w:ind w:left="426" w:hanging="284"/>
              <w:jc w:val="left"/>
              <w:rPr>
                <w:sz w:val="16"/>
              </w:rPr>
            </w:pPr>
            <w:r>
              <w:rPr>
                <w:sz w:val="16"/>
              </w:rPr>
              <w:t>W</w:t>
            </w:r>
            <w:r>
              <w:rPr>
                <w:sz w:val="16"/>
              </w:rPr>
              <w:tab/>
              <w:t>settimanale</w:t>
            </w:r>
          </w:p>
          <w:p w:rsidR="00EB2185" w:rsidRDefault="00EB2185" w:rsidP="00EB2185">
            <w:pPr>
              <w:keepLines/>
              <w:tabs>
                <w:tab w:val="left" w:pos="6804"/>
              </w:tabs>
              <w:ind w:left="426" w:hanging="284"/>
              <w:jc w:val="left"/>
              <w:rPr>
                <w:sz w:val="16"/>
              </w:rPr>
            </w:pPr>
            <w:r>
              <w:rPr>
                <w:sz w:val="16"/>
              </w:rPr>
              <w:t>D</w:t>
            </w:r>
            <w:r>
              <w:rPr>
                <w:sz w:val="16"/>
              </w:rPr>
              <w:tab/>
              <w:t>decadale</w:t>
            </w:r>
          </w:p>
          <w:p w:rsidR="00EB2185" w:rsidRDefault="00EB2185" w:rsidP="00EB2185">
            <w:pPr>
              <w:keepLines/>
              <w:tabs>
                <w:tab w:val="left" w:pos="6804"/>
              </w:tabs>
              <w:ind w:left="426" w:hanging="284"/>
              <w:jc w:val="left"/>
              <w:rPr>
                <w:sz w:val="16"/>
              </w:rPr>
            </w:pPr>
            <w:r>
              <w:rPr>
                <w:sz w:val="16"/>
              </w:rPr>
              <w:t>Q</w:t>
            </w:r>
            <w:r>
              <w:rPr>
                <w:sz w:val="16"/>
              </w:rPr>
              <w:tab/>
              <w:t>quindicinale</w:t>
            </w:r>
          </w:p>
          <w:p w:rsidR="00EB2185" w:rsidRDefault="00EB2185" w:rsidP="00EB2185">
            <w:pPr>
              <w:keepLines/>
              <w:tabs>
                <w:tab w:val="left" w:pos="6804"/>
              </w:tabs>
              <w:ind w:left="426" w:hanging="284"/>
              <w:jc w:val="left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z w:val="16"/>
              </w:rPr>
              <w:tab/>
              <w:t>mensile</w:t>
            </w:r>
          </w:p>
          <w:p w:rsidR="00EB2185" w:rsidRDefault="00EB2185" w:rsidP="00EB2185">
            <w:pPr>
              <w:keepLines/>
              <w:tabs>
                <w:tab w:val="left" w:pos="6804"/>
              </w:tabs>
              <w:ind w:left="426" w:hanging="284"/>
              <w:jc w:val="left"/>
              <w:rPr>
                <w:sz w:val="16"/>
              </w:rPr>
            </w:pPr>
            <w:r>
              <w:rPr>
                <w:sz w:val="16"/>
              </w:rPr>
              <w:t>B</w:t>
            </w:r>
            <w:r>
              <w:rPr>
                <w:sz w:val="16"/>
              </w:rPr>
              <w:tab/>
              <w:t>bimestrale</w:t>
            </w:r>
          </w:p>
          <w:p w:rsidR="00EB2185" w:rsidRDefault="00EB2185" w:rsidP="00EB2185">
            <w:pPr>
              <w:keepLines/>
              <w:tabs>
                <w:tab w:val="left" w:pos="6804"/>
              </w:tabs>
              <w:ind w:left="426" w:hanging="284"/>
              <w:jc w:val="left"/>
              <w:rPr>
                <w:sz w:val="16"/>
              </w:rPr>
            </w:pPr>
            <w:r>
              <w:rPr>
                <w:sz w:val="16"/>
              </w:rPr>
              <w:t>T</w:t>
            </w:r>
            <w:r>
              <w:rPr>
                <w:sz w:val="16"/>
              </w:rPr>
              <w:tab/>
              <w:t>trimestrale</w:t>
            </w:r>
          </w:p>
          <w:p w:rsidR="00EB2185" w:rsidRDefault="00EB2185" w:rsidP="00EB2185">
            <w:pPr>
              <w:keepLines/>
              <w:tabs>
                <w:tab w:val="left" w:pos="6804"/>
              </w:tabs>
              <w:ind w:left="426" w:hanging="284"/>
              <w:jc w:val="left"/>
              <w:rPr>
                <w:sz w:val="16"/>
              </w:rPr>
            </w:pPr>
            <w:r>
              <w:rPr>
                <w:sz w:val="16"/>
              </w:rPr>
              <w:t>S</w:t>
            </w:r>
            <w:r>
              <w:rPr>
                <w:sz w:val="16"/>
              </w:rPr>
              <w:tab/>
              <w:t>semestrale</w:t>
            </w:r>
          </w:p>
          <w:p w:rsidR="00EB2185" w:rsidRDefault="00EB2185" w:rsidP="00EB2185">
            <w:pPr>
              <w:keepLines/>
              <w:tabs>
                <w:tab w:val="left" w:pos="6804"/>
              </w:tabs>
              <w:ind w:left="426" w:hanging="284"/>
              <w:jc w:val="left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z w:val="16"/>
              </w:rPr>
              <w:tab/>
              <w:t>annuale</w:t>
            </w:r>
          </w:p>
          <w:p w:rsidR="00EB2185" w:rsidRDefault="00EB2185" w:rsidP="00EB2185">
            <w:pPr>
              <w:ind w:left="426" w:hanging="284"/>
              <w:jc w:val="left"/>
              <w:rPr>
                <w:rFonts w:ascii="Arial" w:hAnsi="Arial"/>
                <w:sz w:val="16"/>
              </w:rPr>
            </w:pPr>
            <w:r>
              <w:rPr>
                <w:sz w:val="16"/>
              </w:rPr>
              <w:t>R</w:t>
            </w:r>
            <w:r>
              <w:rPr>
                <w:sz w:val="16"/>
              </w:rPr>
              <w:tab/>
              <w:t>a richiesta</w:t>
            </w:r>
          </w:p>
        </w:tc>
      </w:tr>
      <w:tr w:rsidR="00EB2185" w:rsidTr="00EB2185">
        <w:tblPrEx>
          <w:tblBorders>
            <w:top w:val="single" w:sz="2" w:space="0" w:color="FFFF00"/>
            <w:left w:val="single" w:sz="2" w:space="0" w:color="FFFF00"/>
            <w:bottom w:val="single" w:sz="2" w:space="0" w:color="FFFF00"/>
            <w:right w:val="single" w:sz="2" w:space="0" w:color="FFFF00"/>
            <w:insideH w:val="single" w:sz="2" w:space="0" w:color="FFFF00"/>
            <w:insideV w:val="single" w:sz="2" w:space="0" w:color="FFFF00"/>
          </w:tblBorders>
        </w:tblPrEx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PSB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Programma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PSB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blPrEx>
          <w:tblBorders>
            <w:top w:val="single" w:sz="2" w:space="0" w:color="FFFF00"/>
            <w:left w:val="single" w:sz="2" w:space="0" w:color="FFFF00"/>
            <w:bottom w:val="single" w:sz="2" w:space="0" w:color="FFFF00"/>
            <w:right w:val="single" w:sz="2" w:space="0" w:color="FFFF00"/>
            <w:insideH w:val="single" w:sz="2" w:space="0" w:color="FFFF00"/>
            <w:insideV w:val="single" w:sz="2" w:space="0" w:color="FFFF00"/>
          </w:tblBorders>
        </w:tblPrEx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PCB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i/>
                <w:sz w:val="20"/>
              </w:rPr>
              <w:t>i</w:t>
            </w:r>
            <w:r>
              <w:rPr>
                <w:rFonts w:ascii="Arial" w:hAnsi="Arial"/>
                <w:sz w:val="20"/>
              </w:rPr>
              <w:t>/A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PCB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blPrEx>
          <w:tblBorders>
            <w:top w:val="single" w:sz="2" w:space="0" w:color="FFFF00"/>
            <w:left w:val="single" w:sz="2" w:space="0" w:color="FFFF00"/>
            <w:bottom w:val="single" w:sz="2" w:space="0" w:color="FFFF00"/>
            <w:right w:val="single" w:sz="2" w:space="0" w:color="FFFF00"/>
            <w:insideH w:val="single" w:sz="2" w:space="0" w:color="FFFF00"/>
            <w:insideV w:val="single" w:sz="2" w:space="0" w:color="FFFF00"/>
          </w:tblBorders>
        </w:tblPrEx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DBD (DLI) o DSG (DB2) o DAT1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i/>
                <w:sz w:val="20"/>
              </w:rPr>
              <w:t>i</w:t>
            </w:r>
            <w:r>
              <w:rPr>
                <w:rFonts w:ascii="Arial" w:hAnsi="Arial"/>
                <w:sz w:val="20"/>
              </w:rPr>
              <w:t>/R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DBD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blPrEx>
          <w:tblBorders>
            <w:top w:val="single" w:sz="2" w:space="0" w:color="FFFF00"/>
            <w:left w:val="single" w:sz="2" w:space="0" w:color="FFFF00"/>
            <w:bottom w:val="single" w:sz="2" w:space="0" w:color="FFFF00"/>
            <w:right w:val="single" w:sz="2" w:space="0" w:color="FFFF00"/>
            <w:insideH w:val="single" w:sz="2" w:space="0" w:color="FFFF00"/>
            <w:insideV w:val="single" w:sz="2" w:space="0" w:color="FFFF00"/>
          </w:tblBorders>
        </w:tblPrEx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Delete/</w:t>
            </w:r>
            <w:proofErr w:type="spellStart"/>
            <w:r>
              <w:rPr>
                <w:sz w:val="20"/>
              </w:rPr>
              <w:t>Define</w:t>
            </w:r>
            <w:proofErr w:type="spellEnd"/>
            <w:r>
              <w:rPr>
                <w:sz w:val="20"/>
              </w:rPr>
              <w:t xml:space="preserve"> cluster VSAM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codice</w:t>
            </w:r>
            <w:r>
              <w:rPr>
                <w:position w:val="6"/>
                <w:sz w:val="16"/>
              </w:rPr>
              <w:t>2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i/>
                <w:sz w:val="20"/>
              </w:rPr>
              <w:t>i</w:t>
            </w:r>
            <w:r>
              <w:rPr>
                <w:rFonts w:ascii="Arial" w:hAnsi="Arial"/>
                <w:sz w:val="20"/>
              </w:rPr>
              <w:t>/D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IDC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jc w:val="left"/>
              <w:rPr>
                <w:sz w:val="16"/>
              </w:rPr>
            </w:pPr>
            <w:r>
              <w:rPr>
                <w:position w:val="6"/>
                <w:sz w:val="16"/>
              </w:rPr>
              <w:t>2</w:t>
            </w:r>
            <w:r>
              <w:rPr>
                <w:sz w:val="16"/>
              </w:rPr>
              <w:t>codice DBD, TABLE o VSAM a cui si riferisce</w:t>
            </w:r>
          </w:p>
        </w:tc>
      </w:tr>
      <w:tr w:rsidR="00EB2185" w:rsidTr="00EB2185">
        <w:tblPrEx>
          <w:tblBorders>
            <w:top w:val="single" w:sz="2" w:space="0" w:color="FFFF00"/>
            <w:left w:val="single" w:sz="2" w:space="0" w:color="FFFF00"/>
            <w:bottom w:val="single" w:sz="2" w:space="0" w:color="FFFF00"/>
            <w:right w:val="single" w:sz="2" w:space="0" w:color="FFFF00"/>
            <w:insideH w:val="single" w:sz="2" w:space="0" w:color="FFFF00"/>
            <w:insideV w:val="single" w:sz="2" w:space="0" w:color="FFFF00"/>
          </w:tblBorders>
        </w:tblPrEx>
        <w:trPr>
          <w:gridAfter w:val="1"/>
          <w:wAfter w:w="6" w:type="dxa"/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Tabelle SQL</w:t>
            </w:r>
          </w:p>
        </w:tc>
        <w:tc>
          <w:tcPr>
            <w:tcW w:w="510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  <w:tc>
          <w:tcPr>
            <w:tcW w:w="1362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i/>
                <w:sz w:val="20"/>
              </w:rPr>
              <w:t>i</w:t>
            </w:r>
            <w:r>
              <w:rPr>
                <w:rFonts w:ascii="Arial" w:hAnsi="Arial"/>
                <w:sz w:val="20"/>
              </w:rPr>
              <w:t>/R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SQL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sql</w:t>
            </w:r>
            <w:proofErr w:type="spellEnd"/>
          </w:p>
        </w:tc>
        <w:tc>
          <w:tcPr>
            <w:tcW w:w="1335" w:type="dxa"/>
            <w:gridSpan w:val="2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</w:tbl>
    <w:p w:rsidR="00EB2185" w:rsidRDefault="00EB2185" w:rsidP="00EB2185">
      <w:pPr>
        <w:pStyle w:val="Indice1"/>
      </w:pPr>
    </w:p>
    <w:tbl>
      <w:tblPr>
        <w:tblW w:w="0" w:type="auto"/>
        <w:tblBorders>
          <w:top w:val="single" w:sz="2" w:space="0" w:color="FFFF00"/>
          <w:left w:val="single" w:sz="2" w:space="0" w:color="FFFF00"/>
          <w:bottom w:val="single" w:sz="2" w:space="0" w:color="FFFF00"/>
          <w:right w:val="single" w:sz="2" w:space="0" w:color="FFFF00"/>
          <w:insideH w:val="single" w:sz="2" w:space="0" w:color="FFFF00"/>
          <w:insideV w:val="single" w:sz="2" w:space="0" w:color="FFFF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04"/>
        <w:gridCol w:w="6"/>
        <w:gridCol w:w="448"/>
        <w:gridCol w:w="6"/>
        <w:gridCol w:w="448"/>
        <w:gridCol w:w="6"/>
        <w:gridCol w:w="448"/>
        <w:gridCol w:w="454"/>
        <w:gridCol w:w="6"/>
        <w:gridCol w:w="459"/>
        <w:gridCol w:w="454"/>
        <w:gridCol w:w="630"/>
        <w:gridCol w:w="647"/>
        <w:gridCol w:w="1335"/>
      </w:tblGrid>
      <w:tr w:rsidR="00EB2185" w:rsidTr="00EB2185">
        <w:trPr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 xml:space="preserve">Definizioni </w:t>
            </w:r>
            <w:proofErr w:type="spellStart"/>
            <w:r>
              <w:rPr>
                <w:sz w:val="20"/>
              </w:rPr>
              <w:t>AggiuntiveTabelle</w:t>
            </w:r>
            <w:proofErr w:type="spellEnd"/>
            <w:r>
              <w:rPr>
                <w:sz w:val="20"/>
              </w:rPr>
              <w:t xml:space="preserve"> SQL</w:t>
            </w:r>
          </w:p>
        </w:tc>
        <w:tc>
          <w:tcPr>
            <w:tcW w:w="510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  <w:tc>
          <w:tcPr>
            <w:tcW w:w="1362" w:type="dxa"/>
            <w:gridSpan w:val="5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Archivio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i/>
                <w:sz w:val="20"/>
              </w:rPr>
              <w:t>i</w:t>
            </w:r>
            <w:r>
              <w:rPr>
                <w:rFonts w:ascii="Arial" w:hAnsi="Arial"/>
                <w:sz w:val="20"/>
              </w:rPr>
              <w:t>/A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sql</w:t>
            </w:r>
            <w:proofErr w:type="spellEnd"/>
          </w:p>
        </w:tc>
        <w:tc>
          <w:tcPr>
            <w:tcW w:w="1335" w:type="dxa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SPF</w:t>
            </w:r>
          </w:p>
        </w:tc>
        <w:tc>
          <w:tcPr>
            <w:tcW w:w="510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keepLines/>
              <w:jc w:val="center"/>
              <w:rPr>
                <w:rFonts w:ascii="Arial" w:hAnsi="Arial"/>
                <w:i/>
                <w:sz w:val="20"/>
              </w:rPr>
            </w:pPr>
          </w:p>
          <w:p w:rsidR="00EB2185" w:rsidRDefault="00EB2185" w:rsidP="00EB2185">
            <w:pPr>
              <w:keepLines/>
              <w:jc w:val="center"/>
              <w:rPr>
                <w:rFonts w:ascii="Arial" w:hAnsi="Arial"/>
                <w:i/>
                <w:sz w:val="20"/>
              </w:rPr>
            </w:pPr>
          </w:p>
          <w:p w:rsidR="00EB2185" w:rsidRDefault="00EB2185" w:rsidP="00EB2185">
            <w:pPr>
              <w:keepLines/>
              <w:jc w:val="center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c</w:t>
            </w:r>
          </w:p>
        </w:tc>
        <w:tc>
          <w:tcPr>
            <w:tcW w:w="1816" w:type="dxa"/>
            <w:gridSpan w:val="5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id. modulo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SPF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</w:tcPr>
          <w:p w:rsidR="00EB2185" w:rsidRPr="00355E2C" w:rsidRDefault="00EB2185" w:rsidP="00EB2185">
            <w:pPr>
              <w:keepLines/>
              <w:ind w:left="426" w:hanging="284"/>
              <w:jc w:val="left"/>
              <w:rPr>
                <w:sz w:val="16"/>
                <w:lang w:val="en-US"/>
              </w:rPr>
            </w:pPr>
            <w:r w:rsidRPr="00355E2C">
              <w:rPr>
                <w:sz w:val="16"/>
                <w:lang w:val="en-US"/>
              </w:rPr>
              <w:t>C</w:t>
            </w:r>
            <w:r w:rsidRPr="00355E2C">
              <w:rPr>
                <w:sz w:val="16"/>
                <w:lang w:val="en-US"/>
              </w:rPr>
              <w:tab/>
            </w:r>
            <w:proofErr w:type="spellStart"/>
            <w:r w:rsidRPr="00355E2C">
              <w:rPr>
                <w:sz w:val="16"/>
                <w:lang w:val="en-US"/>
              </w:rPr>
              <w:t>Clist</w:t>
            </w:r>
            <w:proofErr w:type="spellEnd"/>
            <w:r w:rsidRPr="00355E2C">
              <w:rPr>
                <w:sz w:val="16"/>
                <w:lang w:val="en-US"/>
              </w:rPr>
              <w:t xml:space="preserve"> </w:t>
            </w:r>
          </w:p>
          <w:p w:rsidR="00EB2185" w:rsidRPr="00355E2C" w:rsidRDefault="00EB2185" w:rsidP="00EB2185">
            <w:pPr>
              <w:keepLines/>
              <w:ind w:left="426" w:hanging="284"/>
              <w:jc w:val="left"/>
              <w:rPr>
                <w:sz w:val="16"/>
                <w:lang w:val="en-US"/>
              </w:rPr>
            </w:pPr>
            <w:r w:rsidRPr="00355E2C">
              <w:rPr>
                <w:sz w:val="16"/>
                <w:lang w:val="en-US"/>
              </w:rPr>
              <w:t>M</w:t>
            </w:r>
            <w:r w:rsidRPr="00355E2C">
              <w:rPr>
                <w:sz w:val="16"/>
                <w:lang w:val="en-US"/>
              </w:rPr>
              <w:tab/>
              <w:t xml:space="preserve">Macro </w:t>
            </w:r>
          </w:p>
          <w:p w:rsidR="00EB2185" w:rsidRPr="00355E2C" w:rsidRDefault="00EB2185" w:rsidP="00EB2185">
            <w:pPr>
              <w:keepLines/>
              <w:ind w:left="426" w:hanging="284"/>
              <w:jc w:val="left"/>
              <w:rPr>
                <w:sz w:val="16"/>
                <w:lang w:val="en-US"/>
              </w:rPr>
            </w:pPr>
            <w:r w:rsidRPr="00355E2C">
              <w:rPr>
                <w:sz w:val="16"/>
                <w:lang w:val="en-US"/>
              </w:rPr>
              <w:t>O</w:t>
            </w:r>
            <w:r w:rsidRPr="00355E2C">
              <w:rPr>
                <w:sz w:val="16"/>
                <w:lang w:val="en-US"/>
              </w:rPr>
              <w:tab/>
              <w:t xml:space="preserve">Panel </w:t>
            </w:r>
          </w:p>
          <w:p w:rsidR="00EB2185" w:rsidRDefault="00EB2185" w:rsidP="00EB2185">
            <w:pPr>
              <w:keepLines/>
              <w:ind w:left="426" w:hanging="284"/>
              <w:jc w:val="left"/>
              <w:rPr>
                <w:sz w:val="16"/>
              </w:rPr>
            </w:pPr>
            <w:r>
              <w:rPr>
                <w:sz w:val="16"/>
              </w:rPr>
              <w:t>T</w:t>
            </w:r>
            <w:r>
              <w:rPr>
                <w:sz w:val="16"/>
              </w:rPr>
              <w:tab/>
              <w:t xml:space="preserve">Tabella </w:t>
            </w:r>
          </w:p>
          <w:p w:rsidR="00EB2185" w:rsidRDefault="00EB2185" w:rsidP="00EB2185">
            <w:pPr>
              <w:keepLines/>
              <w:ind w:left="426" w:hanging="284"/>
              <w:jc w:val="left"/>
              <w:rPr>
                <w:sz w:val="16"/>
              </w:rPr>
            </w:pPr>
            <w:r>
              <w:rPr>
                <w:sz w:val="16"/>
              </w:rPr>
              <w:t>S</w:t>
            </w:r>
            <w:r>
              <w:rPr>
                <w:sz w:val="16"/>
              </w:rPr>
              <w:tab/>
            </w:r>
            <w:proofErr w:type="spellStart"/>
            <w:r>
              <w:rPr>
                <w:sz w:val="16"/>
              </w:rPr>
              <w:t>Skeleton</w:t>
            </w:r>
            <w:proofErr w:type="spellEnd"/>
            <w:r>
              <w:rPr>
                <w:sz w:val="16"/>
              </w:rPr>
              <w:t xml:space="preserve"> </w:t>
            </w:r>
          </w:p>
          <w:p w:rsidR="00EB2185" w:rsidRDefault="00EB2185" w:rsidP="00EB2185">
            <w:pPr>
              <w:ind w:left="426" w:hanging="284"/>
              <w:jc w:val="left"/>
              <w:rPr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z w:val="16"/>
              </w:rPr>
              <w:tab/>
              <w:t>Messaggi</w:t>
            </w:r>
          </w:p>
        </w:tc>
      </w:tr>
      <w:tr w:rsidR="00EB2185" w:rsidTr="00EB2185">
        <w:trPr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MPL TP</w:t>
            </w:r>
          </w:p>
        </w:tc>
        <w:tc>
          <w:tcPr>
            <w:tcW w:w="510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908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n.Ttp</w:t>
            </w:r>
            <w:proofErr w:type="spellEnd"/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MPL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MPL Batch</w:t>
            </w:r>
          </w:p>
        </w:tc>
        <w:tc>
          <w:tcPr>
            <w:tcW w:w="510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</w:t>
            </w:r>
          </w:p>
        </w:tc>
        <w:tc>
          <w:tcPr>
            <w:tcW w:w="908" w:type="dxa"/>
            <w:gridSpan w:val="3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n. batch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MPL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blPrEx>
          <w:tblBorders>
            <w:top w:val="single" w:sz="4" w:space="0" w:color="FFFF00"/>
            <w:left w:val="single" w:sz="4" w:space="0" w:color="FFFF00"/>
            <w:bottom w:val="single" w:sz="4" w:space="0" w:color="FFFF00"/>
            <w:right w:val="single" w:sz="4" w:space="0" w:color="FFFF00"/>
            <w:insideH w:val="single" w:sz="4" w:space="0" w:color="FFFF00"/>
            <w:insideV w:val="single" w:sz="4" w:space="0" w:color="FFFF00"/>
          </w:tblBorders>
        </w:tblPrEx>
        <w:trPr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Documentazione Servizio in formato Word</w:t>
            </w:r>
          </w:p>
        </w:tc>
        <w:tc>
          <w:tcPr>
            <w:tcW w:w="510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</w:t>
            </w:r>
          </w:p>
        </w:tc>
        <w:tc>
          <w:tcPr>
            <w:tcW w:w="1362" w:type="dxa"/>
            <w:gridSpan w:val="4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Libero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blPrEx>
          <w:tblBorders>
            <w:top w:val="single" w:sz="4" w:space="0" w:color="FFFF00"/>
            <w:left w:val="single" w:sz="4" w:space="0" w:color="FFFF00"/>
            <w:bottom w:val="single" w:sz="4" w:space="0" w:color="FFFF00"/>
            <w:right w:val="single" w:sz="4" w:space="0" w:color="FFFF00"/>
            <w:insideH w:val="single" w:sz="4" w:space="0" w:color="FFFF00"/>
            <w:insideV w:val="single" w:sz="4" w:space="0" w:color="FFFF00"/>
          </w:tblBorders>
        </w:tblPrEx>
        <w:trPr>
          <w:cantSplit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Documentazione Servizio in formato HTML</w:t>
            </w:r>
          </w:p>
        </w:tc>
        <w:tc>
          <w:tcPr>
            <w:tcW w:w="510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</w:t>
            </w:r>
          </w:p>
        </w:tc>
        <w:tc>
          <w:tcPr>
            <w:tcW w:w="1362" w:type="dxa"/>
            <w:gridSpan w:val="4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Libero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HTM</w:t>
            </w:r>
          </w:p>
        </w:tc>
        <w:tc>
          <w:tcPr>
            <w:tcW w:w="645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335" w:type="dxa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cantSplit/>
          <w:trHeight w:val="300"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Documentazione o Help</w:t>
            </w:r>
          </w:p>
        </w:tc>
        <w:tc>
          <w:tcPr>
            <w:tcW w:w="50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H</w:t>
            </w:r>
          </w:p>
        </w:tc>
        <w:tc>
          <w:tcPr>
            <w:tcW w:w="1825" w:type="dxa"/>
            <w:gridSpan w:val="7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Nome funzione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647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1333" w:type="dxa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cantSplit/>
          <w:trHeight w:val="300"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Documento di presentazione</w:t>
            </w:r>
          </w:p>
        </w:tc>
        <w:tc>
          <w:tcPr>
            <w:tcW w:w="50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</w:t>
            </w:r>
          </w:p>
        </w:tc>
        <w:tc>
          <w:tcPr>
            <w:tcW w:w="1372" w:type="dxa"/>
            <w:gridSpan w:val="5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Libero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647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1333" w:type="dxa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cantSplit/>
          <w:trHeight w:val="300"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Manuale funzionale programmi TP</w:t>
            </w:r>
          </w:p>
        </w:tc>
        <w:tc>
          <w:tcPr>
            <w:tcW w:w="50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</w:p>
        </w:tc>
        <w:tc>
          <w:tcPr>
            <w:tcW w:w="1372" w:type="dxa"/>
            <w:gridSpan w:val="5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Libero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647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1333" w:type="dxa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RPr="00355E2C" w:rsidTr="00EB2185">
        <w:trPr>
          <w:cantSplit/>
          <w:trHeight w:val="300"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Manuale di installazione</w:t>
            </w:r>
          </w:p>
        </w:tc>
        <w:tc>
          <w:tcPr>
            <w:tcW w:w="50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</w:p>
        </w:tc>
        <w:tc>
          <w:tcPr>
            <w:tcW w:w="1362" w:type="dxa"/>
            <w:gridSpan w:val="5"/>
          </w:tcPr>
          <w:p w:rsidR="00EB2185" w:rsidRDefault="00EB2185" w:rsidP="00EB2185">
            <w:pPr>
              <w:jc w:val="center"/>
              <w:rPr>
                <w:i/>
                <w:sz w:val="16"/>
              </w:rPr>
            </w:pPr>
          </w:p>
          <w:p w:rsidR="00EB2185" w:rsidRDefault="00EB2185" w:rsidP="00EB2185">
            <w:pPr>
              <w:jc w:val="center"/>
              <w:rPr>
                <w:i/>
                <w:sz w:val="16"/>
              </w:rPr>
            </w:pPr>
          </w:p>
          <w:p w:rsidR="00EB2185" w:rsidRDefault="00EB2185" w:rsidP="00EB2185">
            <w:pPr>
              <w:jc w:val="center"/>
              <w:rPr>
                <w:rFonts w:ascii="Arial" w:hAnsi="Arial"/>
              </w:rPr>
            </w:pPr>
            <w:r>
              <w:rPr>
                <w:i/>
                <w:sz w:val="16"/>
              </w:rPr>
              <w:t>id. Versione</w:t>
            </w:r>
            <w:r>
              <w:rPr>
                <w:position w:val="6"/>
                <w:sz w:val="16"/>
              </w:rPr>
              <w:t>3</w:t>
            </w:r>
          </w:p>
        </w:tc>
        <w:tc>
          <w:tcPr>
            <w:tcW w:w="465" w:type="dxa"/>
            <w:gridSpan w:val="2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647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1333" w:type="dxa"/>
          </w:tcPr>
          <w:p w:rsidR="00EB2185" w:rsidRPr="00355E2C" w:rsidRDefault="00EB2185" w:rsidP="00EB2185">
            <w:pPr>
              <w:ind w:left="426" w:hanging="284"/>
              <w:jc w:val="left"/>
              <w:rPr>
                <w:sz w:val="16"/>
                <w:lang w:val="en-US"/>
              </w:rPr>
            </w:pPr>
            <w:r w:rsidRPr="00355E2C">
              <w:rPr>
                <w:position w:val="6"/>
                <w:sz w:val="16"/>
                <w:lang w:val="en-US"/>
              </w:rPr>
              <w:t>3</w:t>
            </w:r>
            <w:proofErr w:type="spellStart"/>
            <w:r w:rsidRPr="00355E2C">
              <w:rPr>
                <w:sz w:val="16"/>
                <w:lang w:val="en-US"/>
              </w:rPr>
              <w:t>versione</w:t>
            </w:r>
            <w:proofErr w:type="spellEnd"/>
          </w:p>
          <w:p w:rsidR="00EB2185" w:rsidRPr="00355E2C" w:rsidRDefault="00EB2185" w:rsidP="00EB2185">
            <w:pPr>
              <w:ind w:left="426" w:hanging="284"/>
              <w:jc w:val="left"/>
              <w:rPr>
                <w:sz w:val="16"/>
                <w:lang w:val="en-US"/>
              </w:rPr>
            </w:pPr>
          </w:p>
          <w:p w:rsidR="00EB2185" w:rsidRPr="00355E2C" w:rsidRDefault="00EB2185" w:rsidP="00EB2185">
            <w:pPr>
              <w:ind w:left="426" w:hanging="284"/>
              <w:jc w:val="left"/>
              <w:rPr>
                <w:sz w:val="12"/>
                <w:lang w:val="en-US"/>
              </w:rPr>
            </w:pPr>
            <w:r w:rsidRPr="00355E2C">
              <w:rPr>
                <w:sz w:val="12"/>
                <w:lang w:val="en-US"/>
              </w:rPr>
              <w:t>CXV</w:t>
            </w:r>
            <w:r w:rsidRPr="00355E2C">
              <w:rPr>
                <w:sz w:val="12"/>
                <w:lang w:val="en-US"/>
              </w:rPr>
              <w:tab/>
              <w:t>CICS/VSAM</w:t>
            </w:r>
          </w:p>
          <w:p w:rsidR="00EB2185" w:rsidRPr="00355E2C" w:rsidRDefault="00EB2185" w:rsidP="00EB2185">
            <w:pPr>
              <w:ind w:left="426" w:hanging="284"/>
              <w:jc w:val="left"/>
              <w:rPr>
                <w:sz w:val="12"/>
                <w:lang w:val="en-US"/>
              </w:rPr>
            </w:pPr>
            <w:r w:rsidRPr="00355E2C">
              <w:rPr>
                <w:sz w:val="12"/>
                <w:lang w:val="en-US"/>
              </w:rPr>
              <w:t>CX1</w:t>
            </w:r>
            <w:r w:rsidRPr="00355E2C">
              <w:rPr>
                <w:sz w:val="12"/>
                <w:lang w:val="en-US"/>
              </w:rPr>
              <w:tab/>
              <w:t>CICS/DLI</w:t>
            </w:r>
          </w:p>
          <w:p w:rsidR="00EB2185" w:rsidRPr="00355E2C" w:rsidRDefault="00EB2185" w:rsidP="00EB2185">
            <w:pPr>
              <w:ind w:left="426" w:hanging="284"/>
              <w:jc w:val="left"/>
              <w:rPr>
                <w:sz w:val="12"/>
                <w:lang w:val="en-US"/>
              </w:rPr>
            </w:pPr>
            <w:r w:rsidRPr="00355E2C">
              <w:rPr>
                <w:sz w:val="12"/>
                <w:lang w:val="en-US"/>
              </w:rPr>
              <w:t>CX2</w:t>
            </w:r>
            <w:r w:rsidRPr="00355E2C">
              <w:rPr>
                <w:sz w:val="12"/>
                <w:lang w:val="en-US"/>
              </w:rPr>
              <w:tab/>
              <w:t>CICS/DB2</w:t>
            </w:r>
          </w:p>
          <w:p w:rsidR="00EB2185" w:rsidRPr="00355E2C" w:rsidRDefault="00EB2185" w:rsidP="00EB2185">
            <w:pPr>
              <w:ind w:left="426" w:hanging="284"/>
              <w:jc w:val="left"/>
              <w:rPr>
                <w:sz w:val="12"/>
                <w:lang w:val="en-US"/>
              </w:rPr>
            </w:pPr>
            <w:r w:rsidRPr="00355E2C">
              <w:rPr>
                <w:sz w:val="12"/>
                <w:lang w:val="en-US"/>
              </w:rPr>
              <w:t>IM1</w:t>
            </w:r>
            <w:r w:rsidRPr="00355E2C">
              <w:rPr>
                <w:sz w:val="12"/>
                <w:lang w:val="en-US"/>
              </w:rPr>
              <w:tab/>
              <w:t>IMS/DLI</w:t>
            </w:r>
          </w:p>
          <w:p w:rsidR="00EB2185" w:rsidRPr="00355E2C" w:rsidRDefault="00EB2185" w:rsidP="00EB2185">
            <w:pPr>
              <w:ind w:left="426" w:hanging="284"/>
              <w:jc w:val="left"/>
              <w:rPr>
                <w:rFonts w:ascii="Arial" w:hAnsi="Arial"/>
                <w:sz w:val="16"/>
                <w:lang w:val="en-US"/>
              </w:rPr>
            </w:pPr>
            <w:r w:rsidRPr="00355E2C">
              <w:rPr>
                <w:sz w:val="12"/>
                <w:lang w:val="en-US"/>
              </w:rPr>
              <w:t>IM2</w:t>
            </w:r>
            <w:r w:rsidRPr="00355E2C">
              <w:rPr>
                <w:sz w:val="12"/>
                <w:lang w:val="en-US"/>
              </w:rPr>
              <w:tab/>
              <w:t>IMS/DB2</w:t>
            </w:r>
          </w:p>
        </w:tc>
      </w:tr>
      <w:tr w:rsidR="00EB2185" w:rsidTr="00EB2185">
        <w:trPr>
          <w:cantSplit/>
          <w:trHeight w:val="300"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Specifiche Tecniche dei programmi</w:t>
            </w:r>
          </w:p>
        </w:tc>
        <w:tc>
          <w:tcPr>
            <w:tcW w:w="50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</w:t>
            </w:r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465" w:type="dxa"/>
            <w:gridSpan w:val="2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647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1333" w:type="dxa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cantSplit/>
          <w:trHeight w:val="300"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Manuale Operativo dei programmi Batch</w:t>
            </w:r>
          </w:p>
        </w:tc>
        <w:tc>
          <w:tcPr>
            <w:tcW w:w="50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$</w:t>
            </w:r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</w:t>
            </w:r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465" w:type="dxa"/>
            <w:gridSpan w:val="2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647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1333" w:type="dxa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cantSplit/>
          <w:trHeight w:val="300"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Documentazione di transazione</w:t>
            </w:r>
          </w:p>
        </w:tc>
        <w:tc>
          <w:tcPr>
            <w:tcW w:w="50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  <w:tc>
          <w:tcPr>
            <w:tcW w:w="1825" w:type="dxa"/>
            <w:gridSpan w:val="7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  <w:r>
              <w:rPr>
                <w:i/>
                <w:sz w:val="16"/>
              </w:rPr>
              <w:t>Id. Funzione</w:t>
            </w:r>
          </w:p>
        </w:tc>
        <w:tc>
          <w:tcPr>
            <w:tcW w:w="454" w:type="dxa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647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1333" w:type="dxa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  <w:tr w:rsidR="00EB2185" w:rsidTr="00EB2185">
        <w:trPr>
          <w:cantSplit/>
          <w:trHeight w:val="300"/>
        </w:trPr>
        <w:tc>
          <w:tcPr>
            <w:tcW w:w="3898" w:type="dxa"/>
          </w:tcPr>
          <w:p w:rsidR="00EB2185" w:rsidRDefault="00EB2185" w:rsidP="00EB2185">
            <w:pPr>
              <w:rPr>
                <w:sz w:val="20"/>
              </w:rPr>
            </w:pPr>
            <w:r>
              <w:rPr>
                <w:sz w:val="20"/>
              </w:rPr>
              <w:t>Documentazione di fase Batch</w:t>
            </w:r>
          </w:p>
        </w:tc>
        <w:tc>
          <w:tcPr>
            <w:tcW w:w="504" w:type="dxa"/>
          </w:tcPr>
          <w:p w:rsidR="00EB2185" w:rsidRDefault="00EB2185" w:rsidP="00EB218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zz</w:t>
            </w:r>
            <w:proofErr w:type="spellEnd"/>
          </w:p>
        </w:tc>
        <w:tc>
          <w:tcPr>
            <w:tcW w:w="454" w:type="dxa"/>
            <w:gridSpan w:val="2"/>
          </w:tcPr>
          <w:p w:rsidR="00EB2185" w:rsidRDefault="00EB2185" w:rsidP="00EB21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2279" w:type="dxa"/>
            <w:gridSpan w:val="8"/>
          </w:tcPr>
          <w:p w:rsidR="00EB2185" w:rsidRDefault="00EB2185" w:rsidP="00EB2185">
            <w:pPr>
              <w:jc w:val="center"/>
              <w:rPr>
                <w:rFonts w:ascii="Arial" w:hAnsi="Arial"/>
              </w:rPr>
            </w:pPr>
            <w:r>
              <w:rPr>
                <w:i/>
                <w:sz w:val="16"/>
              </w:rPr>
              <w:t>id. fase batch</w:t>
            </w:r>
          </w:p>
        </w:tc>
        <w:tc>
          <w:tcPr>
            <w:tcW w:w="630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647" w:type="dxa"/>
          </w:tcPr>
          <w:p w:rsidR="00EB2185" w:rsidRDefault="00EB2185" w:rsidP="00EB2185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</w:t>
            </w:r>
          </w:p>
        </w:tc>
        <w:tc>
          <w:tcPr>
            <w:tcW w:w="1333" w:type="dxa"/>
          </w:tcPr>
          <w:p w:rsidR="00EB2185" w:rsidRDefault="00EB2185" w:rsidP="00EB2185">
            <w:pPr>
              <w:ind w:left="284" w:hanging="284"/>
              <w:jc w:val="left"/>
              <w:rPr>
                <w:rFonts w:ascii="Arial" w:hAnsi="Arial"/>
                <w:sz w:val="16"/>
              </w:rPr>
            </w:pPr>
          </w:p>
        </w:tc>
      </w:tr>
    </w:tbl>
    <w:p w:rsidR="00EB2185" w:rsidRDefault="00EB2185" w:rsidP="00EB2185"/>
    <w:p w:rsidR="00EB2185" w:rsidRDefault="00EB2185" w:rsidP="00EB2185"/>
    <w:p w:rsidR="00EB2185" w:rsidRDefault="00EB2185" w:rsidP="00EB2185">
      <w:pPr>
        <w:pStyle w:val="Titolo1"/>
        <w:keepNext w:val="0"/>
        <w:numPr>
          <w:ilvl w:val="0"/>
          <w:numId w:val="58"/>
        </w:numPr>
        <w:spacing w:after="360"/>
      </w:pPr>
      <w:bookmarkStart w:id="11" w:name="_Toc471215340"/>
      <w:bookmarkStart w:id="12" w:name="_Toc391907781"/>
      <w:r>
        <w:lastRenderedPageBreak/>
        <w:t>Nomi dei campi</w:t>
      </w:r>
      <w:bookmarkEnd w:id="11"/>
      <w:bookmarkEnd w:id="12"/>
    </w:p>
    <w:p w:rsidR="00EB2185" w:rsidRDefault="00EB2185" w:rsidP="00EB2185">
      <w:r>
        <w:t>Gli identificatori usati per i campi, sia nelle mappe sia nelle strutture dati, sono costruiti secondo la seguente convenzione:</w:t>
      </w:r>
    </w:p>
    <w:p w:rsidR="00EB2185" w:rsidRDefault="00EB2185" w:rsidP="00EB2185"/>
    <w:p w:rsidR="00EB2185" w:rsidRDefault="00EB2185" w:rsidP="00EB2185">
      <w:pPr>
        <w:jc w:val="center"/>
      </w:pPr>
      <w:r>
        <w:t>&lt;</w:t>
      </w:r>
      <w:r>
        <w:rPr>
          <w:smallCaps/>
        </w:rPr>
        <w:t>Tipo-campo</w:t>
      </w:r>
      <w:r>
        <w:t>&gt; &lt;</w:t>
      </w:r>
      <w:r>
        <w:rPr>
          <w:smallCaps/>
        </w:rPr>
        <w:t>Primo-Identificatore-campo</w:t>
      </w:r>
      <w:r>
        <w:t>&gt; &lt;</w:t>
      </w:r>
      <w:r>
        <w:rPr>
          <w:smallCaps/>
        </w:rPr>
        <w:t>Secondo-Identificatore-campo</w:t>
      </w:r>
      <w:r>
        <w:t>&gt;</w:t>
      </w:r>
    </w:p>
    <w:p w:rsidR="00EB2185" w:rsidRDefault="00EB2185" w:rsidP="00EB2185"/>
    <w:p w:rsidR="00EB2185" w:rsidRDefault="00EB2185" w:rsidP="00EB2185">
      <w:r>
        <w:t>dove:</w:t>
      </w:r>
    </w:p>
    <w:p w:rsidR="00EB2185" w:rsidRDefault="00EB2185" w:rsidP="00EB2185"/>
    <w:tbl>
      <w:tblPr>
        <w:tblW w:w="0" w:type="auto"/>
        <w:tblInd w:w="567" w:type="dxa"/>
        <w:tblBorders>
          <w:top w:val="single" w:sz="2" w:space="0" w:color="FFFF00"/>
          <w:left w:val="single" w:sz="2" w:space="0" w:color="FFFF00"/>
          <w:bottom w:val="single" w:sz="2" w:space="0" w:color="FFFF00"/>
          <w:right w:val="single" w:sz="2" w:space="0" w:color="FFFF00"/>
          <w:insideH w:val="single" w:sz="6" w:space="0" w:color="FFFF00"/>
          <w:insideV w:val="single" w:sz="6" w:space="0" w:color="FFFF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237"/>
      </w:tblGrid>
      <w:tr w:rsidR="00EB2185" w:rsidTr="00EB2185">
        <w:trPr>
          <w:cantSplit/>
        </w:trPr>
        <w:tc>
          <w:tcPr>
            <w:tcW w:w="2835" w:type="dxa"/>
          </w:tcPr>
          <w:p w:rsidR="00EB2185" w:rsidRDefault="00EB2185" w:rsidP="00EB2185">
            <w:pPr>
              <w:jc w:val="left"/>
              <w:rPr>
                <w:smallCaps/>
              </w:rPr>
            </w:pPr>
            <w:r>
              <w:rPr>
                <w:smallCaps/>
              </w:rPr>
              <w:t>Tipo-Campo</w:t>
            </w:r>
          </w:p>
        </w:tc>
        <w:tc>
          <w:tcPr>
            <w:tcW w:w="6237" w:type="dxa"/>
          </w:tcPr>
          <w:p w:rsidR="00EB2185" w:rsidRDefault="00EB2185" w:rsidP="00EB2185">
            <w:pPr>
              <w:keepLines/>
              <w:tabs>
                <w:tab w:val="left" w:pos="284"/>
                <w:tab w:val="left" w:pos="6805"/>
              </w:tabs>
              <w:jc w:val="left"/>
            </w:pPr>
            <w:r>
              <w:t>1 carattere alfanumerico, secondo l'elenco seguente</w:t>
            </w:r>
          </w:p>
          <w:p w:rsidR="00EB2185" w:rsidRDefault="00EB2185" w:rsidP="00EB2185">
            <w:pPr>
              <w:keepLines/>
              <w:tabs>
                <w:tab w:val="left" w:pos="284"/>
                <w:tab w:val="left" w:pos="6805"/>
              </w:tabs>
              <w:jc w:val="left"/>
            </w:pP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I</w:t>
            </w:r>
            <w:r>
              <w:tab/>
              <w:t>importi\controvalori\cambi\parità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Z</w:t>
            </w:r>
            <w:r>
              <w:tab/>
              <w:t>prezzi (Unix)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C</w:t>
            </w:r>
            <w:r>
              <w:tab/>
              <w:t>codici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N</w:t>
            </w:r>
            <w:r>
              <w:tab/>
              <w:t>numeri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X</w:t>
            </w:r>
            <w:r>
              <w:tab/>
              <w:t>descrizioni \ nomi \ indirizzi \ note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D</w:t>
            </w:r>
            <w:r>
              <w:tab/>
              <w:t>date \ periodi \ durate \ giorni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Q</w:t>
            </w:r>
            <w:r>
              <w:tab/>
              <w:t>quantità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S</w:t>
            </w:r>
            <w:r>
              <w:tab/>
            </w:r>
            <w:proofErr w:type="spellStart"/>
            <w:r>
              <w:t>flags</w:t>
            </w:r>
            <w:proofErr w:type="spellEnd"/>
            <w:r>
              <w:t xml:space="preserve"> \ indicatori \ segnali \ </w:t>
            </w:r>
            <w:proofErr w:type="spellStart"/>
            <w:r>
              <w:t>flag</w:t>
            </w:r>
            <w:proofErr w:type="spellEnd"/>
            <w:r>
              <w:t xml:space="preserve"> di riga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  <w:rPr>
                <w:b/>
              </w:rPr>
            </w:pPr>
            <w:r>
              <w:rPr>
                <w:b/>
              </w:rPr>
              <w:t xml:space="preserve">W  </w:t>
            </w:r>
            <w:r>
              <w:t>tipo Unix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P</w:t>
            </w:r>
            <w:r>
              <w:tab/>
              <w:t>percentuali \ tassi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T</w:t>
            </w:r>
            <w:r>
              <w:tab/>
              <w:t>tabella \ gruppi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E</w:t>
            </w:r>
            <w:r>
              <w:tab/>
              <w:t>elementi di tabella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A</w:t>
            </w:r>
            <w:r>
              <w:tab/>
              <w:t>Anno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M</w:t>
            </w:r>
            <w:r>
              <w:tab/>
              <w:t>Mese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G</w:t>
            </w:r>
            <w:r>
              <w:tab/>
              <w:t>Giorno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K</w:t>
            </w:r>
            <w:r>
              <w:tab/>
              <w:t>chiave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O</w:t>
            </w:r>
            <w:r>
              <w:tab/>
              <w:t>Ora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  <w:rPr>
                <w:b/>
              </w:rPr>
            </w:pPr>
            <w:r>
              <w:rPr>
                <w:b/>
              </w:rPr>
              <w:t xml:space="preserve">J </w:t>
            </w:r>
            <w:r>
              <w:t>progressivo \ seriale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>R</w:t>
            </w:r>
            <w:r>
              <w:tab/>
              <w:t>ripetizione di un campo già definito</w:t>
            </w:r>
          </w:p>
          <w:p w:rsidR="00EB2185" w:rsidRDefault="00EB2185" w:rsidP="00EB2185">
            <w:pPr>
              <w:keepLines/>
              <w:tabs>
                <w:tab w:val="left" w:pos="567"/>
                <w:tab w:val="left" w:pos="6805"/>
              </w:tabs>
              <w:ind w:left="284"/>
              <w:jc w:val="left"/>
            </w:pPr>
            <w:r>
              <w:rPr>
                <w:b/>
              </w:rPr>
              <w:t xml:space="preserve">F  </w:t>
            </w:r>
            <w:r>
              <w:t xml:space="preserve"> </w:t>
            </w:r>
            <w:proofErr w:type="spellStart"/>
            <w:r>
              <w:t>flags</w:t>
            </w:r>
            <w:proofErr w:type="spellEnd"/>
            <w:r>
              <w:t xml:space="preserve"> (Unix)</w:t>
            </w:r>
          </w:p>
          <w:p w:rsidR="00EB2185" w:rsidRDefault="00EB2185" w:rsidP="00EB2185">
            <w:pPr>
              <w:tabs>
                <w:tab w:val="left" w:pos="284"/>
              </w:tabs>
              <w:jc w:val="left"/>
            </w:pPr>
            <w:r>
              <w:t xml:space="preserve">    </w:t>
            </w:r>
            <w:r>
              <w:rPr>
                <w:b/>
              </w:rPr>
              <w:t xml:space="preserve">H </w:t>
            </w:r>
            <w:r>
              <w:t xml:space="preserve"> durata tempo (Unix)</w:t>
            </w:r>
          </w:p>
        </w:tc>
      </w:tr>
      <w:tr w:rsidR="00EB2185" w:rsidTr="00EB2185">
        <w:trPr>
          <w:cantSplit/>
        </w:trPr>
        <w:tc>
          <w:tcPr>
            <w:tcW w:w="2835" w:type="dxa"/>
          </w:tcPr>
          <w:p w:rsidR="00EB2185" w:rsidRDefault="00EB2185" w:rsidP="00EB2185">
            <w:pPr>
              <w:jc w:val="left"/>
              <w:rPr>
                <w:smallCaps/>
              </w:rPr>
            </w:pPr>
            <w:r>
              <w:rPr>
                <w:smallCaps/>
              </w:rPr>
              <w:t>Primo-Id-campo</w:t>
            </w:r>
          </w:p>
        </w:tc>
        <w:tc>
          <w:tcPr>
            <w:tcW w:w="6237" w:type="dxa"/>
          </w:tcPr>
          <w:p w:rsidR="00EB2185" w:rsidRDefault="00EB2185" w:rsidP="00EB2185">
            <w:pPr>
              <w:keepLines/>
              <w:tabs>
                <w:tab w:val="left" w:pos="284"/>
                <w:tab w:val="left" w:pos="6805"/>
              </w:tabs>
              <w:jc w:val="left"/>
            </w:pPr>
            <w:r>
              <w:t>3 caratteri alfanumerici, secondo l'elenco riportato nel capitolo seguente</w:t>
            </w:r>
          </w:p>
          <w:p w:rsidR="00EB2185" w:rsidRDefault="00EB2185" w:rsidP="00EB2185">
            <w:pPr>
              <w:keepLines/>
              <w:tabs>
                <w:tab w:val="left" w:pos="284"/>
                <w:tab w:val="left" w:pos="6805"/>
              </w:tabs>
              <w:jc w:val="left"/>
            </w:pPr>
          </w:p>
        </w:tc>
      </w:tr>
      <w:tr w:rsidR="00EB2185" w:rsidTr="00EB2185">
        <w:trPr>
          <w:cantSplit/>
        </w:trPr>
        <w:tc>
          <w:tcPr>
            <w:tcW w:w="2835" w:type="dxa"/>
          </w:tcPr>
          <w:p w:rsidR="00EB2185" w:rsidRDefault="00EB2185" w:rsidP="00EB2185">
            <w:pPr>
              <w:jc w:val="left"/>
              <w:rPr>
                <w:smallCaps/>
              </w:rPr>
            </w:pPr>
            <w:r>
              <w:rPr>
                <w:smallCaps/>
              </w:rPr>
              <w:t>Secondo-Id-campo</w:t>
            </w:r>
          </w:p>
        </w:tc>
        <w:tc>
          <w:tcPr>
            <w:tcW w:w="6237" w:type="dxa"/>
          </w:tcPr>
          <w:p w:rsidR="00EB2185" w:rsidRDefault="00EB2185" w:rsidP="00EB2185">
            <w:pPr>
              <w:keepLines/>
              <w:tabs>
                <w:tab w:val="left" w:pos="284"/>
                <w:tab w:val="left" w:pos="6805"/>
              </w:tabs>
              <w:jc w:val="left"/>
            </w:pPr>
            <w:r>
              <w:t>3 caratteri alfanumerici, secondo l'elenco riportato nel capitolo seguente</w:t>
            </w:r>
          </w:p>
          <w:p w:rsidR="00EB2185" w:rsidRDefault="00EB2185" w:rsidP="00EB2185">
            <w:pPr>
              <w:keepLines/>
              <w:tabs>
                <w:tab w:val="left" w:pos="284"/>
                <w:tab w:val="left" w:pos="6805"/>
              </w:tabs>
              <w:jc w:val="left"/>
            </w:pPr>
          </w:p>
        </w:tc>
      </w:tr>
    </w:tbl>
    <w:p w:rsidR="00EB2185" w:rsidRDefault="00EB2185" w:rsidP="00EB2185"/>
    <w:p w:rsidR="00EB2185" w:rsidRDefault="00EB2185" w:rsidP="00EB2185">
      <w:pPr>
        <w:pStyle w:val="Titolo2"/>
        <w:keepNext w:val="0"/>
        <w:numPr>
          <w:ilvl w:val="1"/>
          <w:numId w:val="58"/>
        </w:numPr>
        <w:spacing w:before="600" w:after="240"/>
      </w:pPr>
      <w:r>
        <w:br w:type="page"/>
      </w:r>
      <w:bookmarkStart w:id="13" w:name="_Toc471215341"/>
      <w:bookmarkStart w:id="14" w:name="_Toc509999023"/>
      <w:bookmarkStart w:id="15" w:name="_Toc391907782"/>
      <w:r>
        <w:lastRenderedPageBreak/>
        <w:t>Identificatori di campo</w:t>
      </w:r>
      <w:bookmarkEnd w:id="13"/>
      <w:bookmarkEnd w:id="14"/>
      <w:bookmarkEnd w:id="15"/>
    </w:p>
    <w:p w:rsidR="00EB2185" w:rsidRDefault="00EB2185" w:rsidP="00EB2185">
      <w:r>
        <w:t>Per cercare di rendere il più uniforme e coerente possibile la notazione impiegata, sono adottate le seguenti convenzioni per le abbreviazioni degli identificatori dei campi:</w:t>
      </w:r>
    </w:p>
    <w:p w:rsidR="00EB2185" w:rsidRDefault="00EB2185" w:rsidP="00EB2185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"/>
        <w:gridCol w:w="8783"/>
      </w:tblGrid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000</w:t>
            </w:r>
          </w:p>
        </w:tc>
        <w:tc>
          <w:tcPr>
            <w:tcW w:w="8783" w:type="dxa"/>
          </w:tcPr>
          <w:p w:rsidR="00EB2185" w:rsidRDefault="00EB2185" w:rsidP="00EB2185">
            <w:pPr>
              <w:pStyle w:val="Indice1"/>
            </w:pPr>
            <w:r>
              <w:t>Indicatori Numerici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AAG</w:t>
            </w:r>
          </w:p>
        </w:tc>
        <w:tc>
          <w:tcPr>
            <w:tcW w:w="8783" w:type="dxa"/>
          </w:tcPr>
          <w:p w:rsidR="00EB2185" w:rsidRDefault="00EB2185" w:rsidP="00EB2185">
            <w:r>
              <w:t>Anagrafica aggiuntiva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ABI</w:t>
            </w:r>
          </w:p>
        </w:tc>
        <w:tc>
          <w:tcPr>
            <w:tcW w:w="8783" w:type="dxa"/>
          </w:tcPr>
          <w:p w:rsidR="00EB2185" w:rsidRDefault="00EB2185" w:rsidP="00EB2185">
            <w:r>
              <w:t>ABI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ABL</w:t>
            </w:r>
          </w:p>
        </w:tc>
        <w:tc>
          <w:tcPr>
            <w:tcW w:w="8783" w:type="dxa"/>
          </w:tcPr>
          <w:p w:rsidR="00EB2185" w:rsidRDefault="00EB2185" w:rsidP="00EB2185">
            <w:r>
              <w:t>Abilitazione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ABN</w:t>
            </w:r>
          </w:p>
        </w:tc>
        <w:tc>
          <w:tcPr>
            <w:tcW w:w="8783" w:type="dxa"/>
          </w:tcPr>
          <w:p w:rsidR="00EB2185" w:rsidRDefault="00EB2185" w:rsidP="00EB2185">
            <w:r>
              <w:t>ABEND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ACA</w:t>
            </w:r>
          </w:p>
        </w:tc>
        <w:tc>
          <w:tcPr>
            <w:tcW w:w="8783" w:type="dxa"/>
          </w:tcPr>
          <w:p w:rsidR="00EB2185" w:rsidRDefault="00EB2185" w:rsidP="00EB2185">
            <w:r>
              <w:t>Accensione Automatica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ACC</w:t>
            </w:r>
          </w:p>
        </w:tc>
        <w:tc>
          <w:tcPr>
            <w:tcW w:w="8783" w:type="dxa"/>
          </w:tcPr>
          <w:p w:rsidR="00EB2185" w:rsidRDefault="00EB2185" w:rsidP="00EB2185">
            <w:r>
              <w:t xml:space="preserve">Accredito / Acceso / Accordato / Accertato / Accesso / Accettato 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r>
              <w:t>ACL</w:t>
            </w:r>
          </w:p>
        </w:tc>
        <w:tc>
          <w:tcPr>
            <w:tcW w:w="8783" w:type="dxa"/>
          </w:tcPr>
          <w:p w:rsidR="00EB2185" w:rsidRDefault="00EB2185" w:rsidP="00EB2185">
            <w:r>
              <w:t>Accelerato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t>ACN</w:t>
            </w:r>
          </w:p>
        </w:tc>
        <w:tc>
          <w:tcPr>
            <w:tcW w:w="8783" w:type="dxa"/>
          </w:tcPr>
          <w:p w:rsidR="00EB2185" w:rsidRDefault="00EB2185" w:rsidP="00EB2185">
            <w:r>
              <w:t>Acconto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ACQ</w:t>
            </w:r>
          </w:p>
        </w:tc>
        <w:tc>
          <w:tcPr>
            <w:tcW w:w="8783" w:type="dxa"/>
          </w:tcPr>
          <w:p w:rsidR="00EB2185" w:rsidRDefault="00EB2185" w:rsidP="00EB2185">
            <w:r>
              <w:t>Acquisti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ACT</w:t>
            </w:r>
          </w:p>
        </w:tc>
        <w:tc>
          <w:tcPr>
            <w:tcW w:w="8783" w:type="dxa"/>
          </w:tcPr>
          <w:p w:rsidR="00EB2185" w:rsidRDefault="00EB2185" w:rsidP="00EB2185">
            <w:r>
              <w:t>Attivo / Attivato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ADD</w:t>
            </w:r>
          </w:p>
        </w:tc>
        <w:tc>
          <w:tcPr>
            <w:tcW w:w="8783" w:type="dxa"/>
          </w:tcPr>
          <w:p w:rsidR="00EB2185" w:rsidRDefault="00EB2185" w:rsidP="00EB2185">
            <w:r>
              <w:t>Addebito / Addetto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AFF</w:t>
            </w:r>
          </w:p>
        </w:tc>
        <w:tc>
          <w:tcPr>
            <w:tcW w:w="8783" w:type="dxa"/>
          </w:tcPr>
          <w:p w:rsidR="00EB2185" w:rsidRDefault="00EB2185" w:rsidP="00EB2185">
            <w:r>
              <w:t>Affidato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AGE</w:t>
            </w:r>
          </w:p>
        </w:tc>
        <w:tc>
          <w:tcPr>
            <w:tcW w:w="8783" w:type="dxa"/>
          </w:tcPr>
          <w:p w:rsidR="00EB2185" w:rsidRDefault="00EB2185" w:rsidP="00EB2185">
            <w:r>
              <w:t>Agente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AGG</w:t>
            </w:r>
          </w:p>
        </w:tc>
        <w:tc>
          <w:tcPr>
            <w:tcW w:w="8783" w:type="dxa"/>
          </w:tcPr>
          <w:p w:rsidR="00EB2185" w:rsidRDefault="00EB2185" w:rsidP="00EB2185">
            <w:r>
              <w:t>Aggiornare / Agenzia / Agganciato / Aggancio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AGV</w:t>
            </w:r>
          </w:p>
        </w:tc>
        <w:tc>
          <w:tcPr>
            <w:tcW w:w="8783" w:type="dxa"/>
          </w:tcPr>
          <w:p w:rsidR="00EB2185" w:rsidRDefault="00EB2185" w:rsidP="00EB2185">
            <w:r>
              <w:t>Aggiuntivo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ALF</w:t>
            </w:r>
          </w:p>
        </w:tc>
        <w:tc>
          <w:tcPr>
            <w:tcW w:w="8783" w:type="dxa"/>
          </w:tcPr>
          <w:p w:rsidR="00EB2185" w:rsidRDefault="00EB2185" w:rsidP="00EB2185">
            <w:r>
              <w:t>Alfanumerico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ALI</w:t>
            </w:r>
          </w:p>
        </w:tc>
        <w:tc>
          <w:tcPr>
            <w:tcW w:w="8783" w:type="dxa"/>
          </w:tcPr>
          <w:p w:rsidR="00EB2185" w:rsidRDefault="00EB2185" w:rsidP="00EB2185">
            <w:r>
              <w:t>Aliquota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r>
              <w:t>ALL</w:t>
            </w:r>
          </w:p>
        </w:tc>
        <w:tc>
          <w:tcPr>
            <w:tcW w:w="8783" w:type="dxa"/>
          </w:tcPr>
          <w:p w:rsidR="00EB2185" w:rsidRDefault="00EB2185" w:rsidP="00EB2185">
            <w:r>
              <w:t>Allegato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ALT</w:t>
            </w:r>
          </w:p>
        </w:tc>
        <w:tc>
          <w:tcPr>
            <w:tcW w:w="8783" w:type="dxa"/>
          </w:tcPr>
          <w:p w:rsidR="00EB2185" w:rsidRDefault="00EB2185" w:rsidP="00EB2185">
            <w:r>
              <w:t>Alternativo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AMM</w:t>
            </w:r>
          </w:p>
        </w:tc>
        <w:tc>
          <w:tcPr>
            <w:tcW w:w="8783" w:type="dxa"/>
          </w:tcPr>
          <w:p w:rsidR="00EB2185" w:rsidRDefault="00EB2185" w:rsidP="00EB2185">
            <w:r>
              <w:t>Amministrazione / Ammortamento / Ammontare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ANA</w:t>
            </w:r>
          </w:p>
        </w:tc>
        <w:tc>
          <w:tcPr>
            <w:tcW w:w="8783" w:type="dxa"/>
          </w:tcPr>
          <w:p w:rsidR="00EB2185" w:rsidRDefault="00EB2185" w:rsidP="00EB2185">
            <w:r>
              <w:t>Anagrafica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ANG</w:t>
            </w:r>
          </w:p>
        </w:tc>
        <w:tc>
          <w:tcPr>
            <w:tcW w:w="8783" w:type="dxa"/>
          </w:tcPr>
          <w:p w:rsidR="00EB2185" w:rsidRDefault="00EB2185" w:rsidP="00EB2185">
            <w:r>
              <w:t>Anagrafe Generale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ANL</w:t>
            </w:r>
          </w:p>
        </w:tc>
        <w:tc>
          <w:tcPr>
            <w:tcW w:w="8783" w:type="dxa"/>
          </w:tcPr>
          <w:p w:rsidR="00EB2185" w:rsidRDefault="00EB2185" w:rsidP="00EB2185">
            <w:r>
              <w:t>Analisi / Analitico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ANN</w:t>
            </w:r>
          </w:p>
        </w:tc>
        <w:tc>
          <w:tcPr>
            <w:tcW w:w="8783" w:type="dxa"/>
          </w:tcPr>
          <w:p w:rsidR="00EB2185" w:rsidRDefault="00EB2185" w:rsidP="00EB2185">
            <w:r>
              <w:t>Annullamento / Anno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ANO</w:t>
            </w:r>
          </w:p>
        </w:tc>
        <w:tc>
          <w:tcPr>
            <w:tcW w:w="8783" w:type="dxa"/>
          </w:tcPr>
          <w:p w:rsidR="00EB2185" w:rsidRDefault="00EB2185" w:rsidP="00EB2185">
            <w:r>
              <w:t>Anomala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ANT</w:t>
            </w:r>
          </w:p>
        </w:tc>
        <w:tc>
          <w:tcPr>
            <w:tcW w:w="8783" w:type="dxa"/>
          </w:tcPr>
          <w:p w:rsidR="00EB2185" w:rsidRDefault="00EB2185" w:rsidP="00EB2185">
            <w:r>
              <w:t>Anticipazione / Ante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APE</w:t>
            </w:r>
          </w:p>
        </w:tc>
        <w:tc>
          <w:tcPr>
            <w:tcW w:w="8783" w:type="dxa"/>
          </w:tcPr>
          <w:p w:rsidR="00EB2185" w:rsidRDefault="00EB2185" w:rsidP="00EB2185">
            <w:r>
              <w:t>Aperti / Apertura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APP</w:t>
            </w:r>
          </w:p>
        </w:tc>
        <w:tc>
          <w:tcPr>
            <w:tcW w:w="8783" w:type="dxa"/>
          </w:tcPr>
          <w:p w:rsidR="00EB2185" w:rsidRDefault="00EB2185" w:rsidP="00EB2185">
            <w:r>
              <w:t>Appoggio / Appartenenza / Applicata / Applicazione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APR</w:t>
            </w:r>
          </w:p>
        </w:tc>
        <w:tc>
          <w:tcPr>
            <w:tcW w:w="8783" w:type="dxa"/>
          </w:tcPr>
          <w:p w:rsidR="00EB2185" w:rsidRDefault="00EB2185" w:rsidP="00EB2185">
            <w:r>
              <w:t>Approvvigionamento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APV</w:t>
            </w:r>
          </w:p>
        </w:tc>
        <w:tc>
          <w:tcPr>
            <w:tcW w:w="8783" w:type="dxa"/>
          </w:tcPr>
          <w:p w:rsidR="00EB2185" w:rsidRDefault="00EB2185" w:rsidP="00EB2185">
            <w:r>
              <w:t>Approvazione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ARC</w:t>
            </w:r>
          </w:p>
        </w:tc>
        <w:tc>
          <w:tcPr>
            <w:tcW w:w="8783" w:type="dxa"/>
          </w:tcPr>
          <w:p w:rsidR="00EB2185" w:rsidRDefault="00EB2185" w:rsidP="00EB2185">
            <w:r>
              <w:t>Archivio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ARE</w:t>
            </w:r>
          </w:p>
        </w:tc>
        <w:tc>
          <w:tcPr>
            <w:tcW w:w="8783" w:type="dxa"/>
          </w:tcPr>
          <w:p w:rsidR="00EB2185" w:rsidRDefault="00EB2185" w:rsidP="00EB2185">
            <w:r>
              <w:t>Area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ARG</w:t>
            </w:r>
          </w:p>
        </w:tc>
        <w:tc>
          <w:tcPr>
            <w:tcW w:w="8783" w:type="dxa"/>
          </w:tcPr>
          <w:p w:rsidR="00EB2185" w:rsidRDefault="00EB2185" w:rsidP="00EB2185">
            <w:r>
              <w:t>Argomento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ARR</w:t>
            </w:r>
          </w:p>
        </w:tc>
        <w:tc>
          <w:tcPr>
            <w:tcW w:w="8783" w:type="dxa"/>
          </w:tcPr>
          <w:p w:rsidR="00EB2185" w:rsidRDefault="00EB2185" w:rsidP="00EB2185">
            <w:r>
              <w:t>Arrotondamento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ART</w:t>
            </w:r>
          </w:p>
        </w:tc>
        <w:tc>
          <w:tcPr>
            <w:tcW w:w="8783" w:type="dxa"/>
          </w:tcPr>
          <w:p w:rsidR="00EB2185" w:rsidRDefault="00EB2185" w:rsidP="00EB2185">
            <w:r>
              <w:t>Articolo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ASS</w:t>
            </w:r>
          </w:p>
        </w:tc>
        <w:tc>
          <w:tcPr>
            <w:tcW w:w="8783" w:type="dxa"/>
          </w:tcPr>
          <w:p w:rsidR="00EB2185" w:rsidRDefault="00EB2185" w:rsidP="00EB2185">
            <w:r>
              <w:t>Assegno / Associato / Assegnato / Assemblea / Assunzione / Assoggettamento / Assemblaggio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AST</w:t>
            </w:r>
          </w:p>
        </w:tc>
        <w:tc>
          <w:tcPr>
            <w:tcW w:w="8783" w:type="dxa"/>
          </w:tcPr>
          <w:p w:rsidR="00EB2185" w:rsidRDefault="00EB2185" w:rsidP="00EB2185">
            <w:r>
              <w:t>Asta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ATE</w:t>
            </w:r>
          </w:p>
        </w:tc>
        <w:tc>
          <w:tcPr>
            <w:tcW w:w="8783" w:type="dxa"/>
          </w:tcPr>
          <w:p w:rsidR="00EB2185" w:rsidRDefault="00EB2185" w:rsidP="00EB2185">
            <w:r>
              <w:t>Attività Economica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ATN</w:t>
            </w:r>
          </w:p>
        </w:tc>
        <w:tc>
          <w:tcPr>
            <w:tcW w:w="8783" w:type="dxa"/>
          </w:tcPr>
          <w:p w:rsidR="00EB2185" w:rsidRDefault="00EB2185" w:rsidP="00EB2185">
            <w:r>
              <w:t>Attenzione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ATR</w:t>
            </w:r>
          </w:p>
        </w:tc>
        <w:tc>
          <w:tcPr>
            <w:tcW w:w="8783" w:type="dxa"/>
          </w:tcPr>
          <w:p w:rsidR="00EB2185" w:rsidRDefault="00EB2185" w:rsidP="00EB2185">
            <w:r>
              <w:t>Attributo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ATS</w:t>
            </w:r>
          </w:p>
        </w:tc>
        <w:tc>
          <w:tcPr>
            <w:tcW w:w="8783" w:type="dxa"/>
          </w:tcPr>
          <w:p w:rsidR="00EB2185" w:rsidRDefault="00EB2185" w:rsidP="00EB2185">
            <w:r>
              <w:t>Attesa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ATT</w:t>
            </w:r>
          </w:p>
        </w:tc>
        <w:tc>
          <w:tcPr>
            <w:tcW w:w="8783" w:type="dxa"/>
          </w:tcPr>
          <w:p w:rsidR="00EB2185" w:rsidRDefault="00EB2185" w:rsidP="00EB2185">
            <w:r>
              <w:t>Attuale/Attivo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ATZ</w:t>
            </w:r>
          </w:p>
        </w:tc>
        <w:tc>
          <w:tcPr>
            <w:tcW w:w="8783" w:type="dxa"/>
          </w:tcPr>
          <w:p w:rsidR="00EB2185" w:rsidRDefault="00EB2185" w:rsidP="00EB2185">
            <w:r>
              <w:t>Attrezzaggio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AUC</w:t>
            </w:r>
          </w:p>
        </w:tc>
        <w:tc>
          <w:tcPr>
            <w:tcW w:w="8783" w:type="dxa"/>
          </w:tcPr>
          <w:p w:rsidR="00EB2185" w:rsidRDefault="00EB2185" w:rsidP="00EB2185">
            <w:r>
              <w:t>Aumento Di Capitale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AUT</w:t>
            </w:r>
          </w:p>
        </w:tc>
        <w:tc>
          <w:tcPr>
            <w:tcW w:w="8783" w:type="dxa"/>
          </w:tcPr>
          <w:p w:rsidR="00EB2185" w:rsidRDefault="00EB2185" w:rsidP="00EB2185">
            <w:r>
              <w:t>Autorizzazione / Automatico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lastRenderedPageBreak/>
              <w:t>AVA</w:t>
            </w:r>
          </w:p>
        </w:tc>
        <w:tc>
          <w:tcPr>
            <w:tcW w:w="8783" w:type="dxa"/>
          </w:tcPr>
          <w:p w:rsidR="00EB2185" w:rsidRDefault="00EB2185" w:rsidP="00EB2185">
            <w:r>
              <w:t>Avanzo / Avanzamento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AVR</w:t>
            </w:r>
          </w:p>
        </w:tc>
        <w:tc>
          <w:tcPr>
            <w:tcW w:w="8783" w:type="dxa"/>
          </w:tcPr>
          <w:p w:rsidR="00EB2185" w:rsidRDefault="00EB2185" w:rsidP="00EB2185">
            <w:r>
              <w:t>Avere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AVV</w:t>
            </w:r>
          </w:p>
        </w:tc>
        <w:tc>
          <w:tcPr>
            <w:tcW w:w="8783" w:type="dxa"/>
          </w:tcPr>
          <w:p w:rsidR="00EB2185" w:rsidRDefault="00EB2185" w:rsidP="00EB2185">
            <w:r>
              <w:t>Avviso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AZI</w:t>
            </w:r>
          </w:p>
        </w:tc>
        <w:tc>
          <w:tcPr>
            <w:tcW w:w="8783" w:type="dxa"/>
          </w:tcPr>
          <w:p w:rsidR="00EB2185" w:rsidRDefault="00EB2185" w:rsidP="00EB2185">
            <w:r>
              <w:t>Azioni / Azionario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BAP</w:t>
            </w:r>
          </w:p>
        </w:tc>
        <w:tc>
          <w:tcPr>
            <w:tcW w:w="8783" w:type="dxa"/>
          </w:tcPr>
          <w:p w:rsidR="00EB2185" w:rsidRDefault="00EB2185" w:rsidP="00EB2185">
            <w:r>
              <w:t>Banca d'appoggio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BAS</w:t>
            </w:r>
          </w:p>
        </w:tc>
        <w:tc>
          <w:tcPr>
            <w:tcW w:w="8783" w:type="dxa"/>
          </w:tcPr>
          <w:p w:rsidR="00EB2185" w:rsidRDefault="00EB2185" w:rsidP="00EB2185">
            <w:r>
              <w:t>Base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BAT</w:t>
            </w:r>
          </w:p>
        </w:tc>
        <w:tc>
          <w:tcPr>
            <w:tcW w:w="8783" w:type="dxa"/>
          </w:tcPr>
          <w:p w:rsidR="00EB2185" w:rsidRDefault="00EB2185" w:rsidP="00EB2185">
            <w:r>
              <w:t>BATCH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BCA</w:t>
            </w:r>
          </w:p>
        </w:tc>
        <w:tc>
          <w:tcPr>
            <w:tcW w:w="8783" w:type="dxa"/>
          </w:tcPr>
          <w:p w:rsidR="00EB2185" w:rsidRDefault="00EB2185" w:rsidP="00EB2185">
            <w:r>
              <w:t>Banca/Bancario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BCR</w:t>
            </w:r>
          </w:p>
        </w:tc>
        <w:tc>
          <w:tcPr>
            <w:tcW w:w="8783" w:type="dxa"/>
          </w:tcPr>
          <w:p w:rsidR="00EB2185" w:rsidRDefault="00EB2185" w:rsidP="00EB2185">
            <w:r>
              <w:t>Banca Di Regolamento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BEN</w:t>
            </w:r>
          </w:p>
        </w:tc>
        <w:tc>
          <w:tcPr>
            <w:tcW w:w="8783" w:type="dxa"/>
          </w:tcPr>
          <w:p w:rsidR="00EB2185" w:rsidRDefault="00EB2185" w:rsidP="00EB2185">
            <w:r>
              <w:t>Benestare / Beneficiario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r>
              <w:t xml:space="preserve">BIA </w:t>
            </w:r>
          </w:p>
        </w:tc>
        <w:tc>
          <w:tcPr>
            <w:tcW w:w="8783" w:type="dxa"/>
          </w:tcPr>
          <w:p w:rsidR="00EB2185" w:rsidRDefault="00EB2185" w:rsidP="00EB2185">
            <w:r>
              <w:t>Bianco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BIF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Bifestivo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BIL</w:t>
            </w:r>
          </w:p>
        </w:tc>
        <w:tc>
          <w:tcPr>
            <w:tcW w:w="8783" w:type="dxa"/>
          </w:tcPr>
          <w:p w:rsidR="00EB2185" w:rsidRDefault="00EB2185" w:rsidP="00EB2185">
            <w:r>
              <w:t>Bilancio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BIS</w:t>
            </w:r>
          </w:p>
        </w:tc>
        <w:tc>
          <w:tcPr>
            <w:tcW w:w="8783" w:type="dxa"/>
          </w:tcPr>
          <w:p w:rsidR="00EB2185" w:rsidRDefault="00EB2185" w:rsidP="00EB2185">
            <w:r>
              <w:t>Bisestile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BIT</w:t>
            </w:r>
          </w:p>
        </w:tc>
        <w:tc>
          <w:tcPr>
            <w:tcW w:w="8783" w:type="dxa"/>
          </w:tcPr>
          <w:p w:rsidR="00EB2185" w:rsidRDefault="00EB2185" w:rsidP="00EB2185">
            <w:r>
              <w:t>Banca d'Italia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BLI</w:t>
            </w:r>
          </w:p>
        </w:tc>
        <w:tc>
          <w:tcPr>
            <w:tcW w:w="8783" w:type="dxa"/>
          </w:tcPr>
          <w:p w:rsidR="00EB2185" w:rsidRDefault="00EB2185" w:rsidP="00EB2185">
            <w:r>
              <w:t>BL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BLL</w:t>
            </w:r>
          </w:p>
        </w:tc>
        <w:tc>
          <w:tcPr>
            <w:tcW w:w="8783" w:type="dxa"/>
          </w:tcPr>
          <w:p w:rsidR="00EB2185" w:rsidRDefault="00EB2185" w:rsidP="00EB2185">
            <w:r>
              <w:t>Bolli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BLO</w:t>
            </w:r>
          </w:p>
        </w:tc>
        <w:tc>
          <w:tcPr>
            <w:tcW w:w="8783" w:type="dxa"/>
          </w:tcPr>
          <w:p w:rsidR="00EB2185" w:rsidRDefault="00EB2185" w:rsidP="00EB2185">
            <w:r>
              <w:t>Blocco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BOL</w:t>
            </w:r>
          </w:p>
        </w:tc>
        <w:tc>
          <w:tcPr>
            <w:tcW w:w="8783" w:type="dxa"/>
          </w:tcPr>
          <w:p w:rsidR="00EB2185" w:rsidRDefault="00EB2185" w:rsidP="00EB2185">
            <w:r>
              <w:t>Bolletta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BON</w:t>
            </w:r>
          </w:p>
        </w:tc>
        <w:tc>
          <w:tcPr>
            <w:tcW w:w="8783" w:type="dxa"/>
          </w:tcPr>
          <w:p w:rsidR="00EB2185" w:rsidRDefault="00EB2185" w:rsidP="00EB2185">
            <w:r>
              <w:t>Bonifico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BOT</w:t>
            </w:r>
          </w:p>
        </w:tc>
        <w:tc>
          <w:tcPr>
            <w:tcW w:w="8783" w:type="dxa"/>
          </w:tcPr>
          <w:p w:rsidR="00EB2185" w:rsidRDefault="00EB2185" w:rsidP="00EB2185">
            <w:r>
              <w:t>Buoni Ordinari Del Tesoro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BSA</w:t>
            </w:r>
          </w:p>
        </w:tc>
        <w:tc>
          <w:tcPr>
            <w:tcW w:w="8783" w:type="dxa"/>
          </w:tcPr>
          <w:p w:rsidR="00EB2185" w:rsidRDefault="00EB2185" w:rsidP="00EB2185">
            <w:r>
              <w:t>Borsa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BTE</w:t>
            </w:r>
          </w:p>
        </w:tc>
        <w:tc>
          <w:tcPr>
            <w:tcW w:w="8783" w:type="dxa"/>
          </w:tcPr>
          <w:p w:rsidR="00EB2185" w:rsidRDefault="00EB2185" w:rsidP="00EB2185">
            <w:r>
              <w:t xml:space="preserve">Byte / Buoni Tesoro In </w:t>
            </w:r>
            <w:proofErr w:type="spellStart"/>
            <w:r>
              <w:t>Ecu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BTP</w:t>
            </w:r>
          </w:p>
        </w:tc>
        <w:tc>
          <w:tcPr>
            <w:tcW w:w="8783" w:type="dxa"/>
          </w:tcPr>
          <w:p w:rsidR="00EB2185" w:rsidRDefault="00EB2185" w:rsidP="00EB2185">
            <w:r>
              <w:t>Buoni Tesoro Poliennali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BUO</w:t>
            </w:r>
          </w:p>
        </w:tc>
        <w:tc>
          <w:tcPr>
            <w:tcW w:w="8783" w:type="dxa"/>
          </w:tcPr>
          <w:p w:rsidR="00EB2185" w:rsidRDefault="00EB2185" w:rsidP="00EB2185">
            <w:r>
              <w:t>Buoni / Buoni Cassa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BUS</w:t>
            </w:r>
          </w:p>
        </w:tc>
        <w:tc>
          <w:tcPr>
            <w:tcW w:w="8783" w:type="dxa"/>
          </w:tcPr>
          <w:p w:rsidR="00EB2185" w:rsidRDefault="00EB2185" w:rsidP="00EB2185">
            <w:r>
              <w:t>Busta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CAB</w:t>
            </w:r>
          </w:p>
        </w:tc>
        <w:tc>
          <w:tcPr>
            <w:tcW w:w="8783" w:type="dxa"/>
          </w:tcPr>
          <w:p w:rsidR="00EB2185" w:rsidRDefault="00EB2185" w:rsidP="00EB2185">
            <w:r>
              <w:t>CAB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CAF</w:t>
            </w:r>
          </w:p>
        </w:tc>
        <w:tc>
          <w:tcPr>
            <w:tcW w:w="8783" w:type="dxa"/>
          </w:tcPr>
          <w:p w:rsidR="00EB2185" w:rsidRDefault="00EB2185" w:rsidP="00EB2185">
            <w:r>
              <w:t>Capofila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CAI</w:t>
            </w:r>
          </w:p>
        </w:tc>
        <w:tc>
          <w:tcPr>
            <w:tcW w:w="8783" w:type="dxa"/>
          </w:tcPr>
          <w:p w:rsidR="00EB2185" w:rsidRDefault="00EB2185" w:rsidP="00EB2185">
            <w:r>
              <w:t>Cassa Incaricata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CAL</w:t>
            </w:r>
          </w:p>
        </w:tc>
        <w:tc>
          <w:tcPr>
            <w:tcW w:w="8783" w:type="dxa"/>
          </w:tcPr>
          <w:p w:rsidR="00EB2185" w:rsidRDefault="00EB2185" w:rsidP="00EB2185">
            <w:r>
              <w:t>Calcolo / Call / Calendario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CAN</w:t>
            </w:r>
          </w:p>
        </w:tc>
        <w:tc>
          <w:tcPr>
            <w:tcW w:w="8783" w:type="dxa"/>
          </w:tcPr>
          <w:p w:rsidR="00EB2185" w:rsidRDefault="00EB2185" w:rsidP="00EB2185">
            <w:r>
              <w:t>Cancellazione / Canone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CAM</w:t>
            </w:r>
          </w:p>
        </w:tc>
        <w:tc>
          <w:tcPr>
            <w:tcW w:w="8783" w:type="dxa"/>
          </w:tcPr>
          <w:p w:rsidR="00EB2185" w:rsidRDefault="00EB2185" w:rsidP="00EB2185">
            <w:r>
              <w:t>Cambio / Campo / Casa Madre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CAP</w:t>
            </w:r>
          </w:p>
        </w:tc>
        <w:tc>
          <w:tcPr>
            <w:tcW w:w="8783" w:type="dxa"/>
          </w:tcPr>
          <w:p w:rsidR="00EB2185" w:rsidRDefault="00EB2185" w:rsidP="00EB2185">
            <w:r>
              <w:t>C.A.P. / Capitolo / Capitale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CAR</w:t>
            </w:r>
          </w:p>
        </w:tc>
        <w:tc>
          <w:tcPr>
            <w:tcW w:w="8783" w:type="dxa"/>
          </w:tcPr>
          <w:p w:rsidR="00EB2185" w:rsidRDefault="00EB2185" w:rsidP="00EB2185">
            <w:r>
              <w:t>Carico / Cartella / Caratteristiche / Caricato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CAS</w:t>
            </w:r>
          </w:p>
        </w:tc>
        <w:tc>
          <w:tcPr>
            <w:tcW w:w="8783" w:type="dxa"/>
          </w:tcPr>
          <w:p w:rsidR="00EB2185" w:rsidRDefault="00EB2185" w:rsidP="00EB2185">
            <w:r>
              <w:t>Cassa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CAT</w:t>
            </w:r>
          </w:p>
        </w:tc>
        <w:tc>
          <w:tcPr>
            <w:tcW w:w="8783" w:type="dxa"/>
          </w:tcPr>
          <w:p w:rsidR="00EB2185" w:rsidRDefault="00EB2185" w:rsidP="00EB2185">
            <w:r>
              <w:t>Categoria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CAU</w:t>
            </w:r>
          </w:p>
        </w:tc>
        <w:tc>
          <w:tcPr>
            <w:tcW w:w="8783" w:type="dxa"/>
          </w:tcPr>
          <w:p w:rsidR="00EB2185" w:rsidRDefault="00EB2185" w:rsidP="00EB2185">
            <w:r>
              <w:t>Causale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CAV</w:t>
            </w:r>
          </w:p>
        </w:tc>
        <w:tc>
          <w:tcPr>
            <w:tcW w:w="8783" w:type="dxa"/>
          </w:tcPr>
          <w:p w:rsidR="00EB2185" w:rsidRDefault="00EB2185" w:rsidP="00EB2185">
            <w:r>
              <w:t>Caveau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CCP</w:t>
            </w:r>
          </w:p>
        </w:tc>
        <w:tc>
          <w:tcPr>
            <w:tcW w:w="8783" w:type="dxa"/>
          </w:tcPr>
          <w:p w:rsidR="00EB2185" w:rsidRDefault="00EB2185" w:rsidP="00EB2185">
            <w:r>
              <w:t>Conto Corrente Postale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rFonts w:ascii="Courier" w:hAnsi="Courier"/>
                <w:sz w:val="24"/>
              </w:rPr>
              <w:t>CCM</w:t>
            </w:r>
          </w:p>
        </w:tc>
        <w:tc>
          <w:tcPr>
            <w:tcW w:w="8783" w:type="dxa"/>
          </w:tcPr>
          <w:p w:rsidR="00EB2185" w:rsidRDefault="00EB2185" w:rsidP="00EB2185">
            <w:r>
              <w:t>Camera di Commercio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CCT</w:t>
            </w:r>
          </w:p>
        </w:tc>
        <w:tc>
          <w:tcPr>
            <w:tcW w:w="8783" w:type="dxa"/>
          </w:tcPr>
          <w:p w:rsidR="00EB2185" w:rsidRDefault="00EB2185" w:rsidP="00EB2185">
            <w:r>
              <w:t>Certificati Credito Del Tesoro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CDA</w:t>
            </w:r>
          </w:p>
        </w:tc>
        <w:tc>
          <w:tcPr>
            <w:tcW w:w="8783" w:type="dxa"/>
          </w:tcPr>
          <w:p w:rsidR="00EB2185" w:rsidRDefault="00EB2185" w:rsidP="00EB2185">
            <w:r>
              <w:t>Coda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CDE</w:t>
            </w:r>
          </w:p>
        </w:tc>
        <w:tc>
          <w:tcPr>
            <w:tcW w:w="8783" w:type="dxa"/>
          </w:tcPr>
          <w:p w:rsidR="00EB2185" w:rsidRDefault="00EB2185" w:rsidP="00EB2185">
            <w:r>
              <w:t>Certificati Di  Deposito Accelerato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CDG</w:t>
            </w:r>
          </w:p>
        </w:tc>
        <w:tc>
          <w:tcPr>
            <w:tcW w:w="8783" w:type="dxa"/>
          </w:tcPr>
          <w:p w:rsidR="00EB2185" w:rsidRDefault="00EB2185" w:rsidP="00EB2185">
            <w:r>
              <w:t>Codice Direzione Generale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CEB</w:t>
            </w:r>
          </w:p>
        </w:tc>
        <w:tc>
          <w:tcPr>
            <w:tcW w:w="8783" w:type="dxa"/>
          </w:tcPr>
          <w:p w:rsidR="00EB2185" w:rsidRDefault="00EB2185" w:rsidP="00EB2185">
            <w:r>
              <w:t>Centro Elaborazione Dati Borsa Valori Milano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CED</w:t>
            </w:r>
          </w:p>
        </w:tc>
        <w:tc>
          <w:tcPr>
            <w:tcW w:w="8783" w:type="dxa"/>
          </w:tcPr>
          <w:p w:rsidR="00EB2185" w:rsidRDefault="00EB2185" w:rsidP="00EB2185">
            <w:r>
              <w:t>Cedola / CEDEL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CEN</w:t>
            </w:r>
          </w:p>
        </w:tc>
        <w:tc>
          <w:tcPr>
            <w:tcW w:w="8783" w:type="dxa"/>
          </w:tcPr>
          <w:p w:rsidR="00EB2185" w:rsidRDefault="00EB2185" w:rsidP="00EB2185">
            <w:r>
              <w:t>Centrale / Centralizzata / Centro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CEP</w:t>
            </w:r>
          </w:p>
        </w:tc>
        <w:tc>
          <w:tcPr>
            <w:tcW w:w="8783" w:type="dxa"/>
          </w:tcPr>
          <w:p w:rsidR="00EB2185" w:rsidRDefault="00EB2185" w:rsidP="00EB2185">
            <w:r>
              <w:t>Cespite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CER</w:t>
            </w:r>
          </w:p>
        </w:tc>
        <w:tc>
          <w:tcPr>
            <w:tcW w:w="8783" w:type="dxa"/>
          </w:tcPr>
          <w:p w:rsidR="00EB2185" w:rsidRDefault="00EB2185" w:rsidP="00EB2185">
            <w:r>
              <w:t>Certificato / Cerca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CES</w:t>
            </w:r>
          </w:p>
        </w:tc>
        <w:tc>
          <w:tcPr>
            <w:tcW w:w="8783" w:type="dxa"/>
          </w:tcPr>
          <w:p w:rsidR="00EB2185" w:rsidRDefault="00EB2185" w:rsidP="00EB2185">
            <w:r>
              <w:t>Cedola Semestrale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CGN</w:t>
            </w:r>
          </w:p>
        </w:tc>
        <w:tc>
          <w:tcPr>
            <w:tcW w:w="8783" w:type="dxa"/>
          </w:tcPr>
          <w:p w:rsidR="00EB2185" w:rsidRDefault="00EB2185" w:rsidP="00EB2185">
            <w:r>
              <w:t>Cognome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CHI</w:t>
            </w:r>
          </w:p>
        </w:tc>
        <w:tc>
          <w:tcPr>
            <w:tcW w:w="8783" w:type="dxa"/>
          </w:tcPr>
          <w:p w:rsidR="00EB2185" w:rsidRDefault="00EB2185" w:rsidP="00EB2185">
            <w:r>
              <w:t>Chiusura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CIC</w:t>
            </w:r>
          </w:p>
        </w:tc>
        <w:tc>
          <w:tcPr>
            <w:tcW w:w="8783" w:type="dxa"/>
          </w:tcPr>
          <w:p w:rsidR="00EB2185" w:rsidRDefault="00EB2185" w:rsidP="00EB2185">
            <w:r>
              <w:t>Ciclo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CIN</w:t>
            </w:r>
          </w:p>
        </w:tc>
        <w:tc>
          <w:tcPr>
            <w:tcW w:w="8783" w:type="dxa"/>
          </w:tcPr>
          <w:p w:rsidR="00EB2185" w:rsidRDefault="00EB2185" w:rsidP="00EB2185">
            <w:r>
              <w:t>Cifra Di Controllo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lastRenderedPageBreak/>
              <w:t>CIR</w:t>
            </w:r>
          </w:p>
        </w:tc>
        <w:tc>
          <w:tcPr>
            <w:tcW w:w="8783" w:type="dxa"/>
          </w:tcPr>
          <w:p w:rsidR="00EB2185" w:rsidRDefault="00EB2185" w:rsidP="00EB2185">
            <w:r>
              <w:t>Circolarità / Circolare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r>
              <w:t>CIV</w:t>
            </w:r>
          </w:p>
        </w:tc>
        <w:tc>
          <w:tcPr>
            <w:tcW w:w="8783" w:type="dxa"/>
          </w:tcPr>
          <w:p w:rsidR="00EB2185" w:rsidRDefault="00EB2185" w:rsidP="00EB2185">
            <w:r>
              <w:t>Civile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r>
              <w:t>CLA</w:t>
            </w:r>
          </w:p>
        </w:tc>
        <w:tc>
          <w:tcPr>
            <w:tcW w:w="8783" w:type="dxa"/>
          </w:tcPr>
          <w:p w:rsidR="00EB2185" w:rsidRDefault="00EB2185" w:rsidP="00EB2185">
            <w:r>
              <w:t>Classificazioni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CLD</w:t>
            </w:r>
          </w:p>
        </w:tc>
        <w:tc>
          <w:tcPr>
            <w:tcW w:w="8783" w:type="dxa"/>
          </w:tcPr>
          <w:p w:rsidR="00EB2185" w:rsidRDefault="00EB2185" w:rsidP="00EB2185">
            <w:r>
              <w:t>Collaudo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CLI</w:t>
            </w:r>
          </w:p>
        </w:tc>
        <w:tc>
          <w:tcPr>
            <w:tcW w:w="8783" w:type="dxa"/>
          </w:tcPr>
          <w:p w:rsidR="00EB2185" w:rsidRDefault="00EB2185" w:rsidP="00EB2185">
            <w:r>
              <w:t>Cliente Accelerato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CLN</w:t>
            </w:r>
          </w:p>
        </w:tc>
        <w:tc>
          <w:tcPr>
            <w:tcW w:w="8783" w:type="dxa"/>
          </w:tcPr>
          <w:p w:rsidR="00EB2185" w:rsidRDefault="00EB2185" w:rsidP="00EB2185">
            <w:r>
              <w:t>Colonna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CLS</w:t>
            </w:r>
          </w:p>
        </w:tc>
        <w:tc>
          <w:tcPr>
            <w:tcW w:w="8783" w:type="dxa"/>
          </w:tcPr>
          <w:p w:rsidR="00EB2185" w:rsidRDefault="00EB2185" w:rsidP="00EB2185">
            <w:r>
              <w:t>Classe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r>
              <w:t>CMB</w:t>
            </w:r>
          </w:p>
        </w:tc>
        <w:tc>
          <w:tcPr>
            <w:tcW w:w="8783" w:type="dxa"/>
          </w:tcPr>
          <w:p w:rsidR="00EB2185" w:rsidRDefault="00EB2185" w:rsidP="00EB2185">
            <w:r>
              <w:t>Cambio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CMP</w:t>
            </w:r>
          </w:p>
        </w:tc>
        <w:tc>
          <w:tcPr>
            <w:tcW w:w="8783" w:type="dxa"/>
          </w:tcPr>
          <w:p w:rsidR="00EB2185" w:rsidRDefault="00EB2185" w:rsidP="00EB2185">
            <w:r>
              <w:t>Compenso / Composto / Compensazione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CMS</w:t>
            </w:r>
          </w:p>
        </w:tc>
        <w:tc>
          <w:tcPr>
            <w:tcW w:w="8783" w:type="dxa"/>
          </w:tcPr>
          <w:p w:rsidR="00EB2185" w:rsidRDefault="00EB2185" w:rsidP="00EB2185">
            <w:r>
              <w:t>Commessa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CNC</w:t>
            </w:r>
          </w:p>
        </w:tc>
        <w:tc>
          <w:tcPr>
            <w:tcW w:w="8783" w:type="dxa"/>
          </w:tcPr>
          <w:p w:rsidR="00EB2185" w:rsidRDefault="00EB2185" w:rsidP="00EB2185">
            <w:r>
              <w:t>Concessionaria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CND</w:t>
            </w:r>
          </w:p>
        </w:tc>
        <w:tc>
          <w:tcPr>
            <w:tcW w:w="8783" w:type="dxa"/>
          </w:tcPr>
          <w:p w:rsidR="00EB2185" w:rsidRDefault="00EB2185" w:rsidP="00EB2185">
            <w:r>
              <w:t>Condizione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CNF</w:t>
            </w:r>
          </w:p>
        </w:tc>
        <w:tc>
          <w:tcPr>
            <w:tcW w:w="8783" w:type="dxa"/>
          </w:tcPr>
          <w:p w:rsidR="00EB2185" w:rsidRDefault="00EB2185" w:rsidP="00EB2185">
            <w:r>
              <w:t>Conforme / Conferimento / Conferma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CNR</w:t>
            </w:r>
          </w:p>
        </w:tc>
        <w:tc>
          <w:tcPr>
            <w:tcW w:w="8783" w:type="dxa"/>
          </w:tcPr>
          <w:p w:rsidR="00EB2185" w:rsidRDefault="00EB2185" w:rsidP="00EB2185">
            <w:r>
              <w:t>Conto Corrente Reciproco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CNS</w:t>
            </w:r>
          </w:p>
        </w:tc>
        <w:tc>
          <w:tcPr>
            <w:tcW w:w="8783" w:type="dxa"/>
          </w:tcPr>
          <w:p w:rsidR="00EB2185" w:rsidRDefault="00EB2185" w:rsidP="00EB2185">
            <w:r>
              <w:t>Consorzio / Consegna / Consuntivo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CNT</w:t>
            </w:r>
          </w:p>
        </w:tc>
        <w:tc>
          <w:tcPr>
            <w:tcW w:w="8783" w:type="dxa"/>
          </w:tcPr>
          <w:p w:rsidR="00EB2185" w:rsidRDefault="00EB2185" w:rsidP="00EB2185">
            <w:r>
              <w:t>Conto / Conto Corrente / Conto Corrente Di Corrispondenza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CNV</w:t>
            </w:r>
          </w:p>
        </w:tc>
        <w:tc>
          <w:tcPr>
            <w:tcW w:w="8783" w:type="dxa"/>
          </w:tcPr>
          <w:p w:rsidR="00EB2185" w:rsidRDefault="00EB2185" w:rsidP="00EB2185">
            <w:r>
              <w:t>Convenzionale / Convenzione / Conversione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COA</w:t>
            </w:r>
          </w:p>
        </w:tc>
        <w:tc>
          <w:tcPr>
            <w:tcW w:w="8783" w:type="dxa"/>
          </w:tcPr>
          <w:p w:rsidR="00EB2185" w:rsidRDefault="00EB2185" w:rsidP="00EB2185">
            <w:r>
              <w:t>Coacervo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COB</w:t>
            </w:r>
          </w:p>
        </w:tc>
        <w:tc>
          <w:tcPr>
            <w:tcW w:w="8783" w:type="dxa"/>
          </w:tcPr>
          <w:p w:rsidR="00EB2185" w:rsidRDefault="00EB2185" w:rsidP="00EB2185">
            <w:r>
              <w:t>Coordinate Bancarie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COD</w:t>
            </w:r>
          </w:p>
        </w:tc>
        <w:tc>
          <w:tcPr>
            <w:tcW w:w="8783" w:type="dxa"/>
          </w:tcPr>
          <w:p w:rsidR="00EB2185" w:rsidRDefault="00EB2185" w:rsidP="00EB2185">
            <w:r>
              <w:t>Codice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COI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Cointestazione</w:t>
            </w:r>
            <w:proofErr w:type="spellEnd"/>
            <w:r>
              <w:t xml:space="preserve"> / Cointestatario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COL</w:t>
            </w:r>
          </w:p>
        </w:tc>
        <w:tc>
          <w:tcPr>
            <w:tcW w:w="8783" w:type="dxa"/>
          </w:tcPr>
          <w:p w:rsidR="00EB2185" w:rsidRDefault="00EB2185" w:rsidP="00EB2185">
            <w:r>
              <w:t>Collegamento / Colli / Collegato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COM</w:t>
            </w:r>
          </w:p>
        </w:tc>
        <w:tc>
          <w:tcPr>
            <w:tcW w:w="8783" w:type="dxa"/>
          </w:tcPr>
          <w:p w:rsidR="00EB2185" w:rsidRDefault="00EB2185" w:rsidP="00EB2185">
            <w:r>
              <w:t xml:space="preserve">Commissione / Comparto / Comunicazione / Comune / Comodo / Commerciale / Commessa 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CON</w:t>
            </w:r>
          </w:p>
        </w:tc>
        <w:tc>
          <w:tcPr>
            <w:tcW w:w="8783" w:type="dxa"/>
          </w:tcPr>
          <w:p w:rsidR="00EB2185" w:rsidRDefault="00EB2185" w:rsidP="00EB2185">
            <w:r>
              <w:t xml:space="preserve">Contabile / Contratto / Contante / Controllo / </w:t>
            </w:r>
            <w:proofErr w:type="spellStart"/>
            <w:r>
              <w:t>Contabilitá</w:t>
            </w:r>
            <w:proofErr w:type="spellEnd"/>
            <w:r>
              <w:t xml:space="preserve"> / Contribuente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COP</w:t>
            </w:r>
          </w:p>
        </w:tc>
        <w:tc>
          <w:tcPr>
            <w:tcW w:w="8783" w:type="dxa"/>
          </w:tcPr>
          <w:p w:rsidR="00EB2185" w:rsidRDefault="00EB2185" w:rsidP="00EB2185">
            <w:r>
              <w:t>Copertura / Copia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COR</w:t>
            </w:r>
          </w:p>
        </w:tc>
        <w:tc>
          <w:tcPr>
            <w:tcW w:w="8783" w:type="dxa"/>
          </w:tcPr>
          <w:p w:rsidR="00EB2185" w:rsidRDefault="00EB2185" w:rsidP="00EB2185">
            <w:r>
              <w:t>Corrispondenza / Corta / Corso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COS</w:t>
            </w:r>
          </w:p>
        </w:tc>
        <w:tc>
          <w:tcPr>
            <w:tcW w:w="8783" w:type="dxa"/>
          </w:tcPr>
          <w:p w:rsidR="00EB2185" w:rsidRDefault="00EB2185" w:rsidP="00EB2185">
            <w:r>
              <w:t>Costante / Costo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COT</w:t>
            </w:r>
          </w:p>
        </w:tc>
        <w:tc>
          <w:tcPr>
            <w:tcW w:w="8783" w:type="dxa"/>
          </w:tcPr>
          <w:p w:rsidR="00EB2185" w:rsidRDefault="00EB2185" w:rsidP="00EB2185">
            <w:r>
              <w:t>Contributo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CPC</w:t>
            </w:r>
          </w:p>
        </w:tc>
        <w:tc>
          <w:tcPr>
            <w:tcW w:w="8783" w:type="dxa"/>
          </w:tcPr>
          <w:p w:rsidR="00EB2185" w:rsidRDefault="00EB2185" w:rsidP="00EB2185">
            <w:r>
              <w:t>Controparte contabile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CPI</w:t>
            </w:r>
          </w:p>
        </w:tc>
        <w:tc>
          <w:tcPr>
            <w:tcW w:w="8783" w:type="dxa"/>
          </w:tcPr>
          <w:p w:rsidR="00EB2185" w:rsidRDefault="00EB2185" w:rsidP="00EB2185">
            <w:r>
              <w:t>Contropartita Iva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r>
              <w:t>CPL</w:t>
            </w:r>
          </w:p>
        </w:tc>
        <w:tc>
          <w:tcPr>
            <w:tcW w:w="8783" w:type="dxa"/>
          </w:tcPr>
          <w:p w:rsidR="00EB2185" w:rsidRDefault="00EB2185" w:rsidP="00EB2185">
            <w:r>
              <w:t>Completo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CPG</w:t>
            </w:r>
          </w:p>
        </w:tc>
        <w:tc>
          <w:tcPr>
            <w:tcW w:w="8783" w:type="dxa"/>
          </w:tcPr>
          <w:p w:rsidR="00EB2185" w:rsidRDefault="00EB2185" w:rsidP="00EB2185">
            <w:r>
              <w:t>Capital Gain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CPO</w:t>
            </w:r>
          </w:p>
        </w:tc>
        <w:tc>
          <w:tcPr>
            <w:tcW w:w="8783" w:type="dxa"/>
          </w:tcPr>
          <w:p w:rsidR="00EB2185" w:rsidRDefault="00EB2185" w:rsidP="00EB2185">
            <w:r>
              <w:t>Capo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CPT</w:t>
            </w:r>
          </w:p>
        </w:tc>
        <w:tc>
          <w:tcPr>
            <w:tcW w:w="8783" w:type="dxa"/>
          </w:tcPr>
          <w:p w:rsidR="00EB2185" w:rsidRDefault="00EB2185" w:rsidP="00EB2185">
            <w:r>
              <w:t>Competenza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CPZ</w:t>
            </w:r>
          </w:p>
        </w:tc>
        <w:tc>
          <w:tcPr>
            <w:tcW w:w="8783" w:type="dxa"/>
          </w:tcPr>
          <w:p w:rsidR="00EB2185" w:rsidRDefault="00EB2185" w:rsidP="00EB2185">
            <w:r>
              <w:t>Capozona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CRE</w:t>
            </w:r>
          </w:p>
        </w:tc>
        <w:tc>
          <w:tcPr>
            <w:tcW w:w="8783" w:type="dxa"/>
          </w:tcPr>
          <w:p w:rsidR="00EB2185" w:rsidRDefault="00EB2185" w:rsidP="00EB2185">
            <w:r>
              <w:t>Crediti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CRI</w:t>
            </w:r>
          </w:p>
        </w:tc>
        <w:tc>
          <w:tcPr>
            <w:tcW w:w="8783" w:type="dxa"/>
          </w:tcPr>
          <w:p w:rsidR="00EB2185" w:rsidRDefault="00EB2185" w:rsidP="00EB2185">
            <w:r>
              <w:t>Centrale Rischi / Critico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CRN</w:t>
            </w:r>
          </w:p>
        </w:tc>
        <w:tc>
          <w:tcPr>
            <w:tcW w:w="8783" w:type="dxa"/>
          </w:tcPr>
          <w:p w:rsidR="00EB2185" w:rsidRDefault="00EB2185" w:rsidP="00EB2185">
            <w:r>
              <w:t>Carnet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CR2</w:t>
            </w:r>
          </w:p>
        </w:tc>
        <w:tc>
          <w:tcPr>
            <w:tcW w:w="8783" w:type="dxa"/>
          </w:tcPr>
          <w:p w:rsidR="00EB2185" w:rsidRDefault="00EB2185" w:rsidP="00EB2185">
            <w:r>
              <w:t>Correzione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CSB</w:t>
            </w:r>
          </w:p>
        </w:tc>
        <w:tc>
          <w:tcPr>
            <w:tcW w:w="8783" w:type="dxa"/>
          </w:tcPr>
          <w:p w:rsidR="00EB2185" w:rsidRDefault="00EB2185" w:rsidP="00EB2185">
            <w:r>
              <w:t>CONSOB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CSG</w:t>
            </w:r>
          </w:p>
        </w:tc>
        <w:tc>
          <w:tcPr>
            <w:tcW w:w="8783" w:type="dxa"/>
          </w:tcPr>
          <w:p w:rsidR="00EB2185" w:rsidRDefault="00EB2185" w:rsidP="00EB2185">
            <w:r>
              <w:t>Consegna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CSL</w:t>
            </w:r>
          </w:p>
        </w:tc>
        <w:tc>
          <w:tcPr>
            <w:tcW w:w="8783" w:type="dxa"/>
          </w:tcPr>
          <w:p w:rsidR="00EB2185" w:rsidRDefault="00EB2185" w:rsidP="00EB2185">
            <w:r>
              <w:t>Casellario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CSM</w:t>
            </w:r>
          </w:p>
        </w:tc>
        <w:tc>
          <w:tcPr>
            <w:tcW w:w="8783" w:type="dxa"/>
          </w:tcPr>
          <w:p w:rsidR="00EB2185" w:rsidRDefault="00EB2185" w:rsidP="00EB2185">
            <w:r>
              <w:t>Consumo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CST</w:t>
            </w:r>
          </w:p>
        </w:tc>
        <w:tc>
          <w:tcPr>
            <w:tcW w:w="8783" w:type="dxa"/>
          </w:tcPr>
          <w:p w:rsidR="00EB2185" w:rsidRDefault="00EB2185" w:rsidP="00EB2185">
            <w:r>
              <w:t>Costo Standard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CTB</w:t>
            </w:r>
          </w:p>
        </w:tc>
        <w:tc>
          <w:tcPr>
            <w:tcW w:w="8783" w:type="dxa"/>
          </w:tcPr>
          <w:p w:rsidR="00EB2185" w:rsidRDefault="00EB2185" w:rsidP="00EB2185">
            <w:r>
              <w:t>Contribuente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CTC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Controconto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CTE</w:t>
            </w:r>
          </w:p>
        </w:tc>
        <w:tc>
          <w:tcPr>
            <w:tcW w:w="8783" w:type="dxa"/>
          </w:tcPr>
          <w:p w:rsidR="00EB2185" w:rsidRDefault="00EB2185" w:rsidP="00EB2185">
            <w:r>
              <w:t>Certificati Credito Del Tesoro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CTO</w:t>
            </w:r>
          </w:p>
        </w:tc>
        <w:tc>
          <w:tcPr>
            <w:tcW w:w="8783" w:type="dxa"/>
          </w:tcPr>
          <w:p w:rsidR="00EB2185" w:rsidRDefault="00EB2185" w:rsidP="00EB2185">
            <w:r>
              <w:t>Certificati Credito Del Tesoro Con Opzione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CTP</w:t>
            </w:r>
          </w:p>
        </w:tc>
        <w:tc>
          <w:tcPr>
            <w:tcW w:w="8783" w:type="dxa"/>
          </w:tcPr>
          <w:p w:rsidR="00EB2185" w:rsidRDefault="00EB2185" w:rsidP="00EB2185">
            <w:r>
              <w:t>Controparte / Contropartita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CTR</w:t>
            </w:r>
          </w:p>
        </w:tc>
        <w:tc>
          <w:tcPr>
            <w:tcW w:w="8783" w:type="dxa"/>
          </w:tcPr>
          <w:p w:rsidR="00EB2185" w:rsidRDefault="00EB2185" w:rsidP="00EB2185">
            <w:r>
              <w:t>Contatori/Certificati Credito Reali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CTS</w:t>
            </w:r>
          </w:p>
        </w:tc>
        <w:tc>
          <w:tcPr>
            <w:tcW w:w="8783" w:type="dxa"/>
          </w:tcPr>
          <w:p w:rsidR="00EB2185" w:rsidRDefault="00EB2185" w:rsidP="00EB2185">
            <w:r>
              <w:t>Certificati Credito Sconto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CTT</w:t>
            </w:r>
          </w:p>
        </w:tc>
        <w:tc>
          <w:tcPr>
            <w:tcW w:w="8783" w:type="dxa"/>
          </w:tcPr>
          <w:p w:rsidR="00EB2185" w:rsidRDefault="00EB2185" w:rsidP="00EB2185">
            <w:r>
              <w:t>Conto Titoli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CTV</w:t>
            </w:r>
            <w:r>
              <w:rPr>
                <w:rFonts w:ascii="Courier" w:hAnsi="Courier"/>
                <w:sz w:val="24"/>
              </w:rPr>
              <w:t xml:space="preserve"> </w:t>
            </w:r>
          </w:p>
        </w:tc>
        <w:tc>
          <w:tcPr>
            <w:tcW w:w="8783" w:type="dxa"/>
          </w:tcPr>
          <w:p w:rsidR="00EB2185" w:rsidRDefault="00EB2185" w:rsidP="00EB2185">
            <w:r>
              <w:t>Controvalore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CUR</w:t>
            </w:r>
          </w:p>
        </w:tc>
        <w:tc>
          <w:tcPr>
            <w:tcW w:w="8783" w:type="dxa"/>
          </w:tcPr>
          <w:p w:rsidR="00EB2185" w:rsidRDefault="00EB2185" w:rsidP="00EB2185">
            <w:r>
              <w:t>Cursore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lastRenderedPageBreak/>
              <w:t>CUS</w:t>
            </w:r>
          </w:p>
        </w:tc>
        <w:tc>
          <w:tcPr>
            <w:tcW w:w="8783" w:type="dxa"/>
          </w:tcPr>
          <w:p w:rsidR="00EB2185" w:rsidRDefault="00EB2185" w:rsidP="00EB2185">
            <w:r>
              <w:t>Custodia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CVT</w:t>
            </w:r>
          </w:p>
        </w:tc>
        <w:tc>
          <w:tcPr>
            <w:tcW w:w="8783" w:type="dxa"/>
          </w:tcPr>
          <w:p w:rsidR="00EB2185" w:rsidRDefault="00EB2185" w:rsidP="00EB2185">
            <w:r>
              <w:t>Compravendita Titoli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DAC</w:t>
            </w:r>
          </w:p>
        </w:tc>
        <w:tc>
          <w:tcPr>
            <w:tcW w:w="8783" w:type="dxa"/>
          </w:tcPr>
          <w:p w:rsidR="00EB2185" w:rsidRDefault="00EB2185" w:rsidP="00EB2185">
            <w:r>
              <w:t>Data Contabile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DAR</w:t>
            </w:r>
          </w:p>
        </w:tc>
        <w:tc>
          <w:tcPr>
            <w:tcW w:w="8783" w:type="dxa"/>
          </w:tcPr>
          <w:p w:rsidR="00EB2185" w:rsidRDefault="00EB2185" w:rsidP="00EB2185">
            <w:r>
              <w:t>Dare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DAT</w:t>
            </w:r>
          </w:p>
        </w:tc>
        <w:tc>
          <w:tcPr>
            <w:tcW w:w="8783" w:type="dxa"/>
          </w:tcPr>
          <w:p w:rsidR="00EB2185" w:rsidRDefault="00EB2185" w:rsidP="00EB2185">
            <w:r>
              <w:t>Data/Dati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DAV</w:t>
            </w:r>
          </w:p>
        </w:tc>
        <w:tc>
          <w:tcPr>
            <w:tcW w:w="8783" w:type="dxa"/>
          </w:tcPr>
          <w:p w:rsidR="00EB2185" w:rsidRDefault="00EB2185" w:rsidP="00EB2185">
            <w:r>
              <w:t>Disavanzo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DBA</w:t>
            </w:r>
          </w:p>
        </w:tc>
        <w:tc>
          <w:tcPr>
            <w:tcW w:w="8783" w:type="dxa"/>
          </w:tcPr>
          <w:p w:rsidR="00EB2185" w:rsidRDefault="00EB2185" w:rsidP="00EB2185">
            <w:r>
              <w:t>Distinta base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DEC</w:t>
            </w:r>
          </w:p>
        </w:tc>
        <w:tc>
          <w:tcPr>
            <w:tcW w:w="8783" w:type="dxa"/>
          </w:tcPr>
          <w:p w:rsidR="00EB2185" w:rsidRDefault="00EB2185" w:rsidP="00EB2185">
            <w:r>
              <w:t>Decimale / Decorrenza / Decreto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DEF</w:t>
            </w:r>
          </w:p>
        </w:tc>
        <w:tc>
          <w:tcPr>
            <w:tcW w:w="8783" w:type="dxa"/>
          </w:tcPr>
          <w:p w:rsidR="00EB2185" w:rsidRDefault="00EB2185" w:rsidP="00EB2185">
            <w:r>
              <w:t>Deficit / Definito / Default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DEL</w:t>
            </w:r>
          </w:p>
        </w:tc>
        <w:tc>
          <w:tcPr>
            <w:tcW w:w="8783" w:type="dxa"/>
          </w:tcPr>
          <w:p w:rsidR="00EB2185" w:rsidRDefault="00EB2185" w:rsidP="00EB2185">
            <w:r>
              <w:t>Delibera/Deliberante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DEN</w:t>
            </w:r>
          </w:p>
        </w:tc>
        <w:tc>
          <w:tcPr>
            <w:tcW w:w="8783" w:type="dxa"/>
          </w:tcPr>
          <w:p w:rsidR="00EB2185" w:rsidRDefault="00EB2185" w:rsidP="00EB2185">
            <w:r>
              <w:t>Denominatore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DEP</w:t>
            </w:r>
          </w:p>
        </w:tc>
        <w:tc>
          <w:tcPr>
            <w:tcW w:w="8783" w:type="dxa"/>
          </w:tcPr>
          <w:p w:rsidR="00EB2185" w:rsidRDefault="00EB2185" w:rsidP="00EB2185">
            <w:r>
              <w:t>Deposito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DER</w:t>
            </w:r>
          </w:p>
        </w:tc>
        <w:tc>
          <w:tcPr>
            <w:tcW w:w="8783" w:type="dxa"/>
          </w:tcPr>
          <w:p w:rsidR="00EB2185" w:rsidRDefault="00EB2185" w:rsidP="00EB2185">
            <w:r>
              <w:t>Derivata / Derivazione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DES</w:t>
            </w:r>
          </w:p>
        </w:tc>
        <w:tc>
          <w:tcPr>
            <w:tcW w:w="8783" w:type="dxa"/>
          </w:tcPr>
          <w:p w:rsidR="00EB2185" w:rsidRDefault="00EB2185" w:rsidP="00EB2185">
            <w:r>
              <w:t>Descrizione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DET</w:t>
            </w:r>
          </w:p>
        </w:tc>
        <w:tc>
          <w:tcPr>
            <w:tcW w:w="8783" w:type="dxa"/>
          </w:tcPr>
          <w:p w:rsidR="00EB2185" w:rsidRDefault="00EB2185" w:rsidP="00EB2185">
            <w:r>
              <w:t>Dettaglio / Detrazione / Detrazione / Detraibile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DFR</w:t>
            </w:r>
          </w:p>
        </w:tc>
        <w:tc>
          <w:tcPr>
            <w:tcW w:w="8783" w:type="dxa"/>
          </w:tcPr>
          <w:p w:rsidR="00EB2185" w:rsidRDefault="00EB2185" w:rsidP="00EB2185">
            <w:r>
              <w:t>Differita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DIB</w:t>
            </w:r>
          </w:p>
        </w:tc>
        <w:tc>
          <w:tcPr>
            <w:tcW w:w="8783" w:type="dxa"/>
          </w:tcPr>
          <w:p w:rsidR="00EB2185" w:rsidRDefault="00EB2185" w:rsidP="00EB2185">
            <w:r>
              <w:t>Distinta Base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DIC</w:t>
            </w:r>
          </w:p>
        </w:tc>
        <w:tc>
          <w:tcPr>
            <w:tcW w:w="8783" w:type="dxa"/>
          </w:tcPr>
          <w:p w:rsidR="00EB2185" w:rsidRDefault="00EB2185" w:rsidP="00EB2185">
            <w:r>
              <w:t>Dichiarazione / Dicitura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DIE</w:t>
            </w:r>
          </w:p>
        </w:tc>
        <w:tc>
          <w:tcPr>
            <w:tcW w:w="8783" w:type="dxa"/>
          </w:tcPr>
          <w:p w:rsidR="00EB2185" w:rsidRDefault="00EB2185" w:rsidP="00EB2185">
            <w:r>
              <w:t>Dietimi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DLA</w:t>
            </w:r>
          </w:p>
        </w:tc>
        <w:tc>
          <w:tcPr>
            <w:tcW w:w="8783" w:type="dxa"/>
          </w:tcPr>
          <w:p w:rsidR="00EB2185" w:rsidRDefault="00EB2185" w:rsidP="00EB2185">
            <w:r>
              <w:t>Datore di lavoro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DIF</w:t>
            </w:r>
          </w:p>
        </w:tc>
        <w:tc>
          <w:tcPr>
            <w:tcW w:w="8783" w:type="dxa"/>
          </w:tcPr>
          <w:p w:rsidR="00EB2185" w:rsidRDefault="00EB2185" w:rsidP="00EB2185">
            <w:r>
              <w:t>Differenza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DIP</w:t>
            </w:r>
          </w:p>
        </w:tc>
        <w:tc>
          <w:tcPr>
            <w:tcW w:w="8783" w:type="dxa"/>
          </w:tcPr>
          <w:p w:rsidR="00EB2185" w:rsidRDefault="00EB2185" w:rsidP="00EB2185">
            <w:r>
              <w:t>Dipendenza/Dipendenti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DIR</w:t>
            </w:r>
          </w:p>
        </w:tc>
        <w:tc>
          <w:tcPr>
            <w:tcW w:w="8783" w:type="dxa"/>
          </w:tcPr>
          <w:p w:rsidR="00EB2185" w:rsidRDefault="00EB2185" w:rsidP="00EB2185">
            <w:r>
              <w:t>Diritto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DIS</w:t>
            </w:r>
          </w:p>
        </w:tc>
        <w:tc>
          <w:tcPr>
            <w:tcW w:w="8783" w:type="dxa"/>
          </w:tcPr>
          <w:p w:rsidR="00EB2185" w:rsidRDefault="00EB2185" w:rsidP="00EB2185">
            <w:r>
              <w:t>Disposizione / Distinta / Disponibile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DIV</w:t>
            </w:r>
          </w:p>
        </w:tc>
        <w:tc>
          <w:tcPr>
            <w:tcW w:w="8783" w:type="dxa"/>
          </w:tcPr>
          <w:p w:rsidR="00EB2185" w:rsidRDefault="00EB2185" w:rsidP="00EB2185">
            <w:r>
              <w:t>Divisa / Dividendo / Divisore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DLG</w:t>
            </w:r>
          </w:p>
        </w:tc>
        <w:tc>
          <w:tcPr>
            <w:tcW w:w="8783" w:type="dxa"/>
          </w:tcPr>
          <w:p w:rsidR="00EB2185" w:rsidRDefault="00EB2185" w:rsidP="00EB2185">
            <w:r>
              <w:t>Delega / Delegante / Delegato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DLI</w:t>
            </w:r>
          </w:p>
        </w:tc>
        <w:tc>
          <w:tcPr>
            <w:tcW w:w="8783" w:type="dxa"/>
          </w:tcPr>
          <w:p w:rsidR="00EB2185" w:rsidRDefault="00EB2185" w:rsidP="00EB2185">
            <w:r>
              <w:t>DLI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DNM</w:t>
            </w:r>
          </w:p>
        </w:tc>
        <w:tc>
          <w:tcPr>
            <w:tcW w:w="8783" w:type="dxa"/>
          </w:tcPr>
          <w:p w:rsidR="00EB2185" w:rsidRDefault="00EB2185" w:rsidP="00EB2185">
            <w:r>
              <w:t>Denominatore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DOC</w:t>
            </w:r>
          </w:p>
        </w:tc>
        <w:tc>
          <w:tcPr>
            <w:tcW w:w="8783" w:type="dxa"/>
          </w:tcPr>
          <w:p w:rsidR="00EB2185" w:rsidRDefault="00EB2185" w:rsidP="00EB2185">
            <w:r>
              <w:t>Documento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DOS</w:t>
            </w:r>
          </w:p>
        </w:tc>
        <w:tc>
          <w:tcPr>
            <w:tcW w:w="8783" w:type="dxa"/>
          </w:tcPr>
          <w:p w:rsidR="00EB2185" w:rsidRDefault="00EB2185" w:rsidP="00EB2185">
            <w:r>
              <w:t>Dossier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DPR</w:t>
            </w:r>
          </w:p>
        </w:tc>
        <w:tc>
          <w:tcPr>
            <w:tcW w:w="8783" w:type="dxa"/>
          </w:tcPr>
          <w:p w:rsidR="00EB2185" w:rsidRDefault="00EB2185" w:rsidP="00EB2185">
            <w:r>
              <w:t>Deporto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DPS</w:t>
            </w:r>
          </w:p>
        </w:tc>
        <w:tc>
          <w:tcPr>
            <w:tcW w:w="8783" w:type="dxa"/>
          </w:tcPr>
          <w:p w:rsidR="00EB2185" w:rsidRDefault="00EB2185" w:rsidP="00EB2185">
            <w:r>
              <w:t>Depositario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DPZ</w:t>
            </w:r>
          </w:p>
        </w:tc>
        <w:tc>
          <w:tcPr>
            <w:tcW w:w="8783" w:type="dxa"/>
          </w:tcPr>
          <w:p w:rsidR="00EB2185" w:rsidRDefault="00EB2185" w:rsidP="00EB2185">
            <w:r>
              <w:t>Depurazione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DRI</w:t>
            </w:r>
          </w:p>
        </w:tc>
        <w:tc>
          <w:tcPr>
            <w:tcW w:w="8783" w:type="dxa"/>
          </w:tcPr>
          <w:p w:rsidR="00EB2185" w:rsidRDefault="00EB2185" w:rsidP="00EB2185">
            <w:r>
              <w:t>Driver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DSC</w:t>
            </w:r>
          </w:p>
        </w:tc>
        <w:tc>
          <w:tcPr>
            <w:tcW w:w="8783" w:type="dxa"/>
          </w:tcPr>
          <w:p w:rsidR="00EB2185" w:rsidRDefault="00EB2185" w:rsidP="00EB2185">
            <w:r>
              <w:t>Discriminante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DSG</w:t>
            </w:r>
          </w:p>
        </w:tc>
        <w:tc>
          <w:tcPr>
            <w:tcW w:w="8783" w:type="dxa"/>
          </w:tcPr>
          <w:p w:rsidR="00EB2185" w:rsidRDefault="00EB2185" w:rsidP="00EB2185">
            <w:r>
              <w:t>Disegno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DSP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Disponibilitá</w:t>
            </w:r>
            <w:proofErr w:type="spellEnd"/>
            <w:r>
              <w:t xml:space="preserve"> / Disponibile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DST</w:t>
            </w:r>
          </w:p>
        </w:tc>
        <w:tc>
          <w:tcPr>
            <w:tcW w:w="8783" w:type="dxa"/>
          </w:tcPr>
          <w:p w:rsidR="00EB2185" w:rsidRDefault="00EB2185" w:rsidP="00EB2185">
            <w:r>
              <w:t>Destinazione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DUR</w:t>
            </w:r>
          </w:p>
        </w:tc>
        <w:tc>
          <w:tcPr>
            <w:tcW w:w="8783" w:type="dxa"/>
          </w:tcPr>
          <w:p w:rsidR="00EB2185" w:rsidRDefault="00EB2185" w:rsidP="00EB2185">
            <w:r>
              <w:t>Durata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ECO</w:t>
            </w:r>
          </w:p>
        </w:tc>
        <w:tc>
          <w:tcPr>
            <w:tcW w:w="8783" w:type="dxa"/>
          </w:tcPr>
          <w:p w:rsidR="00EB2185" w:rsidRDefault="00EB2185" w:rsidP="00EB2185">
            <w:r>
              <w:t>Economico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EFC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Efficenza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EFF</w:t>
            </w:r>
          </w:p>
        </w:tc>
        <w:tc>
          <w:tcPr>
            <w:tcW w:w="8783" w:type="dxa"/>
          </w:tcPr>
          <w:p w:rsidR="00EB2185" w:rsidRDefault="00EB2185" w:rsidP="00EB2185">
            <w:r>
              <w:t>Effettivo / Effettuato / Effetti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ELA</w:t>
            </w:r>
          </w:p>
        </w:tc>
        <w:tc>
          <w:tcPr>
            <w:tcW w:w="8783" w:type="dxa"/>
          </w:tcPr>
          <w:p w:rsidR="00EB2185" w:rsidRDefault="00EB2185" w:rsidP="00EB2185">
            <w:r>
              <w:t>Elaborazione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ELE</w:t>
            </w:r>
          </w:p>
        </w:tc>
        <w:tc>
          <w:tcPr>
            <w:tcW w:w="8783" w:type="dxa"/>
          </w:tcPr>
          <w:p w:rsidR="00EB2185" w:rsidRDefault="00EB2185" w:rsidP="00EB2185">
            <w:r>
              <w:t>Elenco / Elemento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EME</w:t>
            </w:r>
          </w:p>
        </w:tc>
        <w:tc>
          <w:tcPr>
            <w:tcW w:w="8783" w:type="dxa"/>
          </w:tcPr>
          <w:p w:rsidR="00EB2185" w:rsidRDefault="00EB2185" w:rsidP="00EB2185">
            <w:r>
              <w:t>Emesso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EMI</w:t>
            </w:r>
          </w:p>
        </w:tc>
        <w:tc>
          <w:tcPr>
            <w:tcW w:w="8783" w:type="dxa"/>
          </w:tcPr>
          <w:p w:rsidR="00EB2185" w:rsidRDefault="00EB2185" w:rsidP="00EB2185">
            <w:r>
              <w:t>Emittente / Emissione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ENA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Enasarco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ENT</w:t>
            </w:r>
          </w:p>
        </w:tc>
        <w:tc>
          <w:tcPr>
            <w:tcW w:w="8783" w:type="dxa"/>
          </w:tcPr>
          <w:p w:rsidR="00EB2185" w:rsidRDefault="00EB2185" w:rsidP="00EB2185">
            <w:r>
              <w:t>Entrata / Ente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EPL</w:t>
            </w:r>
          </w:p>
        </w:tc>
        <w:tc>
          <w:tcPr>
            <w:tcW w:w="8783" w:type="dxa"/>
          </w:tcPr>
          <w:p w:rsidR="00EB2185" w:rsidRDefault="00EB2185" w:rsidP="00EB2185">
            <w:r>
              <w:t>Esplosione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EPR</w:t>
            </w:r>
          </w:p>
        </w:tc>
        <w:tc>
          <w:tcPr>
            <w:tcW w:w="8783" w:type="dxa"/>
          </w:tcPr>
          <w:p w:rsidR="00EB2185" w:rsidRDefault="00EB2185" w:rsidP="00EB2185">
            <w:r>
              <w:t>Estrazione Premi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ERD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Ereditá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ERR</w:t>
            </w:r>
          </w:p>
        </w:tc>
        <w:tc>
          <w:tcPr>
            <w:tcW w:w="8783" w:type="dxa"/>
          </w:tcPr>
          <w:p w:rsidR="00EB2185" w:rsidRDefault="00EB2185" w:rsidP="00EB2185">
            <w:r>
              <w:t>Errato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ESA</w:t>
            </w:r>
          </w:p>
        </w:tc>
        <w:tc>
          <w:tcPr>
            <w:tcW w:w="8783" w:type="dxa"/>
          </w:tcPr>
          <w:p w:rsidR="00EB2185" w:rsidRDefault="00EB2185" w:rsidP="00EB2185">
            <w:r>
              <w:t>Esattoria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ESC</w:t>
            </w:r>
          </w:p>
        </w:tc>
        <w:tc>
          <w:tcPr>
            <w:tcW w:w="8783" w:type="dxa"/>
          </w:tcPr>
          <w:p w:rsidR="00EB2185" w:rsidRDefault="00EB2185" w:rsidP="00EB2185">
            <w:r>
              <w:t>Esclusione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lastRenderedPageBreak/>
              <w:t>ESE</w:t>
            </w:r>
          </w:p>
        </w:tc>
        <w:tc>
          <w:tcPr>
            <w:tcW w:w="8783" w:type="dxa"/>
          </w:tcPr>
          <w:p w:rsidR="00EB2185" w:rsidRDefault="00EB2185" w:rsidP="00EB2185">
            <w:r>
              <w:t>Esercizio / Eseguito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ESI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Esigibilitá</w:t>
            </w:r>
            <w:proofErr w:type="spellEnd"/>
            <w:r>
              <w:t xml:space="preserve"> / </w:t>
            </w:r>
            <w:proofErr w:type="spellStart"/>
            <w:r>
              <w:t>Esigibilitá</w:t>
            </w:r>
            <w:proofErr w:type="spellEnd"/>
            <w:r>
              <w:t xml:space="preserve"> Premi / Esistenza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ESN</w:t>
            </w:r>
          </w:p>
        </w:tc>
        <w:tc>
          <w:tcPr>
            <w:tcW w:w="8783" w:type="dxa"/>
          </w:tcPr>
          <w:p w:rsidR="00EB2185" w:rsidRDefault="00EB2185" w:rsidP="00EB2185">
            <w:r>
              <w:t>Esenzione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ESP</w:t>
            </w:r>
          </w:p>
        </w:tc>
        <w:tc>
          <w:tcPr>
            <w:tcW w:w="8783" w:type="dxa"/>
          </w:tcPr>
          <w:p w:rsidR="00EB2185" w:rsidRDefault="00EB2185" w:rsidP="00EB2185">
            <w:r>
              <w:t>Esposizione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EST</w:t>
            </w:r>
          </w:p>
        </w:tc>
        <w:tc>
          <w:tcPr>
            <w:tcW w:w="8783" w:type="dxa"/>
          </w:tcPr>
          <w:p w:rsidR="00EB2185" w:rsidRDefault="00EB2185" w:rsidP="00EB2185">
            <w:r>
              <w:t>Estero / Estinto / Estratto / Estrazione / Estesa / Esterno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EUC</w:t>
            </w:r>
          </w:p>
        </w:tc>
        <w:tc>
          <w:tcPr>
            <w:tcW w:w="8783" w:type="dxa"/>
          </w:tcPr>
          <w:p w:rsidR="00EB2185" w:rsidRDefault="00EB2185" w:rsidP="00EB2185">
            <w:r>
              <w:t>EUROCLEAR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EUR</w:t>
            </w:r>
          </w:p>
        </w:tc>
        <w:tc>
          <w:tcPr>
            <w:tcW w:w="8783" w:type="dxa"/>
          </w:tcPr>
          <w:p w:rsidR="00EB2185" w:rsidRDefault="00EB2185" w:rsidP="00EB2185">
            <w:r>
              <w:t>Euro / Europa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EVA</w:t>
            </w:r>
          </w:p>
        </w:tc>
        <w:tc>
          <w:tcPr>
            <w:tcW w:w="8783" w:type="dxa"/>
          </w:tcPr>
          <w:p w:rsidR="00EB2185" w:rsidRDefault="00EB2185" w:rsidP="00EB2185">
            <w:r>
              <w:t>Evasione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EVE</w:t>
            </w:r>
          </w:p>
        </w:tc>
        <w:tc>
          <w:tcPr>
            <w:tcW w:w="8783" w:type="dxa"/>
          </w:tcPr>
          <w:p w:rsidR="00EB2185" w:rsidRDefault="00EB2185" w:rsidP="00EB2185">
            <w:r>
              <w:t>Evento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EVI</w:t>
            </w:r>
          </w:p>
        </w:tc>
        <w:tc>
          <w:tcPr>
            <w:tcW w:w="8783" w:type="dxa"/>
          </w:tcPr>
          <w:p w:rsidR="00EB2185" w:rsidRDefault="00EB2185" w:rsidP="00EB2185">
            <w:r>
              <w:t>Evidenza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EXC</w:t>
            </w:r>
          </w:p>
        </w:tc>
        <w:tc>
          <w:tcPr>
            <w:tcW w:w="8783" w:type="dxa"/>
          </w:tcPr>
          <w:p w:rsidR="00EB2185" w:rsidRDefault="00EB2185" w:rsidP="00EB2185">
            <w:r>
              <w:t>Ex Cedola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EXE</w:t>
            </w:r>
          </w:p>
        </w:tc>
        <w:tc>
          <w:tcPr>
            <w:tcW w:w="8783" w:type="dxa"/>
          </w:tcPr>
          <w:p w:rsidR="00EB2185" w:rsidRDefault="00EB2185" w:rsidP="00EB2185">
            <w:r>
              <w:t>Esecuzione / Esito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EXP</w:t>
            </w:r>
          </w:p>
        </w:tc>
        <w:tc>
          <w:tcPr>
            <w:tcW w:w="8783" w:type="dxa"/>
          </w:tcPr>
          <w:p w:rsidR="00EB2185" w:rsidRDefault="00EB2185" w:rsidP="00EB2185">
            <w:r>
              <w:t>Export / Esponente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EXT</w:t>
            </w:r>
          </w:p>
        </w:tc>
        <w:tc>
          <w:tcPr>
            <w:tcW w:w="8783" w:type="dxa"/>
          </w:tcPr>
          <w:p w:rsidR="00EB2185" w:rsidRDefault="00EB2185" w:rsidP="00EB2185">
            <w:r>
              <w:t>Extra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FAB</w:t>
            </w:r>
          </w:p>
        </w:tc>
        <w:tc>
          <w:tcPr>
            <w:tcW w:w="8783" w:type="dxa"/>
          </w:tcPr>
          <w:p w:rsidR="00EB2185" w:rsidRDefault="00EB2185" w:rsidP="00EB2185">
            <w:r>
              <w:t>Fabbisogno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FAL</w:t>
            </w:r>
          </w:p>
        </w:tc>
        <w:tc>
          <w:tcPr>
            <w:tcW w:w="8783" w:type="dxa"/>
          </w:tcPr>
          <w:p w:rsidR="00EB2185" w:rsidRDefault="00EB2185" w:rsidP="00EB2185">
            <w:r>
              <w:t>Fallimentare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FAS</w:t>
            </w:r>
          </w:p>
        </w:tc>
        <w:tc>
          <w:tcPr>
            <w:tcW w:w="8783" w:type="dxa"/>
          </w:tcPr>
          <w:p w:rsidR="00EB2185" w:rsidRDefault="00EB2185" w:rsidP="00EB2185">
            <w:r>
              <w:t>Fascia / Fase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FAT</w:t>
            </w:r>
          </w:p>
        </w:tc>
        <w:tc>
          <w:tcPr>
            <w:tcW w:w="8783" w:type="dxa"/>
          </w:tcPr>
          <w:p w:rsidR="00EB2185" w:rsidRDefault="00EB2185" w:rsidP="00EB2185">
            <w:r>
              <w:t>Fatturato / Fattura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FAX</w:t>
            </w:r>
          </w:p>
        </w:tc>
        <w:tc>
          <w:tcPr>
            <w:tcW w:w="8783" w:type="dxa"/>
          </w:tcPr>
          <w:p w:rsidR="00EB2185" w:rsidRDefault="00EB2185" w:rsidP="00EB2185">
            <w:r>
              <w:t>FAX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FER</w:t>
            </w:r>
          </w:p>
        </w:tc>
        <w:tc>
          <w:tcPr>
            <w:tcW w:w="8783" w:type="dxa"/>
          </w:tcPr>
          <w:p w:rsidR="00EB2185" w:rsidRDefault="00EB2185" w:rsidP="00EB2185">
            <w:r>
              <w:t>Fermo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FES</w:t>
            </w:r>
          </w:p>
        </w:tc>
        <w:tc>
          <w:tcPr>
            <w:tcW w:w="8783" w:type="dxa"/>
          </w:tcPr>
          <w:p w:rsidR="00EB2185" w:rsidRDefault="00EB2185" w:rsidP="00EB2185">
            <w:r>
              <w:t>Festiva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FGL</w:t>
            </w:r>
          </w:p>
        </w:tc>
        <w:tc>
          <w:tcPr>
            <w:tcW w:w="8783" w:type="dxa"/>
          </w:tcPr>
          <w:p w:rsidR="00EB2185" w:rsidRDefault="00EB2185" w:rsidP="00EB2185">
            <w:r>
              <w:t>Figlio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FID</w:t>
            </w:r>
          </w:p>
        </w:tc>
        <w:tc>
          <w:tcPr>
            <w:tcW w:w="8783" w:type="dxa"/>
          </w:tcPr>
          <w:p w:rsidR="00EB2185" w:rsidRDefault="00EB2185" w:rsidP="00EB2185">
            <w:r>
              <w:t>Fido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FIL</w:t>
            </w:r>
          </w:p>
        </w:tc>
        <w:tc>
          <w:tcPr>
            <w:tcW w:w="8783" w:type="dxa"/>
          </w:tcPr>
          <w:p w:rsidR="00EB2185" w:rsidRDefault="00EB2185" w:rsidP="00EB2185">
            <w:r>
              <w:t>Filiale / Filler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FIN</w:t>
            </w:r>
          </w:p>
        </w:tc>
        <w:tc>
          <w:tcPr>
            <w:tcW w:w="8783" w:type="dxa"/>
          </w:tcPr>
          <w:p w:rsidR="00EB2185" w:rsidRDefault="00EB2185" w:rsidP="00EB2185">
            <w:r>
              <w:t>Finanziario/Fine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FIR</w:t>
            </w:r>
          </w:p>
        </w:tc>
        <w:tc>
          <w:tcPr>
            <w:tcW w:w="8783" w:type="dxa"/>
          </w:tcPr>
          <w:p w:rsidR="00EB2185" w:rsidRDefault="00EB2185" w:rsidP="00EB2185">
            <w:r>
              <w:t>Firma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FIS</w:t>
            </w:r>
          </w:p>
        </w:tc>
        <w:tc>
          <w:tcPr>
            <w:tcW w:w="8783" w:type="dxa"/>
          </w:tcPr>
          <w:p w:rsidR="00EB2185" w:rsidRDefault="00EB2185" w:rsidP="00EB2185">
            <w:r>
              <w:t>Codice Fiscale / Fiscale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FJU</w:t>
            </w:r>
          </w:p>
        </w:tc>
        <w:tc>
          <w:tcPr>
            <w:tcW w:w="8783" w:type="dxa"/>
          </w:tcPr>
          <w:p w:rsidR="00EB2185" w:rsidRDefault="00EB2185" w:rsidP="00EB2185">
            <w:r>
              <w:t>Fidejussioni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FLG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Flag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FLU</w:t>
            </w:r>
          </w:p>
        </w:tc>
        <w:tc>
          <w:tcPr>
            <w:tcW w:w="8783" w:type="dxa"/>
          </w:tcPr>
          <w:p w:rsidR="00EB2185" w:rsidRDefault="00EB2185" w:rsidP="00EB2185">
            <w:r>
              <w:t>Flusso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FML</w:t>
            </w:r>
          </w:p>
        </w:tc>
        <w:tc>
          <w:tcPr>
            <w:tcW w:w="8783" w:type="dxa"/>
          </w:tcPr>
          <w:p w:rsidR="00EB2185" w:rsidRDefault="00EB2185" w:rsidP="00EB2185">
            <w:r>
              <w:t>Formula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FND</w:t>
            </w:r>
          </w:p>
        </w:tc>
        <w:tc>
          <w:tcPr>
            <w:tcW w:w="8783" w:type="dxa"/>
          </w:tcPr>
          <w:p w:rsidR="00EB2185" w:rsidRDefault="00EB2185" w:rsidP="00EB2185">
            <w:r>
              <w:t>Fondo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FNZ</w:t>
            </w:r>
          </w:p>
        </w:tc>
        <w:tc>
          <w:tcPr>
            <w:tcW w:w="8783" w:type="dxa"/>
          </w:tcPr>
          <w:p w:rsidR="00EB2185" w:rsidRDefault="00EB2185" w:rsidP="00EB2185">
            <w:r>
              <w:t>Funzione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FOR</w:t>
            </w:r>
          </w:p>
        </w:tc>
        <w:tc>
          <w:tcPr>
            <w:tcW w:w="8783" w:type="dxa"/>
          </w:tcPr>
          <w:p w:rsidR="00EB2185" w:rsidRDefault="00EB2185" w:rsidP="00EB2185">
            <w:r>
              <w:t>Fornitori / Formato / Format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FRA</w:t>
            </w:r>
          </w:p>
        </w:tc>
        <w:tc>
          <w:tcPr>
            <w:tcW w:w="8783" w:type="dxa"/>
          </w:tcPr>
          <w:p w:rsidR="00EB2185" w:rsidRDefault="00EB2185" w:rsidP="00EB2185">
            <w:r>
              <w:t>Frase / Frazionato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FRE</w:t>
            </w:r>
          </w:p>
        </w:tc>
        <w:tc>
          <w:tcPr>
            <w:tcW w:w="8783" w:type="dxa"/>
          </w:tcPr>
          <w:p w:rsidR="00EB2185" w:rsidRDefault="00EB2185" w:rsidP="00EB2185">
            <w:r>
              <w:t>Frequenza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FRU</w:t>
            </w:r>
          </w:p>
        </w:tc>
        <w:tc>
          <w:tcPr>
            <w:tcW w:w="8783" w:type="dxa"/>
          </w:tcPr>
          <w:p w:rsidR="00EB2185" w:rsidRDefault="00EB2185" w:rsidP="00EB2185">
            <w:r>
              <w:t>Fruttifero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FRX</w:t>
            </w:r>
          </w:p>
        </w:tc>
        <w:tc>
          <w:tcPr>
            <w:tcW w:w="8783" w:type="dxa"/>
          </w:tcPr>
          <w:p w:rsidR="00EB2185" w:rsidRDefault="00EB2185" w:rsidP="00EB2185">
            <w:r>
              <w:t>FOREX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FRZ</w:t>
            </w:r>
          </w:p>
        </w:tc>
        <w:tc>
          <w:tcPr>
            <w:tcW w:w="8783" w:type="dxa"/>
          </w:tcPr>
          <w:p w:rsidR="00EB2185" w:rsidRDefault="00EB2185" w:rsidP="00EB2185">
            <w:r>
              <w:t>Forzato / Forzatura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FSS</w:t>
            </w:r>
          </w:p>
        </w:tc>
        <w:tc>
          <w:tcPr>
            <w:tcW w:w="8783" w:type="dxa"/>
          </w:tcPr>
          <w:p w:rsidR="00EB2185" w:rsidRDefault="00EB2185" w:rsidP="00EB2185">
            <w:r>
              <w:t>Fissato / Fisso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FUN</w:t>
            </w:r>
          </w:p>
        </w:tc>
        <w:tc>
          <w:tcPr>
            <w:tcW w:w="8783" w:type="dxa"/>
          </w:tcPr>
          <w:p w:rsidR="00EB2185" w:rsidRDefault="00EB2185" w:rsidP="00EB2185">
            <w:r>
              <w:t>Funzione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FUT</w:t>
            </w:r>
          </w:p>
        </w:tc>
        <w:tc>
          <w:tcPr>
            <w:tcW w:w="8783" w:type="dxa"/>
          </w:tcPr>
          <w:p w:rsidR="00EB2185" w:rsidRDefault="00EB2185" w:rsidP="00EB2185">
            <w:r>
              <w:t>Futura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GAR</w:t>
            </w:r>
          </w:p>
        </w:tc>
        <w:tc>
          <w:tcPr>
            <w:tcW w:w="8783" w:type="dxa"/>
          </w:tcPr>
          <w:p w:rsidR="00EB2185" w:rsidRDefault="00EB2185" w:rsidP="00EB2185">
            <w:r>
              <w:t>Garanzia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GEN</w:t>
            </w:r>
            <w:r>
              <w:rPr>
                <w:rFonts w:ascii="Courier" w:hAnsi="Courier"/>
                <w:sz w:val="24"/>
              </w:rPr>
              <w:t xml:space="preserve"> </w:t>
            </w:r>
          </w:p>
        </w:tc>
        <w:tc>
          <w:tcPr>
            <w:tcW w:w="8783" w:type="dxa"/>
          </w:tcPr>
          <w:p w:rsidR="00EB2185" w:rsidRDefault="00EB2185" w:rsidP="00EB2185">
            <w:r>
              <w:t>Generale / Generante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GES</w:t>
            </w:r>
          </w:p>
        </w:tc>
        <w:tc>
          <w:tcPr>
            <w:tcW w:w="8783" w:type="dxa"/>
          </w:tcPr>
          <w:p w:rsidR="00EB2185" w:rsidRDefault="00EB2185" w:rsidP="00EB2185">
            <w:r>
              <w:t xml:space="preserve">Gestione / </w:t>
            </w:r>
            <w:proofErr w:type="spellStart"/>
            <w:r>
              <w:t>Gespat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GGL</w:t>
            </w:r>
          </w:p>
        </w:tc>
        <w:tc>
          <w:tcPr>
            <w:tcW w:w="8783" w:type="dxa"/>
          </w:tcPr>
          <w:p w:rsidR="00EB2185" w:rsidRDefault="00EB2185" w:rsidP="00EB2185">
            <w:r>
              <w:t>Giorni Lavorativi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GGR</w:t>
            </w:r>
          </w:p>
        </w:tc>
        <w:tc>
          <w:tcPr>
            <w:tcW w:w="8783" w:type="dxa"/>
          </w:tcPr>
          <w:p w:rsidR="00EB2185" w:rsidRDefault="00EB2185" w:rsidP="00EB2185">
            <w:r>
              <w:t>Giorni Rischio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GGV</w:t>
            </w:r>
          </w:p>
        </w:tc>
        <w:tc>
          <w:tcPr>
            <w:tcW w:w="8783" w:type="dxa"/>
          </w:tcPr>
          <w:p w:rsidR="00EB2185" w:rsidRDefault="00EB2185" w:rsidP="00EB2185">
            <w:r>
              <w:t>Giorni Valuta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GIA</w:t>
            </w:r>
          </w:p>
        </w:tc>
        <w:tc>
          <w:tcPr>
            <w:tcW w:w="8783" w:type="dxa"/>
          </w:tcPr>
          <w:p w:rsidR="00EB2185" w:rsidRDefault="00EB2185" w:rsidP="00EB2185">
            <w:r>
              <w:t>Giacenza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GIO</w:t>
            </w:r>
          </w:p>
        </w:tc>
        <w:tc>
          <w:tcPr>
            <w:tcW w:w="8783" w:type="dxa"/>
          </w:tcPr>
          <w:p w:rsidR="00EB2185" w:rsidRDefault="00EB2185" w:rsidP="00EB2185">
            <w:r>
              <w:t>Giornale / Giornaliero / Giorno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GIR</w:t>
            </w:r>
          </w:p>
        </w:tc>
        <w:tc>
          <w:tcPr>
            <w:tcW w:w="8783" w:type="dxa"/>
          </w:tcPr>
          <w:p w:rsidR="00EB2185" w:rsidRDefault="00EB2185" w:rsidP="00EB2185">
            <w:r>
              <w:t xml:space="preserve">Giro / </w:t>
            </w:r>
            <w:proofErr w:type="spellStart"/>
            <w:r>
              <w:t>Girofondo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GIU</w:t>
            </w:r>
          </w:p>
        </w:tc>
        <w:tc>
          <w:tcPr>
            <w:tcW w:w="8783" w:type="dxa"/>
          </w:tcPr>
          <w:p w:rsidR="00EB2185" w:rsidRDefault="00EB2185" w:rsidP="00EB2185">
            <w:r>
              <w:t>Giuridica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GOD</w:t>
            </w:r>
          </w:p>
        </w:tc>
        <w:tc>
          <w:tcPr>
            <w:tcW w:w="8783" w:type="dxa"/>
          </w:tcPr>
          <w:p w:rsidR="00EB2185" w:rsidRDefault="00EB2185" w:rsidP="00EB2185">
            <w:r>
              <w:t>Godimento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GMC</w:t>
            </w:r>
          </w:p>
        </w:tc>
        <w:tc>
          <w:tcPr>
            <w:tcW w:w="8783" w:type="dxa"/>
          </w:tcPr>
          <w:p w:rsidR="00EB2185" w:rsidRDefault="00EB2185" w:rsidP="00EB2185">
            <w:r>
              <w:t>Codice Gruppo-Mastro-Conto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lastRenderedPageBreak/>
              <w:t>GRF</w:t>
            </w:r>
          </w:p>
        </w:tc>
        <w:tc>
          <w:tcPr>
            <w:tcW w:w="8783" w:type="dxa"/>
          </w:tcPr>
          <w:p w:rsidR="00EB2185" w:rsidRDefault="00EB2185" w:rsidP="00EB2185">
            <w:r>
              <w:t>Grafico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GRP</w:t>
            </w:r>
          </w:p>
        </w:tc>
        <w:tc>
          <w:tcPr>
            <w:tcW w:w="8783" w:type="dxa"/>
          </w:tcPr>
          <w:p w:rsidR="00EB2185" w:rsidRDefault="00EB2185" w:rsidP="00EB2185">
            <w:r>
              <w:t>Gruppo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GRU</w:t>
            </w:r>
          </w:p>
        </w:tc>
        <w:tc>
          <w:tcPr>
            <w:tcW w:w="8783" w:type="dxa"/>
          </w:tcPr>
          <w:p w:rsidR="00EB2185" w:rsidRDefault="00EB2185" w:rsidP="00EB2185">
            <w:r>
              <w:t>Gruppo Contabile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ICC</w:t>
            </w:r>
          </w:p>
        </w:tc>
        <w:tc>
          <w:tcPr>
            <w:tcW w:w="8783" w:type="dxa"/>
          </w:tcPr>
          <w:p w:rsidR="00EB2185" w:rsidRDefault="00EB2185" w:rsidP="00EB2185">
            <w:r>
              <w:t>Iscrizione Camera Di Commercio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IDE</w:t>
            </w:r>
          </w:p>
        </w:tc>
        <w:tc>
          <w:tcPr>
            <w:tcW w:w="8783" w:type="dxa"/>
          </w:tcPr>
          <w:p w:rsidR="00EB2185" w:rsidRDefault="00EB2185" w:rsidP="00EB2185">
            <w:r>
              <w:t>Identità / Identificatore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IFR</w:t>
            </w:r>
          </w:p>
        </w:tc>
        <w:tc>
          <w:tcPr>
            <w:tcW w:w="8783" w:type="dxa"/>
          </w:tcPr>
          <w:p w:rsidR="00EB2185" w:rsidRDefault="00EB2185" w:rsidP="00EB2185">
            <w:r>
              <w:t>Infruttifero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ILQ</w:t>
            </w:r>
          </w:p>
        </w:tc>
        <w:tc>
          <w:tcPr>
            <w:tcW w:w="8783" w:type="dxa"/>
          </w:tcPr>
          <w:p w:rsidR="00EB2185" w:rsidRDefault="00EB2185" w:rsidP="00EB2185">
            <w:r>
              <w:t>Illiquido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ILR</w:t>
            </w:r>
          </w:p>
        </w:tc>
        <w:tc>
          <w:tcPr>
            <w:tcW w:w="8783" w:type="dxa"/>
          </w:tcPr>
          <w:p w:rsidR="00EB2185" w:rsidRDefault="00EB2185" w:rsidP="00EB2185">
            <w:r>
              <w:t>ILOR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IMB</w:t>
            </w:r>
          </w:p>
        </w:tc>
        <w:tc>
          <w:tcPr>
            <w:tcW w:w="8783" w:type="dxa"/>
          </w:tcPr>
          <w:p w:rsidR="00EB2185" w:rsidRDefault="00EB2185" w:rsidP="00EB2185">
            <w:r>
              <w:t>Imballo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IMM</w:t>
            </w:r>
          </w:p>
        </w:tc>
        <w:tc>
          <w:tcPr>
            <w:tcW w:w="8783" w:type="dxa"/>
          </w:tcPr>
          <w:p w:rsidR="00EB2185" w:rsidRDefault="00EB2185" w:rsidP="00EB2185">
            <w:r>
              <w:t>Immediato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IMP</w:t>
            </w:r>
            <w:r>
              <w:rPr>
                <w:rFonts w:ascii="Courier" w:hAnsi="Courier"/>
                <w:sz w:val="24"/>
              </w:rPr>
              <w:t xml:space="preserve"> </w:t>
            </w:r>
          </w:p>
        </w:tc>
        <w:tc>
          <w:tcPr>
            <w:tcW w:w="8783" w:type="dxa"/>
          </w:tcPr>
          <w:p w:rsidR="00EB2185" w:rsidRDefault="00EB2185" w:rsidP="00EB2185">
            <w:r>
              <w:t>Importo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IMB</w:t>
            </w:r>
          </w:p>
        </w:tc>
        <w:tc>
          <w:tcPr>
            <w:tcW w:w="8783" w:type="dxa"/>
          </w:tcPr>
          <w:p w:rsidR="00EB2185" w:rsidRDefault="00EB2185" w:rsidP="00EB2185">
            <w:r>
              <w:t>Importo Bollo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INC</w:t>
            </w:r>
          </w:p>
        </w:tc>
        <w:tc>
          <w:tcPr>
            <w:tcW w:w="8783" w:type="dxa"/>
          </w:tcPr>
          <w:p w:rsidR="00EB2185" w:rsidRDefault="00EB2185" w:rsidP="00EB2185">
            <w:r>
              <w:t>Incaricato / Incremento / Incagliata / Incasso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IND</w:t>
            </w:r>
          </w:p>
        </w:tc>
        <w:tc>
          <w:tcPr>
            <w:tcW w:w="8783" w:type="dxa"/>
          </w:tcPr>
          <w:p w:rsidR="00EB2185" w:rsidRDefault="00EB2185" w:rsidP="00EB2185">
            <w:r>
              <w:t>Indirizzo / Indice / Indennità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INF</w:t>
            </w:r>
          </w:p>
        </w:tc>
        <w:tc>
          <w:tcPr>
            <w:tcW w:w="8783" w:type="dxa"/>
          </w:tcPr>
          <w:p w:rsidR="00EB2185" w:rsidRDefault="00EB2185" w:rsidP="00EB2185">
            <w:r>
              <w:t>Informazioni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INI</w:t>
            </w:r>
          </w:p>
        </w:tc>
        <w:tc>
          <w:tcPr>
            <w:tcW w:w="8783" w:type="dxa"/>
          </w:tcPr>
          <w:p w:rsidR="00EB2185" w:rsidRDefault="00EB2185" w:rsidP="00EB2185">
            <w:r>
              <w:t>Inizio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INP</w:t>
            </w:r>
          </w:p>
        </w:tc>
        <w:tc>
          <w:tcPr>
            <w:tcW w:w="8783" w:type="dxa"/>
          </w:tcPr>
          <w:p w:rsidR="00EB2185" w:rsidRDefault="00EB2185" w:rsidP="00EB2185">
            <w:r>
              <w:t>Input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INQ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Inquiry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INS</w:t>
            </w:r>
          </w:p>
        </w:tc>
        <w:tc>
          <w:tcPr>
            <w:tcW w:w="8783" w:type="dxa"/>
          </w:tcPr>
          <w:p w:rsidR="00EB2185" w:rsidRDefault="00EB2185" w:rsidP="00EB2185">
            <w:r>
              <w:t>Inserimento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INT</w:t>
            </w:r>
          </w:p>
        </w:tc>
        <w:tc>
          <w:tcPr>
            <w:tcW w:w="8783" w:type="dxa"/>
          </w:tcPr>
          <w:p w:rsidR="00EB2185" w:rsidRDefault="00EB2185" w:rsidP="00EB2185">
            <w:r>
              <w:t>Interessi / Interno / Intestazione / Intento / Intenti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INV</w:t>
            </w:r>
          </w:p>
        </w:tc>
        <w:tc>
          <w:tcPr>
            <w:tcW w:w="8783" w:type="dxa"/>
          </w:tcPr>
          <w:p w:rsidR="00EB2185" w:rsidRDefault="00EB2185" w:rsidP="00EB2185">
            <w:r>
              <w:t>Invio / Investimento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IPG</w:t>
            </w:r>
          </w:p>
        </w:tc>
        <w:tc>
          <w:tcPr>
            <w:tcW w:w="8783" w:type="dxa"/>
          </w:tcPr>
          <w:p w:rsidR="00EB2185" w:rsidRDefault="00EB2185" w:rsidP="00EB2185">
            <w:r>
              <w:t>Impegno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IPN</w:t>
            </w:r>
          </w:p>
        </w:tc>
        <w:tc>
          <w:tcPr>
            <w:tcW w:w="8783" w:type="dxa"/>
          </w:tcPr>
          <w:p w:rsidR="00EB2185" w:rsidRDefault="00EB2185" w:rsidP="00EB2185">
            <w:r>
              <w:t>Imponibile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IPU</w:t>
            </w:r>
          </w:p>
        </w:tc>
        <w:tc>
          <w:tcPr>
            <w:tcW w:w="8783" w:type="dxa"/>
          </w:tcPr>
          <w:p w:rsidR="00EB2185" w:rsidRDefault="00EB2185" w:rsidP="00EB2185">
            <w:r>
              <w:t>Imputazione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IRG</w:t>
            </w:r>
            <w:r>
              <w:rPr>
                <w:rFonts w:ascii="Courier" w:hAnsi="Courier"/>
                <w:sz w:val="24"/>
              </w:rPr>
              <w:t xml:space="preserve"> </w:t>
            </w:r>
          </w:p>
        </w:tc>
        <w:tc>
          <w:tcPr>
            <w:tcW w:w="8783" w:type="dxa"/>
          </w:tcPr>
          <w:p w:rsidR="00EB2185" w:rsidRDefault="00EB2185" w:rsidP="00EB2185">
            <w:r>
              <w:t>IRPEG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IRR</w:t>
            </w:r>
          </w:p>
        </w:tc>
        <w:tc>
          <w:tcPr>
            <w:tcW w:w="8783" w:type="dxa"/>
          </w:tcPr>
          <w:p w:rsidR="00EB2185" w:rsidRDefault="00EB2185" w:rsidP="00EB2185">
            <w:r>
              <w:t>Irregolare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ISL</w:t>
            </w:r>
          </w:p>
        </w:tc>
        <w:tc>
          <w:tcPr>
            <w:tcW w:w="8783" w:type="dxa"/>
          </w:tcPr>
          <w:p w:rsidR="00EB2185" w:rsidRDefault="00EB2185" w:rsidP="00EB2185">
            <w:r>
              <w:t>Insoluti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ISO</w:t>
            </w:r>
          </w:p>
        </w:tc>
        <w:tc>
          <w:tcPr>
            <w:tcW w:w="8783" w:type="dxa"/>
          </w:tcPr>
          <w:p w:rsidR="00EB2185" w:rsidRDefault="00EB2185" w:rsidP="00EB2185">
            <w:r>
              <w:t>ISO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IST</w:t>
            </w:r>
          </w:p>
        </w:tc>
        <w:tc>
          <w:tcPr>
            <w:tcW w:w="8783" w:type="dxa"/>
          </w:tcPr>
          <w:p w:rsidR="00EB2185" w:rsidRDefault="00EB2185" w:rsidP="00EB2185">
            <w:r>
              <w:t>Istituto / Istat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ITA</w:t>
            </w:r>
          </w:p>
        </w:tc>
        <w:tc>
          <w:tcPr>
            <w:tcW w:w="8783" w:type="dxa"/>
          </w:tcPr>
          <w:p w:rsidR="00EB2185" w:rsidRDefault="00EB2185" w:rsidP="00EB2185">
            <w:r>
              <w:t>Italia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ITF</w:t>
            </w:r>
          </w:p>
        </w:tc>
        <w:tc>
          <w:tcPr>
            <w:tcW w:w="8783" w:type="dxa"/>
          </w:tcPr>
          <w:p w:rsidR="00EB2185" w:rsidRDefault="00EB2185" w:rsidP="00EB2185">
            <w:r>
              <w:t>Interfaccia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ITM</w:t>
            </w:r>
          </w:p>
        </w:tc>
        <w:tc>
          <w:tcPr>
            <w:tcW w:w="8783" w:type="dxa"/>
          </w:tcPr>
          <w:p w:rsidR="00EB2185" w:rsidRDefault="00EB2185" w:rsidP="00EB2185">
            <w:r>
              <w:t>Intermedia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ITV</w:t>
            </w:r>
          </w:p>
        </w:tc>
        <w:tc>
          <w:tcPr>
            <w:tcW w:w="8783" w:type="dxa"/>
          </w:tcPr>
          <w:p w:rsidR="00EB2185" w:rsidRDefault="00EB2185" w:rsidP="00EB2185">
            <w:r>
              <w:t>Intervallo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IVA</w:t>
            </w:r>
          </w:p>
        </w:tc>
        <w:tc>
          <w:tcPr>
            <w:tcW w:w="8783" w:type="dxa"/>
          </w:tcPr>
          <w:p w:rsidR="00EB2185" w:rsidRDefault="00EB2185" w:rsidP="00EB2185">
            <w:r>
              <w:t>IVA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IVN</w:t>
            </w:r>
          </w:p>
        </w:tc>
        <w:tc>
          <w:tcPr>
            <w:tcW w:w="8783" w:type="dxa"/>
          </w:tcPr>
          <w:p w:rsidR="00EB2185" w:rsidRDefault="00EB2185" w:rsidP="00EB2185">
            <w:r>
              <w:t>Inventario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IVS</w:t>
            </w:r>
          </w:p>
        </w:tc>
        <w:tc>
          <w:tcPr>
            <w:tcW w:w="8783" w:type="dxa"/>
          </w:tcPr>
          <w:p w:rsidR="00EB2185" w:rsidRDefault="00EB2185" w:rsidP="00EB2185">
            <w:r>
              <w:t>Inversione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KEY</w:t>
            </w:r>
          </w:p>
        </w:tc>
        <w:tc>
          <w:tcPr>
            <w:tcW w:w="8783" w:type="dxa"/>
          </w:tcPr>
          <w:p w:rsidR="00EB2185" w:rsidRDefault="00EB2185" w:rsidP="00EB2185">
            <w:r>
              <w:t>Chiave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LAV</w:t>
            </w:r>
          </w:p>
        </w:tc>
        <w:tc>
          <w:tcPr>
            <w:tcW w:w="8783" w:type="dxa"/>
          </w:tcPr>
          <w:p w:rsidR="00EB2185" w:rsidRDefault="00EB2185" w:rsidP="00EB2185">
            <w:r>
              <w:t>Lavorativo / Lavoro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LEG</w:t>
            </w:r>
          </w:p>
        </w:tc>
        <w:tc>
          <w:tcPr>
            <w:tcW w:w="8783" w:type="dxa"/>
          </w:tcPr>
          <w:p w:rsidR="00EB2185" w:rsidRDefault="00EB2185" w:rsidP="00EB2185">
            <w:r>
              <w:t>Legame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LEN</w:t>
            </w:r>
          </w:p>
        </w:tc>
        <w:tc>
          <w:tcPr>
            <w:tcW w:w="8783" w:type="dxa"/>
          </w:tcPr>
          <w:p w:rsidR="00EB2185" w:rsidRDefault="00EB2185" w:rsidP="00EB2185">
            <w:r>
              <w:t>Lunghezza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LET</w:t>
            </w:r>
          </w:p>
        </w:tc>
        <w:tc>
          <w:tcPr>
            <w:tcW w:w="8783" w:type="dxa"/>
          </w:tcPr>
          <w:p w:rsidR="00EB2185" w:rsidRDefault="00EB2185" w:rsidP="00EB2185">
            <w:r>
              <w:t>Lettere / Letture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LIB</w:t>
            </w:r>
          </w:p>
        </w:tc>
        <w:tc>
          <w:tcPr>
            <w:tcW w:w="8783" w:type="dxa"/>
          </w:tcPr>
          <w:p w:rsidR="00EB2185" w:rsidRDefault="00EB2185" w:rsidP="00EB2185">
            <w:r>
              <w:t>Libretti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LIF</w:t>
            </w:r>
          </w:p>
        </w:tc>
        <w:tc>
          <w:tcPr>
            <w:tcW w:w="8783" w:type="dxa"/>
          </w:tcPr>
          <w:p w:rsidR="00EB2185" w:rsidRDefault="00EB2185" w:rsidP="00EB2185">
            <w:r>
              <w:t>L.I.F.O.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LIM</w:t>
            </w:r>
          </w:p>
        </w:tc>
        <w:tc>
          <w:tcPr>
            <w:tcW w:w="8783" w:type="dxa"/>
          </w:tcPr>
          <w:p w:rsidR="00EB2185" w:rsidRDefault="00EB2185" w:rsidP="00EB2185">
            <w:r>
              <w:t>Limite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LIN</w:t>
            </w:r>
          </w:p>
        </w:tc>
        <w:tc>
          <w:tcPr>
            <w:tcW w:w="8783" w:type="dxa"/>
          </w:tcPr>
          <w:p w:rsidR="00EB2185" w:rsidRDefault="00EB2185" w:rsidP="00EB2185">
            <w:r>
              <w:t>Lingua / Linguaggio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LIQ</w:t>
            </w:r>
          </w:p>
        </w:tc>
        <w:tc>
          <w:tcPr>
            <w:tcW w:w="8783" w:type="dxa"/>
          </w:tcPr>
          <w:p w:rsidR="00EB2185" w:rsidRDefault="00EB2185" w:rsidP="00EB2185">
            <w:r>
              <w:t>Liquidazione / Liquidità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LIR</w:t>
            </w:r>
          </w:p>
        </w:tc>
        <w:tc>
          <w:tcPr>
            <w:tcW w:w="8783" w:type="dxa"/>
          </w:tcPr>
          <w:p w:rsidR="00EB2185" w:rsidRDefault="00EB2185" w:rsidP="00EB2185">
            <w:r>
              <w:t>Lire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LIS</w:t>
            </w:r>
          </w:p>
        </w:tc>
        <w:tc>
          <w:tcPr>
            <w:tcW w:w="8783" w:type="dxa"/>
          </w:tcPr>
          <w:p w:rsidR="00EB2185" w:rsidRDefault="00EB2185" w:rsidP="00EB2185">
            <w:r>
              <w:t>Listino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LIV</w:t>
            </w:r>
          </w:p>
        </w:tc>
        <w:tc>
          <w:tcPr>
            <w:tcW w:w="8783" w:type="dxa"/>
          </w:tcPr>
          <w:p w:rsidR="00EB2185" w:rsidRDefault="00EB2185" w:rsidP="00EB2185">
            <w:r>
              <w:t>Livello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LOC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Localitá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LOG</w:t>
            </w:r>
          </w:p>
        </w:tc>
        <w:tc>
          <w:tcPr>
            <w:tcW w:w="8783" w:type="dxa"/>
          </w:tcPr>
          <w:p w:rsidR="00EB2185" w:rsidRDefault="00EB2185" w:rsidP="00EB2185">
            <w:r>
              <w:t>LOG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LOK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Locked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LOR</w:t>
            </w:r>
          </w:p>
        </w:tc>
        <w:tc>
          <w:tcPr>
            <w:tcW w:w="8783" w:type="dxa"/>
          </w:tcPr>
          <w:p w:rsidR="00EB2185" w:rsidRDefault="00EB2185" w:rsidP="00EB2185">
            <w:r>
              <w:t>Lordo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LOT</w:t>
            </w:r>
          </w:p>
        </w:tc>
        <w:tc>
          <w:tcPr>
            <w:tcW w:w="8783" w:type="dxa"/>
          </w:tcPr>
          <w:p w:rsidR="00EB2185" w:rsidRDefault="00EB2185" w:rsidP="00EB2185">
            <w:r>
              <w:t>Lotto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lastRenderedPageBreak/>
              <w:t>MAC</w:t>
            </w:r>
          </w:p>
        </w:tc>
        <w:tc>
          <w:tcPr>
            <w:tcW w:w="8783" w:type="dxa"/>
          </w:tcPr>
          <w:p w:rsidR="00EB2185" w:rsidRDefault="00EB2185" w:rsidP="00EB2185">
            <w:r>
              <w:t>Macchina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MAN</w:t>
            </w:r>
          </w:p>
        </w:tc>
        <w:tc>
          <w:tcPr>
            <w:tcW w:w="8783" w:type="dxa"/>
          </w:tcPr>
          <w:p w:rsidR="00EB2185" w:rsidRDefault="00EB2185" w:rsidP="00EB2185">
            <w:r>
              <w:t>Mandato / Mantello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MAR</w:t>
            </w:r>
          </w:p>
        </w:tc>
        <w:tc>
          <w:tcPr>
            <w:tcW w:w="8783" w:type="dxa"/>
          </w:tcPr>
          <w:p w:rsidR="00EB2185" w:rsidRDefault="00EB2185" w:rsidP="00EB2185">
            <w:r>
              <w:t>Marchio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MAS</w:t>
            </w:r>
          </w:p>
        </w:tc>
        <w:tc>
          <w:tcPr>
            <w:tcW w:w="8783" w:type="dxa"/>
          </w:tcPr>
          <w:p w:rsidR="00EB2185" w:rsidRDefault="00EB2185" w:rsidP="00EB2185">
            <w:r>
              <w:t>Mastro / Massimale / Massimo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MAT</w:t>
            </w:r>
          </w:p>
        </w:tc>
        <w:tc>
          <w:tcPr>
            <w:tcW w:w="8783" w:type="dxa"/>
          </w:tcPr>
          <w:p w:rsidR="00EB2185" w:rsidRDefault="00EB2185" w:rsidP="00EB2185">
            <w:r>
              <w:t>Matricola / Materiale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MAX</w:t>
            </w:r>
          </w:p>
        </w:tc>
        <w:tc>
          <w:tcPr>
            <w:tcW w:w="8783" w:type="dxa"/>
          </w:tcPr>
          <w:p w:rsidR="00EB2185" w:rsidRDefault="00EB2185" w:rsidP="00EB2185">
            <w:r>
              <w:t>Massimo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MED</w:t>
            </w:r>
          </w:p>
        </w:tc>
        <w:tc>
          <w:tcPr>
            <w:tcW w:w="8783" w:type="dxa"/>
          </w:tcPr>
          <w:p w:rsidR="00EB2185" w:rsidRDefault="00EB2185" w:rsidP="00EB2185">
            <w:r>
              <w:t>Medio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MEM</w:t>
            </w:r>
          </w:p>
        </w:tc>
        <w:tc>
          <w:tcPr>
            <w:tcW w:w="8783" w:type="dxa"/>
          </w:tcPr>
          <w:p w:rsidR="00EB2185" w:rsidRDefault="00EB2185" w:rsidP="00EB2185">
            <w:r>
              <w:t>Memorizzare / Memoria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MEN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Menú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MER</w:t>
            </w:r>
          </w:p>
        </w:tc>
        <w:tc>
          <w:tcPr>
            <w:tcW w:w="8783" w:type="dxa"/>
          </w:tcPr>
          <w:p w:rsidR="00EB2185" w:rsidRDefault="00EB2185" w:rsidP="00EB2185">
            <w:r>
              <w:t>Merci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MES</w:t>
            </w:r>
          </w:p>
        </w:tc>
        <w:tc>
          <w:tcPr>
            <w:tcW w:w="8783" w:type="dxa"/>
          </w:tcPr>
          <w:p w:rsidR="00EB2185" w:rsidRDefault="00EB2185" w:rsidP="00EB2185">
            <w:r>
              <w:t>Mese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MEZ</w:t>
            </w:r>
          </w:p>
        </w:tc>
        <w:tc>
          <w:tcPr>
            <w:tcW w:w="8783" w:type="dxa"/>
          </w:tcPr>
          <w:p w:rsidR="00EB2185" w:rsidRDefault="00EB2185" w:rsidP="00EB2185">
            <w:r>
              <w:t>Mezzo / A mezzo di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MIN</w:t>
            </w:r>
          </w:p>
        </w:tc>
        <w:tc>
          <w:tcPr>
            <w:tcW w:w="8783" w:type="dxa"/>
          </w:tcPr>
          <w:p w:rsidR="00EB2185" w:rsidRDefault="00EB2185" w:rsidP="00EB2185">
            <w:r>
              <w:t>Minimo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MIT</w:t>
            </w:r>
          </w:p>
        </w:tc>
        <w:tc>
          <w:tcPr>
            <w:tcW w:w="8783" w:type="dxa"/>
          </w:tcPr>
          <w:p w:rsidR="00EB2185" w:rsidRDefault="00EB2185" w:rsidP="00EB2185">
            <w:r>
              <w:t>Mittente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MIV</w:t>
            </w:r>
          </w:p>
        </w:tc>
        <w:tc>
          <w:tcPr>
            <w:tcW w:w="8783" w:type="dxa"/>
          </w:tcPr>
          <w:p w:rsidR="00EB2185" w:rsidRDefault="00EB2185" w:rsidP="00EB2185">
            <w:r>
              <w:t>Minusvalenza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MMG</w:t>
            </w:r>
          </w:p>
        </w:tc>
        <w:tc>
          <w:tcPr>
            <w:tcW w:w="8783" w:type="dxa"/>
          </w:tcPr>
          <w:p w:rsidR="00EB2185" w:rsidRDefault="00EB2185" w:rsidP="00EB2185">
            <w:r>
              <w:t>Movimento di magazzino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MNC</w:t>
            </w:r>
          </w:p>
        </w:tc>
        <w:tc>
          <w:tcPr>
            <w:tcW w:w="8783" w:type="dxa"/>
          </w:tcPr>
          <w:p w:rsidR="00EB2185" w:rsidRDefault="00EB2185" w:rsidP="00EB2185">
            <w:r>
              <w:t>Mancante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MNL</w:t>
            </w:r>
          </w:p>
        </w:tc>
        <w:tc>
          <w:tcPr>
            <w:tcW w:w="8783" w:type="dxa"/>
          </w:tcPr>
          <w:p w:rsidR="00EB2185" w:rsidRDefault="00EB2185" w:rsidP="00EB2185">
            <w:r>
              <w:t>Manuale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MNT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Montetitolo</w:t>
            </w:r>
            <w:proofErr w:type="spellEnd"/>
            <w:r>
              <w:t xml:space="preserve"> / Manutenzione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MOD</w:t>
            </w:r>
          </w:p>
        </w:tc>
        <w:tc>
          <w:tcPr>
            <w:tcW w:w="8783" w:type="dxa"/>
          </w:tcPr>
          <w:p w:rsidR="00EB2185" w:rsidRDefault="00EB2185" w:rsidP="00EB2185">
            <w:r>
              <w:t xml:space="preserve">Modulo / Modello / </w:t>
            </w:r>
            <w:proofErr w:type="spellStart"/>
            <w:r>
              <w:t>Modalitá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MOM</w:t>
            </w:r>
          </w:p>
        </w:tc>
        <w:tc>
          <w:tcPr>
            <w:tcW w:w="8783" w:type="dxa"/>
          </w:tcPr>
          <w:p w:rsidR="00EB2185" w:rsidRDefault="00EB2185" w:rsidP="00EB2185">
            <w:r>
              <w:t>Momento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MON</w:t>
            </w:r>
          </w:p>
        </w:tc>
        <w:tc>
          <w:tcPr>
            <w:tcW w:w="8783" w:type="dxa"/>
          </w:tcPr>
          <w:p w:rsidR="00EB2185" w:rsidRDefault="00EB2185" w:rsidP="00EB2185">
            <w:r>
              <w:t>Monete / Monetario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MOR</w:t>
            </w:r>
          </w:p>
        </w:tc>
        <w:tc>
          <w:tcPr>
            <w:tcW w:w="8783" w:type="dxa"/>
          </w:tcPr>
          <w:p w:rsidR="00EB2185" w:rsidRDefault="00EB2185" w:rsidP="00EB2185">
            <w:r>
              <w:t>Mora / Morosità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MOV</w:t>
            </w:r>
          </w:p>
        </w:tc>
        <w:tc>
          <w:tcPr>
            <w:tcW w:w="8783" w:type="dxa"/>
          </w:tcPr>
          <w:p w:rsidR="00EB2185" w:rsidRDefault="00EB2185" w:rsidP="00EB2185">
            <w:r>
              <w:t>Movimento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MRP</w:t>
            </w:r>
          </w:p>
        </w:tc>
        <w:tc>
          <w:tcPr>
            <w:tcW w:w="8783" w:type="dxa"/>
          </w:tcPr>
          <w:p w:rsidR="00EB2185" w:rsidRDefault="00EB2185" w:rsidP="00EB2185">
            <w:r>
              <w:t>MRP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MSC</w:t>
            </w:r>
          </w:p>
        </w:tc>
        <w:tc>
          <w:tcPr>
            <w:tcW w:w="8783" w:type="dxa"/>
          </w:tcPr>
          <w:p w:rsidR="00EB2185" w:rsidRDefault="00EB2185" w:rsidP="00EB2185">
            <w:r>
              <w:t>Maschera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MSG</w:t>
            </w:r>
          </w:p>
        </w:tc>
        <w:tc>
          <w:tcPr>
            <w:tcW w:w="8783" w:type="dxa"/>
          </w:tcPr>
          <w:p w:rsidR="00EB2185" w:rsidRDefault="00EB2185" w:rsidP="00EB2185">
            <w:r>
              <w:t>Messaggio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MUL</w:t>
            </w:r>
          </w:p>
        </w:tc>
        <w:tc>
          <w:tcPr>
            <w:tcW w:w="8783" w:type="dxa"/>
          </w:tcPr>
          <w:p w:rsidR="00EB2185" w:rsidRDefault="00EB2185" w:rsidP="00EB2185">
            <w:r>
              <w:t xml:space="preserve">Multiplo / </w:t>
            </w:r>
            <w:proofErr w:type="spellStart"/>
            <w:r>
              <w:t>Multiplicatore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NAC</w:t>
            </w:r>
          </w:p>
        </w:tc>
        <w:tc>
          <w:tcPr>
            <w:tcW w:w="8783" w:type="dxa"/>
          </w:tcPr>
          <w:p w:rsidR="00EB2185" w:rsidRDefault="00EB2185" w:rsidP="00EB2185">
            <w:r>
              <w:t>Nota di accredito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NAD</w:t>
            </w:r>
          </w:p>
        </w:tc>
        <w:tc>
          <w:tcPr>
            <w:tcW w:w="8783" w:type="dxa"/>
          </w:tcPr>
          <w:p w:rsidR="00EB2185" w:rsidRDefault="00EB2185" w:rsidP="00EB2185">
            <w:r>
              <w:t>Nota di addebito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NAS</w:t>
            </w:r>
          </w:p>
        </w:tc>
        <w:tc>
          <w:tcPr>
            <w:tcW w:w="8783" w:type="dxa"/>
          </w:tcPr>
          <w:p w:rsidR="00EB2185" w:rsidRDefault="00EB2185" w:rsidP="00EB2185">
            <w:r>
              <w:t>Nascita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NAT</w:t>
            </w:r>
          </w:p>
        </w:tc>
        <w:tc>
          <w:tcPr>
            <w:tcW w:w="8783" w:type="dxa"/>
          </w:tcPr>
          <w:p w:rsidR="00EB2185" w:rsidRDefault="00EB2185" w:rsidP="00EB2185">
            <w:r>
              <w:t>Natura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NAZ</w:t>
            </w:r>
          </w:p>
        </w:tc>
        <w:tc>
          <w:tcPr>
            <w:tcW w:w="8783" w:type="dxa"/>
          </w:tcPr>
          <w:p w:rsidR="00EB2185" w:rsidRDefault="00EB2185" w:rsidP="00EB2185">
            <w:r>
              <w:t>Nazione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NEG</w:t>
            </w:r>
          </w:p>
        </w:tc>
        <w:tc>
          <w:tcPr>
            <w:tcW w:w="8783" w:type="dxa"/>
          </w:tcPr>
          <w:p w:rsidR="00EB2185" w:rsidRDefault="00EB2185" w:rsidP="00EB2185">
            <w:r>
              <w:t>Negoziazione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NET</w:t>
            </w:r>
          </w:p>
        </w:tc>
        <w:tc>
          <w:tcPr>
            <w:tcW w:w="8783" w:type="dxa"/>
          </w:tcPr>
          <w:p w:rsidR="00EB2185" w:rsidRDefault="00EB2185" w:rsidP="00EB2185">
            <w:r>
              <w:t>Netto / A Secco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NEW</w:t>
            </w:r>
          </w:p>
        </w:tc>
        <w:tc>
          <w:tcPr>
            <w:tcW w:w="8783" w:type="dxa"/>
          </w:tcPr>
          <w:p w:rsidR="00EB2185" w:rsidRDefault="00EB2185" w:rsidP="00EB2185">
            <w:r>
              <w:t>Nuovo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NGV</w:t>
            </w:r>
          </w:p>
        </w:tc>
        <w:tc>
          <w:tcPr>
            <w:tcW w:w="8783" w:type="dxa"/>
          </w:tcPr>
          <w:p w:rsidR="00EB2185" w:rsidRDefault="00EB2185" w:rsidP="00EB2185">
            <w:r>
              <w:t>Numero Giorni Valuta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NMC</w:t>
            </w:r>
          </w:p>
        </w:tc>
        <w:tc>
          <w:tcPr>
            <w:tcW w:w="8783" w:type="dxa"/>
          </w:tcPr>
          <w:p w:rsidR="00EB2185" w:rsidRDefault="00EB2185" w:rsidP="00EB2185">
            <w:r>
              <w:t>Nomenclatura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NMN</w:t>
            </w:r>
          </w:p>
        </w:tc>
        <w:tc>
          <w:tcPr>
            <w:tcW w:w="8783" w:type="dxa"/>
          </w:tcPr>
          <w:p w:rsidR="00EB2185" w:rsidRDefault="00EB2185" w:rsidP="00EB2185">
            <w:r>
              <w:t>Numeratore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NOD</w:t>
            </w:r>
          </w:p>
        </w:tc>
        <w:tc>
          <w:tcPr>
            <w:tcW w:w="8783" w:type="dxa"/>
          </w:tcPr>
          <w:p w:rsidR="00EB2185" w:rsidRDefault="00EB2185" w:rsidP="00EB2185">
            <w:r>
              <w:t>Nodo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NOM</w:t>
            </w:r>
          </w:p>
        </w:tc>
        <w:tc>
          <w:tcPr>
            <w:tcW w:w="8783" w:type="dxa"/>
          </w:tcPr>
          <w:p w:rsidR="00EB2185" w:rsidRDefault="00EB2185" w:rsidP="00EB2185">
            <w:r>
              <w:t>Nominale/Nome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NON</w:t>
            </w:r>
          </w:p>
        </w:tc>
        <w:tc>
          <w:tcPr>
            <w:tcW w:w="8783" w:type="dxa"/>
          </w:tcPr>
          <w:p w:rsidR="00EB2185" w:rsidRDefault="00EB2185" w:rsidP="00EB2185">
            <w:r>
              <w:t>NON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NOR</w:t>
            </w:r>
          </w:p>
        </w:tc>
        <w:tc>
          <w:tcPr>
            <w:tcW w:w="8783" w:type="dxa"/>
          </w:tcPr>
          <w:p w:rsidR="00EB2185" w:rsidRDefault="00EB2185" w:rsidP="00EB2185">
            <w:r>
              <w:t>Normalizzato / No Residuo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NOT</w:t>
            </w:r>
          </w:p>
        </w:tc>
        <w:tc>
          <w:tcPr>
            <w:tcW w:w="8783" w:type="dxa"/>
          </w:tcPr>
          <w:p w:rsidR="00EB2185" w:rsidRDefault="00EB2185" w:rsidP="00EB2185">
            <w:r>
              <w:t>Note / Notifica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NRG</w:t>
            </w:r>
          </w:p>
        </w:tc>
        <w:tc>
          <w:tcPr>
            <w:tcW w:w="8783" w:type="dxa"/>
          </w:tcPr>
          <w:p w:rsidR="00EB2185" w:rsidRDefault="00EB2185" w:rsidP="00EB2185">
            <w:r>
              <w:t>Numero Registrazione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NUM</w:t>
            </w:r>
          </w:p>
        </w:tc>
        <w:tc>
          <w:tcPr>
            <w:tcW w:w="8783" w:type="dxa"/>
          </w:tcPr>
          <w:p w:rsidR="00EB2185" w:rsidRDefault="00EB2185" w:rsidP="00EB2185">
            <w:r>
              <w:t>Numero / Numeriche / Numerazione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OBL</w:t>
            </w:r>
          </w:p>
        </w:tc>
        <w:tc>
          <w:tcPr>
            <w:tcW w:w="8783" w:type="dxa"/>
          </w:tcPr>
          <w:p w:rsidR="00EB2185" w:rsidRDefault="00EB2185" w:rsidP="00EB2185">
            <w:r>
              <w:t>Obbligazioni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OFF</w:t>
            </w:r>
          </w:p>
        </w:tc>
        <w:tc>
          <w:tcPr>
            <w:tcW w:w="8783" w:type="dxa"/>
          </w:tcPr>
          <w:p w:rsidR="00EB2185" w:rsidRDefault="00EB2185" w:rsidP="00EB2185">
            <w:r>
              <w:t>Offerta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OGG</w:t>
            </w:r>
          </w:p>
        </w:tc>
        <w:tc>
          <w:tcPr>
            <w:tcW w:w="8783" w:type="dxa"/>
          </w:tcPr>
          <w:p w:rsidR="00EB2185" w:rsidRDefault="00EB2185" w:rsidP="00EB2185">
            <w:r>
              <w:t>Oggetto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OK</w:t>
            </w:r>
          </w:p>
        </w:tc>
        <w:tc>
          <w:tcPr>
            <w:tcW w:w="8783" w:type="dxa"/>
          </w:tcPr>
          <w:p w:rsidR="00EB2185" w:rsidRDefault="00EB2185" w:rsidP="00EB2185">
            <w:r>
              <w:t>OK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OLD</w:t>
            </w:r>
          </w:p>
        </w:tc>
        <w:tc>
          <w:tcPr>
            <w:tcW w:w="8783" w:type="dxa"/>
          </w:tcPr>
          <w:p w:rsidR="00EB2185" w:rsidRDefault="00EB2185" w:rsidP="00EB2185">
            <w:r>
              <w:t>Vecchio / Vecchie Aree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OMG</w:t>
            </w:r>
          </w:p>
        </w:tc>
        <w:tc>
          <w:tcPr>
            <w:tcW w:w="8783" w:type="dxa"/>
          </w:tcPr>
          <w:p w:rsidR="00EB2185" w:rsidRDefault="00EB2185" w:rsidP="00EB2185">
            <w:r>
              <w:t>Omaggio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ONE</w:t>
            </w:r>
          </w:p>
        </w:tc>
        <w:tc>
          <w:tcPr>
            <w:tcW w:w="8783" w:type="dxa"/>
          </w:tcPr>
          <w:p w:rsidR="00EB2185" w:rsidRDefault="00EB2185" w:rsidP="00EB2185">
            <w:r>
              <w:t>Oneri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ONO</w:t>
            </w:r>
          </w:p>
        </w:tc>
        <w:tc>
          <w:tcPr>
            <w:tcW w:w="8783" w:type="dxa"/>
          </w:tcPr>
          <w:p w:rsidR="00EB2185" w:rsidRDefault="00EB2185" w:rsidP="00EB2185">
            <w:r>
              <w:t>Onorifico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lastRenderedPageBreak/>
              <w:t>OPE</w:t>
            </w:r>
          </w:p>
        </w:tc>
        <w:tc>
          <w:tcPr>
            <w:tcW w:w="8783" w:type="dxa"/>
          </w:tcPr>
          <w:p w:rsidR="00EB2185" w:rsidRDefault="00EB2185" w:rsidP="00EB2185">
            <w:r>
              <w:t>Operazione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OPR</w:t>
            </w:r>
          </w:p>
        </w:tc>
        <w:tc>
          <w:tcPr>
            <w:tcW w:w="8783" w:type="dxa"/>
          </w:tcPr>
          <w:p w:rsidR="00EB2185" w:rsidRDefault="00EB2185" w:rsidP="00EB2185">
            <w:r>
              <w:t xml:space="preserve">Operatore / </w:t>
            </w:r>
            <w:proofErr w:type="spellStart"/>
            <w:r>
              <w:t>Operativitá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OPZ</w:t>
            </w:r>
          </w:p>
        </w:tc>
        <w:tc>
          <w:tcPr>
            <w:tcW w:w="8783" w:type="dxa"/>
          </w:tcPr>
          <w:p w:rsidR="00EB2185" w:rsidRDefault="00EB2185" w:rsidP="00EB2185">
            <w:r>
              <w:t>Opzione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ORA</w:t>
            </w:r>
          </w:p>
        </w:tc>
        <w:tc>
          <w:tcPr>
            <w:tcW w:w="8783" w:type="dxa"/>
          </w:tcPr>
          <w:p w:rsidR="00EB2185" w:rsidRDefault="00EB2185" w:rsidP="00EB2185">
            <w:r>
              <w:t>Ora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ORE</w:t>
            </w:r>
          </w:p>
        </w:tc>
        <w:tc>
          <w:tcPr>
            <w:tcW w:w="8783" w:type="dxa"/>
          </w:tcPr>
          <w:p w:rsidR="00EB2185" w:rsidRDefault="00EB2185" w:rsidP="00EB2185">
            <w:r>
              <w:t>Ore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ORD</w:t>
            </w:r>
          </w:p>
        </w:tc>
        <w:tc>
          <w:tcPr>
            <w:tcW w:w="8783" w:type="dxa"/>
          </w:tcPr>
          <w:p w:rsidR="00EB2185" w:rsidRDefault="00EB2185" w:rsidP="00EB2185">
            <w:r>
              <w:t>Ordine / Ordinarie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ORG</w:t>
            </w:r>
          </w:p>
        </w:tc>
        <w:tc>
          <w:tcPr>
            <w:tcW w:w="8783" w:type="dxa"/>
          </w:tcPr>
          <w:p w:rsidR="00EB2185" w:rsidRDefault="00EB2185" w:rsidP="00EB2185">
            <w:r>
              <w:t>Originale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ORI</w:t>
            </w:r>
          </w:p>
        </w:tc>
        <w:tc>
          <w:tcPr>
            <w:tcW w:w="8783" w:type="dxa"/>
          </w:tcPr>
          <w:p w:rsidR="00EB2185" w:rsidRDefault="00EB2185" w:rsidP="00EB2185">
            <w:r>
              <w:t>Originario / Origine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ORZ</w:t>
            </w:r>
          </w:p>
        </w:tc>
        <w:tc>
          <w:tcPr>
            <w:tcW w:w="8783" w:type="dxa"/>
          </w:tcPr>
          <w:p w:rsidR="00EB2185" w:rsidRDefault="00EB2185" w:rsidP="00EB2185">
            <w:r>
              <w:t>Orizzonte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OUT</w:t>
            </w:r>
          </w:p>
        </w:tc>
        <w:tc>
          <w:tcPr>
            <w:tcW w:w="8783" w:type="dxa"/>
          </w:tcPr>
          <w:p w:rsidR="00EB2185" w:rsidRDefault="00EB2185" w:rsidP="00EB2185">
            <w:r>
              <w:t>Output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OVF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Overflow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PAE</w:t>
            </w:r>
          </w:p>
        </w:tc>
        <w:tc>
          <w:tcPr>
            <w:tcW w:w="8783" w:type="dxa"/>
          </w:tcPr>
          <w:p w:rsidR="00EB2185" w:rsidRDefault="00EB2185" w:rsidP="00EB2185">
            <w:r>
              <w:t>Paese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PAD</w:t>
            </w:r>
          </w:p>
        </w:tc>
        <w:tc>
          <w:tcPr>
            <w:tcW w:w="8783" w:type="dxa"/>
          </w:tcPr>
          <w:p w:rsidR="00EB2185" w:rsidRDefault="00EB2185" w:rsidP="00EB2185">
            <w:r>
              <w:t>Padre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PAG</w:t>
            </w:r>
          </w:p>
        </w:tc>
        <w:tc>
          <w:tcPr>
            <w:tcW w:w="8783" w:type="dxa"/>
          </w:tcPr>
          <w:p w:rsidR="00EB2185" w:rsidRDefault="00EB2185" w:rsidP="00EB2185">
            <w:r>
              <w:t>Pagamento / Pagina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PAR</w:t>
            </w:r>
          </w:p>
        </w:tc>
        <w:tc>
          <w:tcPr>
            <w:tcW w:w="8783" w:type="dxa"/>
          </w:tcPr>
          <w:p w:rsidR="00EB2185" w:rsidRDefault="00EB2185" w:rsidP="00EB2185">
            <w:r>
              <w:t>Partita / Parametri / Parziale / Parte / Particolare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PAS</w:t>
            </w:r>
          </w:p>
        </w:tc>
        <w:tc>
          <w:tcPr>
            <w:tcW w:w="8783" w:type="dxa"/>
          </w:tcPr>
          <w:p w:rsidR="00EB2185" w:rsidRDefault="00EB2185" w:rsidP="00EB2185">
            <w:r>
              <w:t>Passivo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PAT</w:t>
            </w:r>
          </w:p>
        </w:tc>
        <w:tc>
          <w:tcPr>
            <w:tcW w:w="8783" w:type="dxa"/>
          </w:tcPr>
          <w:p w:rsidR="00EB2185" w:rsidRDefault="00EB2185" w:rsidP="00EB2185">
            <w:r>
              <w:t>Partenza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PCK</w:t>
            </w:r>
          </w:p>
        </w:tc>
        <w:tc>
          <w:tcPr>
            <w:tcW w:w="8783" w:type="dxa"/>
          </w:tcPr>
          <w:p w:rsidR="00EB2185" w:rsidRDefault="00EB2185" w:rsidP="00EB2185">
            <w:r>
              <w:t>PACKED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PCT</w:t>
            </w:r>
          </w:p>
        </w:tc>
        <w:tc>
          <w:tcPr>
            <w:tcW w:w="8783" w:type="dxa"/>
          </w:tcPr>
          <w:p w:rsidR="00EB2185" w:rsidRDefault="00EB2185" w:rsidP="00EB2185">
            <w:r>
              <w:t>Percentuale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PEC</w:t>
            </w:r>
          </w:p>
        </w:tc>
        <w:tc>
          <w:tcPr>
            <w:tcW w:w="8783" w:type="dxa"/>
          </w:tcPr>
          <w:p w:rsidR="00EB2185" w:rsidRDefault="00EB2185" w:rsidP="00EB2185">
            <w:r>
              <w:t>Percipiente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PED</w:t>
            </w:r>
          </w:p>
        </w:tc>
        <w:tc>
          <w:tcPr>
            <w:tcW w:w="8783" w:type="dxa"/>
          </w:tcPr>
          <w:p w:rsidR="00EB2185" w:rsidRDefault="00EB2185" w:rsidP="00EB2185">
            <w:r>
              <w:t>Perduta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PEG</w:t>
            </w:r>
          </w:p>
        </w:tc>
        <w:tc>
          <w:tcPr>
            <w:tcW w:w="8783" w:type="dxa"/>
          </w:tcPr>
          <w:p w:rsidR="00EB2185" w:rsidRDefault="00EB2185" w:rsidP="00EB2185">
            <w:r>
              <w:t>Pegni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PEN</w:t>
            </w:r>
          </w:p>
        </w:tc>
        <w:tc>
          <w:tcPr>
            <w:tcW w:w="8783" w:type="dxa"/>
          </w:tcPr>
          <w:p w:rsidR="00EB2185" w:rsidRDefault="00EB2185" w:rsidP="00EB2185">
            <w:r>
              <w:t>Penale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PER</w:t>
            </w:r>
          </w:p>
        </w:tc>
        <w:tc>
          <w:tcPr>
            <w:tcW w:w="8783" w:type="dxa"/>
          </w:tcPr>
          <w:p w:rsidR="00EB2185" w:rsidRDefault="00EB2185" w:rsidP="00EB2185">
            <w:r>
              <w:t xml:space="preserve">Periodo / </w:t>
            </w:r>
            <w:proofErr w:type="spellStart"/>
            <w:r>
              <w:t>Periodicitá</w:t>
            </w:r>
            <w:proofErr w:type="spellEnd"/>
            <w:r>
              <w:t xml:space="preserve"> / Persona / Permesse / Personale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PES</w:t>
            </w:r>
          </w:p>
        </w:tc>
        <w:tc>
          <w:tcPr>
            <w:tcW w:w="8783" w:type="dxa"/>
          </w:tcPr>
          <w:p w:rsidR="00EB2185" w:rsidRDefault="00EB2185" w:rsidP="00EB2185">
            <w:r>
              <w:t>Pesante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PIE</w:t>
            </w:r>
          </w:p>
        </w:tc>
        <w:tc>
          <w:tcPr>
            <w:tcW w:w="8783" w:type="dxa"/>
          </w:tcPr>
          <w:p w:rsidR="00EB2185" w:rsidRDefault="00EB2185" w:rsidP="00EB2185">
            <w:r>
              <w:t>Piede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PFX</w:t>
            </w:r>
          </w:p>
        </w:tc>
        <w:tc>
          <w:tcPr>
            <w:tcW w:w="8783" w:type="dxa"/>
          </w:tcPr>
          <w:p w:rsidR="00EB2185" w:rsidRDefault="00EB2185" w:rsidP="00EB2185">
            <w:r>
              <w:t>Prefisso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PFN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Profondita’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PFT</w:t>
            </w:r>
          </w:p>
        </w:tc>
        <w:tc>
          <w:tcPr>
            <w:tcW w:w="8783" w:type="dxa"/>
          </w:tcPr>
          <w:p w:rsidR="00EB2185" w:rsidRDefault="00EB2185" w:rsidP="00EB2185">
            <w:r>
              <w:t>Pianificatore / Pianificato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PIL</w:t>
            </w:r>
          </w:p>
        </w:tc>
        <w:tc>
          <w:tcPr>
            <w:tcW w:w="8783" w:type="dxa"/>
          </w:tcPr>
          <w:p w:rsidR="00EB2185" w:rsidRDefault="00EB2185" w:rsidP="00EB2185">
            <w:r>
              <w:t>Pilota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PIU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Piu</w:t>
            </w:r>
            <w:proofErr w:type="spellEnd"/>
            <w:r>
              <w:t xml:space="preserve"> / Aumento / Addizionare / Addizionale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PLA</w:t>
            </w:r>
          </w:p>
        </w:tc>
        <w:tc>
          <w:tcPr>
            <w:tcW w:w="8783" w:type="dxa"/>
          </w:tcPr>
          <w:p w:rsidR="00EB2185" w:rsidRDefault="00EB2185" w:rsidP="00EB2185">
            <w:r>
              <w:t>Plafond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PLU</w:t>
            </w:r>
          </w:p>
        </w:tc>
        <w:tc>
          <w:tcPr>
            <w:tcW w:w="8783" w:type="dxa"/>
          </w:tcPr>
          <w:p w:rsidR="00EB2185" w:rsidRDefault="00EB2185" w:rsidP="00EB2185">
            <w:r>
              <w:t>Plusvalenza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PNA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Proprietá</w:t>
            </w:r>
            <w:proofErr w:type="spellEnd"/>
            <w:r>
              <w:t xml:space="preserve"> Per Negoziazione Ante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PNP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Proprietá</w:t>
            </w:r>
            <w:proofErr w:type="spellEnd"/>
            <w:r>
              <w:t xml:space="preserve"> Per Negoziazione Post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POL</w:t>
            </w:r>
          </w:p>
        </w:tc>
        <w:tc>
          <w:tcPr>
            <w:tcW w:w="8783" w:type="dxa"/>
          </w:tcPr>
          <w:p w:rsidR="00EB2185" w:rsidRDefault="00EB2185" w:rsidP="00EB2185">
            <w:r>
              <w:t>Politica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POO</w:t>
            </w:r>
          </w:p>
        </w:tc>
        <w:tc>
          <w:tcPr>
            <w:tcW w:w="8783" w:type="dxa"/>
          </w:tcPr>
          <w:p w:rsidR="00EB2185" w:rsidRDefault="00EB2185" w:rsidP="00EB2185">
            <w:r>
              <w:t>POOL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POR</w:t>
            </w:r>
          </w:p>
        </w:tc>
        <w:tc>
          <w:tcPr>
            <w:tcW w:w="8783" w:type="dxa"/>
          </w:tcPr>
          <w:p w:rsidR="00EB2185" w:rsidRDefault="00EB2185" w:rsidP="00EB2185">
            <w:r>
              <w:t>Portafoglio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POS</w:t>
            </w:r>
          </w:p>
        </w:tc>
        <w:tc>
          <w:tcPr>
            <w:tcW w:w="8783" w:type="dxa"/>
          </w:tcPr>
          <w:p w:rsidR="00EB2185" w:rsidRDefault="00EB2185" w:rsidP="00EB2185">
            <w:r>
              <w:t>Posizione / Post / Postale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POT</w:t>
            </w:r>
          </w:p>
        </w:tc>
        <w:tc>
          <w:tcPr>
            <w:tcW w:w="8783" w:type="dxa"/>
          </w:tcPr>
          <w:p w:rsidR="00EB2185" w:rsidRDefault="00EB2185" w:rsidP="00EB2185">
            <w:r>
              <w:t>Potere / Potenziale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PRA</w:t>
            </w:r>
          </w:p>
        </w:tc>
        <w:tc>
          <w:tcPr>
            <w:tcW w:w="8783" w:type="dxa"/>
          </w:tcPr>
          <w:p w:rsidR="00EB2185" w:rsidRDefault="00EB2185" w:rsidP="00EB2185">
            <w:r>
              <w:t>Pratica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PRC</w:t>
            </w:r>
          </w:p>
        </w:tc>
        <w:tc>
          <w:tcPr>
            <w:tcW w:w="8783" w:type="dxa"/>
          </w:tcPr>
          <w:p w:rsidR="00EB2185" w:rsidRDefault="00EB2185" w:rsidP="00EB2185">
            <w:r>
              <w:t>Procedura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PRD</w:t>
            </w:r>
          </w:p>
        </w:tc>
        <w:tc>
          <w:tcPr>
            <w:tcW w:w="8783" w:type="dxa"/>
          </w:tcPr>
          <w:p w:rsidR="00EB2185" w:rsidRDefault="00EB2185" w:rsidP="00EB2185">
            <w:r>
              <w:t>Produzione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PRE</w:t>
            </w:r>
          </w:p>
        </w:tc>
        <w:tc>
          <w:tcPr>
            <w:tcW w:w="8783" w:type="dxa"/>
          </w:tcPr>
          <w:p w:rsidR="00EB2185" w:rsidRDefault="00EB2185" w:rsidP="00EB2185">
            <w:r>
              <w:t>Premio / Presenza / Precedente / Prenotazione / Presso / Precarica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PRF</w:t>
            </w:r>
          </w:p>
        </w:tc>
        <w:tc>
          <w:tcPr>
            <w:tcW w:w="8783" w:type="dxa"/>
          </w:tcPr>
          <w:p w:rsidR="00EB2185" w:rsidRDefault="00EB2185" w:rsidP="00EB2185">
            <w:r>
              <w:t>Preferenza / Preferenziale / Profilo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PRG</w:t>
            </w:r>
          </w:p>
        </w:tc>
        <w:tc>
          <w:tcPr>
            <w:tcW w:w="8783" w:type="dxa"/>
          </w:tcPr>
          <w:p w:rsidR="00EB2185" w:rsidRDefault="00EB2185" w:rsidP="00EB2185">
            <w:r>
              <w:t>Progressivo / Programma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PRI</w:t>
            </w:r>
          </w:p>
        </w:tc>
        <w:tc>
          <w:tcPr>
            <w:tcW w:w="8783" w:type="dxa"/>
          </w:tcPr>
          <w:p w:rsidR="00EB2185" w:rsidRDefault="00EB2185" w:rsidP="00EB2185">
            <w:r>
              <w:t xml:space="preserve">Primo / Principale / </w:t>
            </w:r>
            <w:proofErr w:type="spellStart"/>
            <w:r>
              <w:t>Prioritá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PRL</w:t>
            </w:r>
          </w:p>
        </w:tc>
        <w:tc>
          <w:tcPr>
            <w:tcW w:w="8783" w:type="dxa"/>
          </w:tcPr>
          <w:p w:rsidR="00EB2185" w:rsidRDefault="00EB2185" w:rsidP="00EB2185">
            <w:r>
              <w:t>Prelievo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PRM</w:t>
            </w:r>
          </w:p>
        </w:tc>
        <w:tc>
          <w:tcPr>
            <w:tcW w:w="8783" w:type="dxa"/>
          </w:tcPr>
          <w:p w:rsidR="00EB2185" w:rsidRDefault="00EB2185" w:rsidP="00EB2185">
            <w:r>
              <w:t>Prezzo Medio / Promozioni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PRN</w:t>
            </w:r>
          </w:p>
        </w:tc>
        <w:tc>
          <w:tcPr>
            <w:tcW w:w="8783" w:type="dxa"/>
          </w:tcPr>
          <w:p w:rsidR="00EB2185" w:rsidRDefault="00EB2185" w:rsidP="00EB2185">
            <w:r>
              <w:t>Prima Nota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PRO</w:t>
            </w:r>
          </w:p>
        </w:tc>
        <w:tc>
          <w:tcPr>
            <w:tcW w:w="8783" w:type="dxa"/>
          </w:tcPr>
          <w:p w:rsidR="00EB2185" w:rsidRDefault="00EB2185" w:rsidP="00EB2185">
            <w:r>
              <w:t>Provvisorio / Provvigioni / Provincia / Prossima / Provenienza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PRP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Proprietá</w:t>
            </w:r>
            <w:proofErr w:type="spellEnd"/>
            <w:r>
              <w:t xml:space="preserve"> / Proposta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PRR</w:t>
            </w:r>
          </w:p>
        </w:tc>
        <w:tc>
          <w:tcPr>
            <w:tcW w:w="8783" w:type="dxa"/>
          </w:tcPr>
          <w:p w:rsidR="00EB2185" w:rsidRDefault="00EB2185" w:rsidP="00EB2185">
            <w:r>
              <w:t>Pro Rata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PRS</w:t>
            </w:r>
          </w:p>
        </w:tc>
        <w:tc>
          <w:tcPr>
            <w:tcW w:w="8783" w:type="dxa"/>
          </w:tcPr>
          <w:p w:rsidR="00EB2185" w:rsidRDefault="00EB2185" w:rsidP="00EB2185">
            <w:r>
              <w:t>Persa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lastRenderedPageBreak/>
              <w:t>PRT</w:t>
            </w:r>
          </w:p>
        </w:tc>
        <w:tc>
          <w:tcPr>
            <w:tcW w:w="8783" w:type="dxa"/>
          </w:tcPr>
          <w:p w:rsidR="00EB2185" w:rsidRDefault="00EB2185" w:rsidP="00EB2185">
            <w:r>
              <w:t>Porto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PRV</w:t>
            </w:r>
          </w:p>
        </w:tc>
        <w:tc>
          <w:tcPr>
            <w:tcW w:w="8783" w:type="dxa"/>
          </w:tcPr>
          <w:p w:rsidR="00EB2185" w:rsidRDefault="00EB2185" w:rsidP="00EB2185">
            <w:r>
              <w:t>Privilegiato / Privato / Previsto / Prezzo di vendita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PRZ</w:t>
            </w:r>
          </w:p>
        </w:tc>
        <w:tc>
          <w:tcPr>
            <w:tcW w:w="8783" w:type="dxa"/>
          </w:tcPr>
          <w:p w:rsidR="00EB2185" w:rsidRDefault="00EB2185" w:rsidP="00EB2185">
            <w:r>
              <w:t>Prezzo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PSB</w:t>
            </w:r>
          </w:p>
        </w:tc>
        <w:tc>
          <w:tcPr>
            <w:tcW w:w="8783" w:type="dxa"/>
          </w:tcPr>
          <w:p w:rsidR="00EB2185" w:rsidRDefault="00EB2185" w:rsidP="00EB2185">
            <w:r>
              <w:t>Possibile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PSC</w:t>
            </w:r>
          </w:p>
        </w:tc>
        <w:tc>
          <w:tcPr>
            <w:tcW w:w="8783" w:type="dxa"/>
          </w:tcPr>
          <w:p w:rsidR="00EB2185" w:rsidRDefault="00EB2185" w:rsidP="00EB2185">
            <w:r>
              <w:t>Parte Sociale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PSO</w:t>
            </w:r>
          </w:p>
        </w:tc>
        <w:tc>
          <w:tcPr>
            <w:tcW w:w="8783" w:type="dxa"/>
          </w:tcPr>
          <w:p w:rsidR="00EB2185" w:rsidRDefault="00EB2185" w:rsidP="00EB2185">
            <w:r>
              <w:t>Passo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PSU</w:t>
            </w:r>
          </w:p>
        </w:tc>
        <w:tc>
          <w:tcPr>
            <w:tcW w:w="8783" w:type="dxa"/>
          </w:tcPr>
          <w:p w:rsidR="00EB2185" w:rsidRDefault="00EB2185" w:rsidP="00EB2185">
            <w:r>
              <w:t>Parziale Supplementare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PTC</w:t>
            </w:r>
          </w:p>
        </w:tc>
        <w:tc>
          <w:tcPr>
            <w:tcW w:w="8783" w:type="dxa"/>
          </w:tcPr>
          <w:p w:rsidR="00EB2185" w:rsidRDefault="00EB2185" w:rsidP="00EB2185">
            <w:r>
              <w:t>Protocollo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PTT</w:t>
            </w:r>
          </w:p>
        </w:tc>
        <w:tc>
          <w:tcPr>
            <w:tcW w:w="8783" w:type="dxa"/>
          </w:tcPr>
          <w:p w:rsidR="00EB2185" w:rsidRDefault="00EB2185" w:rsidP="00EB2185">
            <w:r>
              <w:t>Pattuito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PUB</w:t>
            </w:r>
          </w:p>
        </w:tc>
        <w:tc>
          <w:tcPr>
            <w:tcW w:w="8783" w:type="dxa"/>
          </w:tcPr>
          <w:p w:rsidR="00EB2185" w:rsidRDefault="00EB2185" w:rsidP="00EB2185">
            <w:r>
              <w:t>Pubblico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PUM</w:t>
            </w:r>
          </w:p>
        </w:tc>
        <w:tc>
          <w:tcPr>
            <w:tcW w:w="8783" w:type="dxa"/>
          </w:tcPr>
          <w:p w:rsidR="00EB2185" w:rsidRDefault="00EB2185" w:rsidP="00EB2185">
            <w:r>
              <w:t>Puma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PUN</w:t>
            </w:r>
          </w:p>
        </w:tc>
        <w:tc>
          <w:tcPr>
            <w:tcW w:w="8783" w:type="dxa"/>
          </w:tcPr>
          <w:p w:rsidR="00EB2185" w:rsidRDefault="00EB2185" w:rsidP="00EB2185">
            <w:r>
              <w:t>Punto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PVG</w:t>
            </w:r>
          </w:p>
        </w:tc>
        <w:tc>
          <w:tcPr>
            <w:tcW w:w="8783" w:type="dxa"/>
          </w:tcPr>
          <w:p w:rsidR="00EB2185" w:rsidRDefault="00EB2185" w:rsidP="00EB2185">
            <w:r>
              <w:t>Partita Viaggiante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PZA</w:t>
            </w:r>
          </w:p>
        </w:tc>
        <w:tc>
          <w:tcPr>
            <w:tcW w:w="8783" w:type="dxa"/>
          </w:tcPr>
          <w:p w:rsidR="00EB2185" w:rsidRDefault="00EB2185" w:rsidP="00EB2185">
            <w:r>
              <w:t>Piazza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QLT</w:t>
            </w:r>
          </w:p>
        </w:tc>
        <w:tc>
          <w:tcPr>
            <w:tcW w:w="8783" w:type="dxa"/>
          </w:tcPr>
          <w:p w:rsidR="00EB2185" w:rsidRDefault="00EB2185" w:rsidP="00EB2185">
            <w:r>
              <w:t>Qualità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QSC</w:t>
            </w:r>
          </w:p>
        </w:tc>
        <w:tc>
          <w:tcPr>
            <w:tcW w:w="8783" w:type="dxa"/>
          </w:tcPr>
          <w:p w:rsidR="00EB2185" w:rsidRDefault="00EB2185" w:rsidP="00EB2185">
            <w:r>
              <w:t>Quota Sociale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QTA</w:t>
            </w:r>
          </w:p>
        </w:tc>
        <w:tc>
          <w:tcPr>
            <w:tcW w:w="8783" w:type="dxa"/>
          </w:tcPr>
          <w:p w:rsidR="00EB2185" w:rsidRDefault="00EB2185" w:rsidP="00EB2185">
            <w:r>
              <w:t>Quantità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QUA</w:t>
            </w:r>
          </w:p>
        </w:tc>
        <w:tc>
          <w:tcPr>
            <w:tcW w:w="8783" w:type="dxa"/>
          </w:tcPr>
          <w:p w:rsidR="00EB2185" w:rsidRDefault="00EB2185" w:rsidP="00EB2185">
            <w:r>
              <w:t>Quadro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QUI</w:t>
            </w:r>
          </w:p>
        </w:tc>
        <w:tc>
          <w:tcPr>
            <w:tcW w:w="8783" w:type="dxa"/>
          </w:tcPr>
          <w:p w:rsidR="00EB2185" w:rsidRDefault="00EB2185" w:rsidP="00EB2185">
            <w:r>
              <w:t>Quietanza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QUO</w:t>
            </w:r>
          </w:p>
        </w:tc>
        <w:tc>
          <w:tcPr>
            <w:tcW w:w="8783" w:type="dxa"/>
          </w:tcPr>
          <w:p w:rsidR="00EB2185" w:rsidRDefault="00EB2185" w:rsidP="00EB2185">
            <w:r>
              <w:t>Quotazione / Quotato / Quota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RAC</w:t>
            </w:r>
          </w:p>
        </w:tc>
        <w:tc>
          <w:tcPr>
            <w:tcW w:w="8783" w:type="dxa"/>
          </w:tcPr>
          <w:p w:rsidR="00EB2185" w:rsidRDefault="00EB2185" w:rsidP="00EB2185">
            <w:r>
              <w:t>Raccolta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RAD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Rad</w:t>
            </w:r>
            <w:proofErr w:type="spellEnd"/>
            <w:r>
              <w:t xml:space="preserve"> / Radice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RAG</w:t>
            </w:r>
          </w:p>
        </w:tc>
        <w:tc>
          <w:tcPr>
            <w:tcW w:w="8783" w:type="dxa"/>
          </w:tcPr>
          <w:p w:rsidR="00EB2185" w:rsidRDefault="00EB2185" w:rsidP="00EB2185">
            <w:r>
              <w:t>Raggruppamento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RAM</w:t>
            </w:r>
          </w:p>
        </w:tc>
        <w:tc>
          <w:tcPr>
            <w:tcW w:w="8783" w:type="dxa"/>
          </w:tcPr>
          <w:p w:rsidR="00EB2185" w:rsidRDefault="00EB2185" w:rsidP="00EB2185">
            <w:r>
              <w:t>Ramo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RAP</w:t>
            </w:r>
          </w:p>
        </w:tc>
        <w:tc>
          <w:tcPr>
            <w:tcW w:w="8783" w:type="dxa"/>
          </w:tcPr>
          <w:p w:rsidR="00EB2185" w:rsidRDefault="00EB2185" w:rsidP="00EB2185">
            <w:r>
              <w:t>Rapporto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RAT</w:t>
            </w:r>
          </w:p>
        </w:tc>
        <w:tc>
          <w:tcPr>
            <w:tcW w:w="8783" w:type="dxa"/>
          </w:tcPr>
          <w:p w:rsidR="00EB2185" w:rsidRDefault="00EB2185" w:rsidP="00EB2185">
            <w:r>
              <w:t>Rateo / Rating / Rata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RCO</w:t>
            </w:r>
          </w:p>
        </w:tc>
        <w:tc>
          <w:tcPr>
            <w:tcW w:w="8783" w:type="dxa"/>
          </w:tcPr>
          <w:p w:rsidR="00EB2185" w:rsidRDefault="00EB2185" w:rsidP="00EB2185">
            <w:r>
              <w:t>RETURN-CODE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RCP</w:t>
            </w:r>
          </w:p>
        </w:tc>
        <w:tc>
          <w:tcPr>
            <w:tcW w:w="8783" w:type="dxa"/>
          </w:tcPr>
          <w:p w:rsidR="00EB2185" w:rsidRDefault="00EB2185" w:rsidP="00EB2185">
            <w:r>
              <w:t>Reciproco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REC</w:t>
            </w:r>
          </w:p>
        </w:tc>
        <w:tc>
          <w:tcPr>
            <w:tcW w:w="8783" w:type="dxa"/>
          </w:tcPr>
          <w:p w:rsidR="00EB2185" w:rsidRDefault="00EB2185" w:rsidP="00EB2185">
            <w:r>
              <w:t xml:space="preserve">Reclamate / </w:t>
            </w:r>
            <w:proofErr w:type="spellStart"/>
            <w:r>
              <w:t>Recovery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RED</w:t>
            </w:r>
          </w:p>
        </w:tc>
        <w:tc>
          <w:tcPr>
            <w:tcW w:w="8783" w:type="dxa"/>
          </w:tcPr>
          <w:p w:rsidR="00EB2185" w:rsidRDefault="00EB2185" w:rsidP="00EB2185">
            <w:r>
              <w:t>Reddito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REG</w:t>
            </w:r>
          </w:p>
        </w:tc>
        <w:tc>
          <w:tcPr>
            <w:tcW w:w="8783" w:type="dxa"/>
          </w:tcPr>
          <w:p w:rsidR="00EB2185" w:rsidRDefault="00EB2185" w:rsidP="00EB2185">
            <w:r>
              <w:t>Registrazione / Regolamento / Regime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RES</w:t>
            </w:r>
          </w:p>
        </w:tc>
        <w:tc>
          <w:tcPr>
            <w:tcW w:w="8783" w:type="dxa"/>
          </w:tcPr>
          <w:p w:rsidR="00EB2185" w:rsidRDefault="00EB2185" w:rsidP="00EB2185">
            <w:r>
              <w:t>Residuo / Residenza / Resto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RET</w:t>
            </w:r>
          </w:p>
        </w:tc>
        <w:tc>
          <w:tcPr>
            <w:tcW w:w="8783" w:type="dxa"/>
          </w:tcPr>
          <w:p w:rsidR="00EB2185" w:rsidRDefault="00EB2185" w:rsidP="00EB2185">
            <w:r>
              <w:t>Retribuzione / Retribuito / Rettifica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REV</w:t>
            </w:r>
          </w:p>
        </w:tc>
        <w:tc>
          <w:tcPr>
            <w:tcW w:w="8783" w:type="dxa"/>
          </w:tcPr>
          <w:p w:rsidR="00EB2185" w:rsidRDefault="00EB2185" w:rsidP="00EB2185">
            <w:r>
              <w:t>Reversale / Revisione / Revoca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RGT</w:t>
            </w:r>
          </w:p>
        </w:tc>
        <w:tc>
          <w:tcPr>
            <w:tcW w:w="8783" w:type="dxa"/>
          </w:tcPr>
          <w:p w:rsidR="00EB2185" w:rsidRDefault="00EB2185" w:rsidP="00EB2185">
            <w:r>
              <w:t>Registro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RIC</w:t>
            </w:r>
          </w:p>
        </w:tc>
        <w:tc>
          <w:tcPr>
            <w:tcW w:w="8783" w:type="dxa"/>
          </w:tcPr>
          <w:p w:rsidR="00EB2185" w:rsidRDefault="00EB2185" w:rsidP="00EB2185">
            <w:r>
              <w:t>Richiesta / Ricevuta / Ricorrenza / Ricavi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RID</w:t>
            </w:r>
          </w:p>
        </w:tc>
        <w:tc>
          <w:tcPr>
            <w:tcW w:w="8783" w:type="dxa"/>
          </w:tcPr>
          <w:p w:rsidR="00EB2185" w:rsidRDefault="00EB2185" w:rsidP="00EB2185">
            <w:r>
              <w:t>Ridotta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RIF</w:t>
            </w:r>
          </w:p>
        </w:tc>
        <w:tc>
          <w:tcPr>
            <w:tcW w:w="8783" w:type="dxa"/>
          </w:tcPr>
          <w:p w:rsidR="00EB2185" w:rsidRDefault="00EB2185" w:rsidP="00EB2185">
            <w:r>
              <w:t>Riferimento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RIG</w:t>
            </w:r>
          </w:p>
        </w:tc>
        <w:tc>
          <w:tcPr>
            <w:tcW w:w="8783" w:type="dxa"/>
          </w:tcPr>
          <w:p w:rsidR="00EB2185" w:rsidRDefault="00EB2185" w:rsidP="00EB2185">
            <w:r>
              <w:t>Riga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RIL</w:t>
            </w:r>
          </w:p>
        </w:tc>
        <w:tc>
          <w:tcPr>
            <w:tcW w:w="8783" w:type="dxa"/>
          </w:tcPr>
          <w:p w:rsidR="00EB2185" w:rsidRDefault="00EB2185" w:rsidP="00EB2185">
            <w:r>
              <w:t>Ricavi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RIM</w:t>
            </w:r>
          </w:p>
        </w:tc>
        <w:tc>
          <w:tcPr>
            <w:tcW w:w="8783" w:type="dxa"/>
          </w:tcPr>
          <w:p w:rsidR="00EB2185" w:rsidRDefault="00EB2185" w:rsidP="00EB2185">
            <w:r>
              <w:t>Rimanenza / Rimborso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RIO</w:t>
            </w:r>
          </w:p>
        </w:tc>
        <w:tc>
          <w:tcPr>
            <w:tcW w:w="8783" w:type="dxa"/>
          </w:tcPr>
          <w:p w:rsidR="00EB2185" w:rsidRDefault="00EB2185" w:rsidP="00EB2185">
            <w:r>
              <w:t>Riordino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RIP</w:t>
            </w:r>
          </w:p>
        </w:tc>
        <w:tc>
          <w:tcPr>
            <w:tcW w:w="8783" w:type="dxa"/>
          </w:tcPr>
          <w:p w:rsidR="00EB2185" w:rsidRDefault="00EB2185" w:rsidP="00EB2185">
            <w:r>
              <w:t>Riporto / Riparto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RIS</w:t>
            </w:r>
          </w:p>
        </w:tc>
        <w:tc>
          <w:tcPr>
            <w:tcW w:w="8783" w:type="dxa"/>
          </w:tcPr>
          <w:p w:rsidR="00EB2185" w:rsidRDefault="00EB2185" w:rsidP="00EB2185">
            <w:r>
              <w:t>Riscosso / Risposta / Risparmio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RIT</w:t>
            </w:r>
          </w:p>
        </w:tc>
        <w:tc>
          <w:tcPr>
            <w:tcW w:w="8783" w:type="dxa"/>
          </w:tcPr>
          <w:p w:rsidR="00EB2185" w:rsidRDefault="00EB2185" w:rsidP="00EB2185">
            <w:r>
              <w:t>Ritenuta / Ritardo / Ritorno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RIV</w:t>
            </w:r>
          </w:p>
        </w:tc>
        <w:tc>
          <w:tcPr>
            <w:tcW w:w="8783" w:type="dxa"/>
          </w:tcPr>
          <w:p w:rsidR="00EB2185" w:rsidRDefault="00EB2185" w:rsidP="00EB2185">
            <w:r>
              <w:t>Rivalutazione / Rivalsa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RLO</w:t>
            </w:r>
          </w:p>
        </w:tc>
        <w:tc>
          <w:tcPr>
            <w:tcW w:w="8783" w:type="dxa"/>
          </w:tcPr>
          <w:p w:rsidR="00EB2185" w:rsidRDefault="00EB2185" w:rsidP="00EB2185">
            <w:r>
              <w:t>Rateo Lordo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RND</w:t>
            </w:r>
          </w:p>
        </w:tc>
        <w:tc>
          <w:tcPr>
            <w:tcW w:w="8783" w:type="dxa"/>
          </w:tcPr>
          <w:p w:rsidR="00EB2185" w:rsidRDefault="00EB2185" w:rsidP="00EB2185">
            <w:r>
              <w:t>Rendimento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RNE</w:t>
            </w:r>
          </w:p>
        </w:tc>
        <w:tc>
          <w:tcPr>
            <w:tcW w:w="8783" w:type="dxa"/>
          </w:tcPr>
          <w:p w:rsidR="00EB2185" w:rsidRDefault="00EB2185" w:rsidP="00EB2185">
            <w:r>
              <w:t>Rateo Netto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 xml:space="preserve">ROT </w:t>
            </w:r>
          </w:p>
        </w:tc>
        <w:tc>
          <w:tcPr>
            <w:tcW w:w="8783" w:type="dxa"/>
          </w:tcPr>
          <w:p w:rsidR="00EB2185" w:rsidRDefault="00EB2185" w:rsidP="00EB2185">
            <w:r>
              <w:t>Rottame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ROU</w:t>
            </w:r>
          </w:p>
        </w:tc>
        <w:tc>
          <w:tcPr>
            <w:tcW w:w="8783" w:type="dxa"/>
          </w:tcPr>
          <w:p w:rsidR="00EB2185" w:rsidRDefault="00EB2185" w:rsidP="00EB2185">
            <w:r>
              <w:t>Routine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RSO</w:t>
            </w:r>
          </w:p>
        </w:tc>
        <w:tc>
          <w:tcPr>
            <w:tcW w:w="8783" w:type="dxa"/>
          </w:tcPr>
          <w:p w:rsidR="00EB2185" w:rsidRDefault="00EB2185" w:rsidP="00EB2185">
            <w:r>
              <w:t>Ragione Sociale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RSR</w:t>
            </w:r>
          </w:p>
        </w:tc>
        <w:tc>
          <w:tcPr>
            <w:tcW w:w="8783" w:type="dxa"/>
          </w:tcPr>
          <w:p w:rsidR="00EB2185" w:rsidRDefault="00EB2185" w:rsidP="00EB2185">
            <w:r>
              <w:t>Risorse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SAL</w:t>
            </w:r>
          </w:p>
        </w:tc>
        <w:tc>
          <w:tcPr>
            <w:tcW w:w="8783" w:type="dxa"/>
          </w:tcPr>
          <w:p w:rsidR="00EB2185" w:rsidRDefault="00EB2185" w:rsidP="00EB2185">
            <w:r>
              <w:t>Saldo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lastRenderedPageBreak/>
              <w:t>SBA</w:t>
            </w:r>
          </w:p>
        </w:tc>
        <w:tc>
          <w:tcPr>
            <w:tcW w:w="8783" w:type="dxa"/>
          </w:tcPr>
          <w:p w:rsidR="00EB2185" w:rsidRDefault="00EB2185" w:rsidP="00EB2185">
            <w:r>
              <w:t>Sbarre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SBL</w:t>
            </w:r>
          </w:p>
        </w:tc>
        <w:tc>
          <w:tcPr>
            <w:tcW w:w="8783" w:type="dxa"/>
          </w:tcPr>
          <w:p w:rsidR="00EB2185" w:rsidRDefault="00EB2185" w:rsidP="00EB2185">
            <w:r>
              <w:t>Sblocco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SCA</w:t>
            </w:r>
          </w:p>
        </w:tc>
        <w:tc>
          <w:tcPr>
            <w:tcW w:w="8783" w:type="dxa"/>
          </w:tcPr>
          <w:p w:rsidR="00EB2185" w:rsidRDefault="00EB2185" w:rsidP="00EB2185">
            <w:r>
              <w:t>Scadenza / Scadenziario / Scarico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SCO</w:t>
            </w:r>
          </w:p>
        </w:tc>
        <w:tc>
          <w:tcPr>
            <w:tcW w:w="8783" w:type="dxa"/>
          </w:tcPr>
          <w:p w:rsidR="00EB2185" w:rsidRDefault="00EB2185" w:rsidP="00EB2185">
            <w:r>
              <w:t>Scadenza Obbligazioni/Sconto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SCP</w:t>
            </w:r>
          </w:p>
        </w:tc>
        <w:tc>
          <w:tcPr>
            <w:tcW w:w="8783" w:type="dxa"/>
          </w:tcPr>
          <w:p w:rsidR="00EB2185" w:rsidRDefault="00EB2185" w:rsidP="00EB2185">
            <w:r>
              <w:t>Scadenza Pro Rata / Scorporo / Scopo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SCR</w:t>
            </w:r>
          </w:p>
        </w:tc>
        <w:tc>
          <w:tcPr>
            <w:tcW w:w="8783" w:type="dxa"/>
          </w:tcPr>
          <w:p w:rsidR="00EB2185" w:rsidRDefault="00EB2185" w:rsidP="00EB2185">
            <w:r>
              <w:t>Scarto / Scorta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SDP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Sottodeposito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SEC</w:t>
            </w:r>
          </w:p>
        </w:tc>
        <w:tc>
          <w:tcPr>
            <w:tcW w:w="8783" w:type="dxa"/>
          </w:tcPr>
          <w:p w:rsidR="00EB2185" w:rsidRDefault="00EB2185" w:rsidP="00EB2185">
            <w:r>
              <w:t>Secondo /Secca / Secondario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SEC</w:t>
            </w:r>
          </w:p>
        </w:tc>
        <w:tc>
          <w:tcPr>
            <w:tcW w:w="8783" w:type="dxa"/>
          </w:tcPr>
          <w:p w:rsidR="00EB2185" w:rsidRDefault="00EB2185" w:rsidP="00EB2185">
            <w:r>
              <w:t>Sede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SEG</w:t>
            </w:r>
          </w:p>
        </w:tc>
        <w:tc>
          <w:tcPr>
            <w:tcW w:w="8783" w:type="dxa"/>
          </w:tcPr>
          <w:p w:rsidR="00EB2185" w:rsidRDefault="00EB2185" w:rsidP="00EB2185">
            <w:r>
              <w:t>Segno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SEL</w:t>
            </w:r>
          </w:p>
        </w:tc>
        <w:tc>
          <w:tcPr>
            <w:tcW w:w="8783" w:type="dxa"/>
          </w:tcPr>
          <w:p w:rsidR="00EB2185" w:rsidRDefault="00EB2185" w:rsidP="00EB2185">
            <w:r>
              <w:t>Selezione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SEP</w:t>
            </w:r>
          </w:p>
        </w:tc>
        <w:tc>
          <w:tcPr>
            <w:tcW w:w="8783" w:type="dxa"/>
          </w:tcPr>
          <w:p w:rsidR="00EB2185" w:rsidRDefault="00EB2185" w:rsidP="00EB2185">
            <w:r>
              <w:t>Separatore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SEQ</w:t>
            </w:r>
          </w:p>
        </w:tc>
        <w:tc>
          <w:tcPr>
            <w:tcW w:w="8783" w:type="dxa"/>
          </w:tcPr>
          <w:p w:rsidR="00EB2185" w:rsidRDefault="00EB2185" w:rsidP="00EB2185">
            <w:r>
              <w:t>Sequenziale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SER</w:t>
            </w:r>
          </w:p>
        </w:tc>
        <w:tc>
          <w:tcPr>
            <w:tcW w:w="8783" w:type="dxa"/>
          </w:tcPr>
          <w:p w:rsidR="00EB2185" w:rsidRDefault="00EB2185" w:rsidP="00EB2185">
            <w:r>
              <w:t>Serie / Servizio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SET</w:t>
            </w:r>
          </w:p>
        </w:tc>
        <w:tc>
          <w:tcPr>
            <w:tcW w:w="8783" w:type="dxa"/>
          </w:tcPr>
          <w:p w:rsidR="00EB2185" w:rsidRDefault="00EB2185" w:rsidP="00EB2185">
            <w:r>
              <w:t>Settore / Settimana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SEX</w:t>
            </w:r>
          </w:p>
        </w:tc>
        <w:tc>
          <w:tcPr>
            <w:tcW w:w="8783" w:type="dxa"/>
          </w:tcPr>
          <w:p w:rsidR="00EB2185" w:rsidRDefault="00EB2185" w:rsidP="00EB2185">
            <w:r>
              <w:t>Sesso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SFA</w:t>
            </w:r>
          </w:p>
        </w:tc>
        <w:tc>
          <w:tcPr>
            <w:tcW w:w="8783" w:type="dxa"/>
          </w:tcPr>
          <w:p w:rsidR="00EB2185" w:rsidRDefault="00EB2185" w:rsidP="00EB2185">
            <w:r>
              <w:t>Sfasamento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SFR</w:t>
            </w:r>
          </w:p>
        </w:tc>
        <w:tc>
          <w:tcPr>
            <w:tcW w:w="8783" w:type="dxa"/>
          </w:tcPr>
          <w:p w:rsidR="00EB2185" w:rsidRDefault="00EB2185" w:rsidP="00EB2185">
            <w:r>
              <w:t>Sfrido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SGR</w:t>
            </w:r>
          </w:p>
        </w:tc>
        <w:tc>
          <w:tcPr>
            <w:tcW w:w="8783" w:type="dxa"/>
          </w:tcPr>
          <w:p w:rsidR="00EB2185" w:rsidRDefault="00EB2185" w:rsidP="00EB2185">
            <w:r>
              <w:t>Sottogruppo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SIG</w:t>
            </w:r>
          </w:p>
        </w:tc>
        <w:tc>
          <w:tcPr>
            <w:tcW w:w="8783" w:type="dxa"/>
          </w:tcPr>
          <w:p w:rsidR="00EB2185" w:rsidRDefault="00EB2185" w:rsidP="00EB2185">
            <w:r>
              <w:t>Sigla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 xml:space="preserve">SIM </w:t>
            </w:r>
          </w:p>
        </w:tc>
        <w:tc>
          <w:tcPr>
            <w:tcW w:w="8783" w:type="dxa"/>
          </w:tcPr>
          <w:p w:rsidR="00EB2185" w:rsidRDefault="00EB2185" w:rsidP="00EB2185">
            <w:r>
              <w:t>Simulazione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SIN</w:t>
            </w:r>
          </w:p>
        </w:tc>
        <w:tc>
          <w:tcPr>
            <w:tcW w:w="8783" w:type="dxa"/>
          </w:tcPr>
          <w:p w:rsidR="00EB2185" w:rsidRDefault="00EB2185" w:rsidP="00EB2185">
            <w:r>
              <w:t>Singolo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SKE</w:t>
            </w:r>
          </w:p>
        </w:tc>
        <w:tc>
          <w:tcPr>
            <w:tcW w:w="8783" w:type="dxa"/>
          </w:tcPr>
          <w:p w:rsidR="00EB2185" w:rsidRDefault="00EB2185" w:rsidP="00EB2185">
            <w:r>
              <w:t>Scheda / Schedulazione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SNO</w:t>
            </w:r>
          </w:p>
        </w:tc>
        <w:tc>
          <w:tcPr>
            <w:tcW w:w="8783" w:type="dxa"/>
          </w:tcPr>
          <w:p w:rsidR="00EB2185" w:rsidRDefault="00EB2185" w:rsidP="00EB2185">
            <w:r>
              <w:t>Soprannome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SOC</w:t>
            </w:r>
          </w:p>
        </w:tc>
        <w:tc>
          <w:tcPr>
            <w:tcW w:w="8783" w:type="dxa"/>
          </w:tcPr>
          <w:p w:rsidR="00EB2185" w:rsidRDefault="00EB2185" w:rsidP="00EB2185">
            <w:r>
              <w:t xml:space="preserve">Sociale / </w:t>
            </w:r>
            <w:proofErr w:type="spellStart"/>
            <w:r>
              <w:t>Societá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SOD</w:t>
            </w:r>
          </w:p>
        </w:tc>
        <w:tc>
          <w:tcPr>
            <w:tcW w:w="8783" w:type="dxa"/>
          </w:tcPr>
          <w:p w:rsidR="00EB2185" w:rsidRDefault="00EB2185" w:rsidP="00EB2185">
            <w:r>
              <w:t>Soddisfa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SOL</w:t>
            </w:r>
          </w:p>
        </w:tc>
        <w:tc>
          <w:tcPr>
            <w:tcW w:w="8783" w:type="dxa"/>
          </w:tcPr>
          <w:p w:rsidR="00EB2185" w:rsidRDefault="00EB2185" w:rsidP="00EB2185">
            <w:r>
              <w:t>Sollecito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SOM</w:t>
            </w:r>
          </w:p>
        </w:tc>
        <w:tc>
          <w:tcPr>
            <w:tcW w:w="8783" w:type="dxa"/>
          </w:tcPr>
          <w:p w:rsidR="00EB2185" w:rsidRDefault="00EB2185" w:rsidP="00EB2185">
            <w:r>
              <w:t>Somma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SOS</w:t>
            </w:r>
          </w:p>
        </w:tc>
        <w:tc>
          <w:tcPr>
            <w:tcW w:w="8783" w:type="dxa"/>
          </w:tcPr>
          <w:p w:rsidR="00EB2185" w:rsidRDefault="00EB2185" w:rsidP="00EB2185">
            <w:r>
              <w:t>Sospesa / Sottoscrizione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SOT</w:t>
            </w:r>
          </w:p>
        </w:tc>
        <w:tc>
          <w:tcPr>
            <w:tcW w:w="8783" w:type="dxa"/>
          </w:tcPr>
          <w:p w:rsidR="00EB2185" w:rsidRDefault="00EB2185" w:rsidP="00EB2185">
            <w:r>
              <w:t>Sostituzione / Sostituto / Sotto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SPE</w:t>
            </w:r>
          </w:p>
        </w:tc>
        <w:tc>
          <w:tcPr>
            <w:tcW w:w="8783" w:type="dxa"/>
          </w:tcPr>
          <w:p w:rsidR="00EB2185" w:rsidRDefault="00EB2185" w:rsidP="00EB2185">
            <w:r>
              <w:t>Spese / Spedizione / Specifico / Specie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SPO</w:t>
            </w:r>
          </w:p>
        </w:tc>
        <w:tc>
          <w:tcPr>
            <w:tcW w:w="8783" w:type="dxa"/>
          </w:tcPr>
          <w:p w:rsidR="00EB2185" w:rsidRDefault="00EB2185" w:rsidP="00EB2185">
            <w:r>
              <w:t>Sportello / Spostamento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SPR</w:t>
            </w:r>
          </w:p>
        </w:tc>
        <w:tc>
          <w:tcPr>
            <w:tcW w:w="8783" w:type="dxa"/>
          </w:tcPr>
          <w:p w:rsidR="00EB2185" w:rsidRDefault="00EB2185" w:rsidP="00EB2185">
            <w:r>
              <w:t>Spread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SPZ</w:t>
            </w:r>
          </w:p>
        </w:tc>
        <w:tc>
          <w:tcPr>
            <w:tcW w:w="8783" w:type="dxa"/>
          </w:tcPr>
          <w:p w:rsidR="00EB2185" w:rsidRDefault="00EB2185" w:rsidP="00EB2185">
            <w:r>
              <w:t>Spezzato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SRA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Sottoramo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SSE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Sottosettore</w:t>
            </w:r>
            <w:proofErr w:type="spellEnd"/>
            <w:r>
              <w:t xml:space="preserve"> / </w:t>
            </w:r>
            <w:proofErr w:type="spellStart"/>
            <w:r>
              <w:t>Sottoservizio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STA</w:t>
            </w:r>
          </w:p>
        </w:tc>
        <w:tc>
          <w:tcPr>
            <w:tcW w:w="8783" w:type="dxa"/>
          </w:tcPr>
          <w:p w:rsidR="00EB2185" w:rsidRDefault="00EB2185" w:rsidP="00EB2185">
            <w:r>
              <w:t>Stampa / Stanziabile / Stanza Di Compensazione / Stacco / Stampante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STO</w:t>
            </w:r>
          </w:p>
        </w:tc>
        <w:tc>
          <w:tcPr>
            <w:tcW w:w="8783" w:type="dxa"/>
          </w:tcPr>
          <w:p w:rsidR="00EB2185" w:rsidRDefault="00EB2185" w:rsidP="00EB2185">
            <w:r>
              <w:t>Storno / Storico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STP</w:t>
            </w:r>
          </w:p>
        </w:tc>
        <w:tc>
          <w:tcPr>
            <w:tcW w:w="8783" w:type="dxa"/>
          </w:tcPr>
          <w:p w:rsidR="00EB2185" w:rsidRDefault="00EB2185" w:rsidP="00EB2185">
            <w:r>
              <w:t>Strippata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STR</w:t>
            </w:r>
          </w:p>
        </w:tc>
        <w:tc>
          <w:tcPr>
            <w:tcW w:w="8783" w:type="dxa"/>
          </w:tcPr>
          <w:p w:rsidR="00EB2185" w:rsidRDefault="00EB2185" w:rsidP="00EB2185">
            <w:r>
              <w:t>Stratificazione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STS</w:t>
            </w:r>
          </w:p>
        </w:tc>
        <w:tc>
          <w:tcPr>
            <w:tcW w:w="8783" w:type="dxa"/>
          </w:tcPr>
          <w:p w:rsidR="00EB2185" w:rsidRDefault="00EB2185" w:rsidP="00EB2185">
            <w:r>
              <w:t>Statistiche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STT</w:t>
            </w:r>
          </w:p>
        </w:tc>
        <w:tc>
          <w:tcPr>
            <w:tcW w:w="8783" w:type="dxa"/>
          </w:tcPr>
          <w:p w:rsidR="00EB2185" w:rsidRDefault="00EB2185" w:rsidP="00EB2185">
            <w:r>
              <w:t>Stato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STU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Sottoufficio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STZ</w:t>
            </w:r>
          </w:p>
        </w:tc>
        <w:tc>
          <w:tcPr>
            <w:tcW w:w="8783" w:type="dxa"/>
          </w:tcPr>
          <w:p w:rsidR="00EB2185" w:rsidRDefault="00EB2185" w:rsidP="00EB2185">
            <w:r>
              <w:t>Stazione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SUB</w:t>
            </w:r>
          </w:p>
        </w:tc>
        <w:tc>
          <w:tcPr>
            <w:tcW w:w="8783" w:type="dxa"/>
          </w:tcPr>
          <w:p w:rsidR="00EB2185" w:rsidRDefault="00EB2185" w:rsidP="00EB2185">
            <w:r>
              <w:t>Sub Codice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SUC</w:t>
            </w:r>
          </w:p>
        </w:tc>
        <w:tc>
          <w:tcPr>
            <w:tcW w:w="8783" w:type="dxa"/>
          </w:tcPr>
          <w:p w:rsidR="00EB2185" w:rsidRDefault="00EB2185" w:rsidP="00EB2185">
            <w:r>
              <w:t>Successive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SUP</w:t>
            </w:r>
          </w:p>
        </w:tc>
        <w:tc>
          <w:tcPr>
            <w:tcW w:w="8783" w:type="dxa"/>
          </w:tcPr>
          <w:p w:rsidR="00EB2185" w:rsidRDefault="00EB2185" w:rsidP="00EB2185">
            <w:r>
              <w:t>Supplementare / Superamento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SVA</w:t>
            </w:r>
          </w:p>
        </w:tc>
        <w:tc>
          <w:tcPr>
            <w:tcW w:w="8783" w:type="dxa"/>
          </w:tcPr>
          <w:p w:rsidR="00EB2185" w:rsidRDefault="00EB2185" w:rsidP="00EB2185">
            <w:r>
              <w:t>Svalutazione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SWF</w:t>
            </w:r>
          </w:p>
        </w:tc>
        <w:tc>
          <w:tcPr>
            <w:tcW w:w="8783" w:type="dxa"/>
          </w:tcPr>
          <w:p w:rsidR="00EB2185" w:rsidRDefault="00EB2185" w:rsidP="00EB2185">
            <w:proofErr w:type="spellStart"/>
            <w:r>
              <w:t>Swift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T00</w:t>
            </w:r>
          </w:p>
        </w:tc>
        <w:tc>
          <w:tcPr>
            <w:tcW w:w="8783" w:type="dxa"/>
          </w:tcPr>
          <w:p w:rsidR="00EB2185" w:rsidRDefault="00EB2185" w:rsidP="00EB2185">
            <w:r>
              <w:t>Tabella Numero __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TAB</w:t>
            </w:r>
          </w:p>
        </w:tc>
        <w:tc>
          <w:tcPr>
            <w:tcW w:w="8783" w:type="dxa"/>
          </w:tcPr>
          <w:p w:rsidR="00EB2185" w:rsidRDefault="00EB2185" w:rsidP="00EB2185">
            <w:r>
              <w:t>Tabella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TAG</w:t>
            </w:r>
          </w:p>
        </w:tc>
        <w:tc>
          <w:tcPr>
            <w:tcW w:w="8783" w:type="dxa"/>
          </w:tcPr>
          <w:p w:rsidR="00EB2185" w:rsidRDefault="00EB2185" w:rsidP="00EB2185">
            <w:r>
              <w:t>Taglio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TAR</w:t>
            </w:r>
          </w:p>
        </w:tc>
        <w:tc>
          <w:tcPr>
            <w:tcW w:w="8783" w:type="dxa"/>
          </w:tcPr>
          <w:p w:rsidR="00EB2185" w:rsidRDefault="00EB2185" w:rsidP="00EB2185">
            <w:r>
              <w:t>Tariffa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TAS</w:t>
            </w:r>
          </w:p>
        </w:tc>
        <w:tc>
          <w:tcPr>
            <w:tcW w:w="8783" w:type="dxa"/>
          </w:tcPr>
          <w:p w:rsidR="00EB2185" w:rsidRDefault="00EB2185" w:rsidP="00EB2185">
            <w:r>
              <w:t>Tasso / Tassa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lastRenderedPageBreak/>
              <w:t>TCH</w:t>
            </w:r>
          </w:p>
        </w:tc>
        <w:tc>
          <w:tcPr>
            <w:tcW w:w="8783" w:type="dxa"/>
          </w:tcPr>
          <w:p w:rsidR="00EB2185" w:rsidRDefault="00EB2185" w:rsidP="00EB2185">
            <w:r>
              <w:t>Traveller Cheques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TCN</w:t>
            </w:r>
          </w:p>
        </w:tc>
        <w:tc>
          <w:tcPr>
            <w:tcW w:w="8783" w:type="dxa"/>
          </w:tcPr>
          <w:p w:rsidR="00EB2185" w:rsidRDefault="00EB2185" w:rsidP="00EB2185">
            <w:r>
              <w:t>Tipo Conto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TDG</w:t>
            </w:r>
          </w:p>
        </w:tc>
        <w:tc>
          <w:tcPr>
            <w:tcW w:w="8783" w:type="dxa"/>
          </w:tcPr>
          <w:p w:rsidR="00EB2185" w:rsidRDefault="00EB2185" w:rsidP="00EB2185">
            <w:r>
              <w:t>Tasso Direzione Generale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TEC</w:t>
            </w:r>
          </w:p>
        </w:tc>
        <w:tc>
          <w:tcPr>
            <w:tcW w:w="8783" w:type="dxa"/>
          </w:tcPr>
          <w:p w:rsidR="00EB2185" w:rsidRDefault="00EB2185" w:rsidP="00EB2185">
            <w:r>
              <w:t>Tecnica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TEM</w:t>
            </w:r>
          </w:p>
        </w:tc>
        <w:tc>
          <w:tcPr>
            <w:tcW w:w="8783" w:type="dxa"/>
          </w:tcPr>
          <w:p w:rsidR="00EB2185" w:rsidRDefault="00EB2185" w:rsidP="00EB2185">
            <w:r>
              <w:t>Temporanea / Temporale / Tempo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TNT</w:t>
            </w:r>
          </w:p>
        </w:tc>
        <w:tc>
          <w:tcPr>
            <w:tcW w:w="8783" w:type="dxa"/>
          </w:tcPr>
          <w:p w:rsidR="00EB2185" w:rsidRDefault="00EB2185" w:rsidP="00EB2185">
            <w:r>
              <w:t>Tentativo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TER</w:t>
            </w:r>
          </w:p>
        </w:tc>
        <w:tc>
          <w:tcPr>
            <w:tcW w:w="8783" w:type="dxa"/>
          </w:tcPr>
          <w:p w:rsidR="00EB2185" w:rsidRDefault="00EB2185" w:rsidP="00EB2185">
            <w:r>
              <w:t>Terminale / Termine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TES</w:t>
            </w:r>
          </w:p>
        </w:tc>
        <w:tc>
          <w:tcPr>
            <w:tcW w:w="8783" w:type="dxa"/>
          </w:tcPr>
          <w:p w:rsidR="00EB2185" w:rsidRDefault="00EB2185" w:rsidP="00EB2185">
            <w:r>
              <w:t>Testo / Test / Testata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TIM</w:t>
            </w:r>
          </w:p>
        </w:tc>
        <w:tc>
          <w:tcPr>
            <w:tcW w:w="8783" w:type="dxa"/>
          </w:tcPr>
          <w:p w:rsidR="00EB2185" w:rsidRDefault="00EB2185" w:rsidP="00EB2185">
            <w:r>
              <w:t>Time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TIP</w:t>
            </w:r>
          </w:p>
        </w:tc>
        <w:tc>
          <w:tcPr>
            <w:tcW w:w="8783" w:type="dxa"/>
          </w:tcPr>
          <w:p w:rsidR="00EB2185" w:rsidRDefault="00EB2185" w:rsidP="00EB2185">
            <w:r>
              <w:t>Tipo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TIT</w:t>
            </w:r>
          </w:p>
        </w:tc>
        <w:tc>
          <w:tcPr>
            <w:tcW w:w="8783" w:type="dxa"/>
          </w:tcPr>
          <w:p w:rsidR="00EB2185" w:rsidRDefault="00EB2185" w:rsidP="00EB2185">
            <w:r>
              <w:t>Titolo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TLQ</w:t>
            </w:r>
          </w:p>
        </w:tc>
        <w:tc>
          <w:tcPr>
            <w:tcW w:w="8783" w:type="dxa"/>
          </w:tcPr>
          <w:p w:rsidR="00EB2185" w:rsidRDefault="00EB2185" w:rsidP="00EB2185">
            <w:r>
              <w:t>TEL QUEL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TLX</w:t>
            </w:r>
          </w:p>
        </w:tc>
        <w:tc>
          <w:tcPr>
            <w:tcW w:w="8783" w:type="dxa"/>
          </w:tcPr>
          <w:p w:rsidR="00EB2185" w:rsidRDefault="00EB2185" w:rsidP="00EB2185">
            <w:r>
              <w:t>TELEX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TOT</w:t>
            </w:r>
          </w:p>
        </w:tc>
        <w:tc>
          <w:tcPr>
            <w:tcW w:w="8783" w:type="dxa"/>
          </w:tcPr>
          <w:p w:rsidR="00EB2185" w:rsidRDefault="00EB2185" w:rsidP="00EB2185">
            <w:r>
              <w:t>Totali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TPX</w:t>
            </w:r>
          </w:p>
        </w:tc>
        <w:tc>
          <w:tcPr>
            <w:tcW w:w="8783" w:type="dxa"/>
          </w:tcPr>
          <w:p w:rsidR="00EB2185" w:rsidRDefault="00EB2185" w:rsidP="00EB2185">
            <w:r>
              <w:t>TP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TRA</w:t>
            </w:r>
          </w:p>
        </w:tc>
        <w:tc>
          <w:tcPr>
            <w:tcW w:w="8783" w:type="dxa"/>
          </w:tcPr>
          <w:p w:rsidR="00EB2185" w:rsidRDefault="00EB2185" w:rsidP="00EB2185">
            <w:r>
              <w:t>Tramite / Trattamento / Trasferimento / Tratto / Transazione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TRB</w:t>
            </w:r>
          </w:p>
        </w:tc>
        <w:tc>
          <w:tcPr>
            <w:tcW w:w="8783" w:type="dxa"/>
          </w:tcPr>
          <w:p w:rsidR="00EB2185" w:rsidRDefault="00EB2185" w:rsidP="00EB2185">
            <w:r>
              <w:t>Tribunale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TRC</w:t>
            </w:r>
          </w:p>
        </w:tc>
        <w:tc>
          <w:tcPr>
            <w:tcW w:w="8783" w:type="dxa"/>
          </w:tcPr>
          <w:p w:rsidR="00EB2185" w:rsidRDefault="00EB2185" w:rsidP="00EB2185">
            <w:r>
              <w:t>Traccia / Trace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TRI</w:t>
            </w:r>
          </w:p>
        </w:tc>
        <w:tc>
          <w:tcPr>
            <w:tcW w:w="8783" w:type="dxa"/>
          </w:tcPr>
          <w:p w:rsidR="00EB2185" w:rsidRDefault="00EB2185" w:rsidP="00EB2185">
            <w:r>
              <w:t>Tributo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TRN</w:t>
            </w:r>
          </w:p>
        </w:tc>
        <w:tc>
          <w:tcPr>
            <w:tcW w:w="8783" w:type="dxa"/>
          </w:tcPr>
          <w:p w:rsidR="00EB2185" w:rsidRDefault="00EB2185" w:rsidP="00EB2185">
            <w:r>
              <w:t>Transazione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TRO</w:t>
            </w:r>
          </w:p>
        </w:tc>
        <w:tc>
          <w:tcPr>
            <w:tcW w:w="8783" w:type="dxa"/>
          </w:tcPr>
          <w:p w:rsidR="00EB2185" w:rsidRDefault="00EB2185" w:rsidP="00EB2185">
            <w:r>
              <w:t>Troncato / Trovato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TRS</w:t>
            </w:r>
          </w:p>
        </w:tc>
        <w:tc>
          <w:tcPr>
            <w:tcW w:w="8783" w:type="dxa"/>
          </w:tcPr>
          <w:p w:rsidR="00EB2185" w:rsidRDefault="00EB2185" w:rsidP="00EB2185">
            <w:r>
              <w:t>Trasmissione / Trasporto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TRZ</w:t>
            </w:r>
          </w:p>
        </w:tc>
        <w:tc>
          <w:tcPr>
            <w:tcW w:w="8783" w:type="dxa"/>
          </w:tcPr>
          <w:p w:rsidR="00EB2185" w:rsidRDefault="00EB2185" w:rsidP="00EB2185">
            <w:r>
              <w:t>Trattazione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TSU</w:t>
            </w:r>
          </w:p>
        </w:tc>
        <w:tc>
          <w:tcPr>
            <w:tcW w:w="8783" w:type="dxa"/>
          </w:tcPr>
          <w:p w:rsidR="00EB2185" w:rsidRDefault="00EB2185" w:rsidP="00EB2185">
            <w:r>
              <w:t>Tesoreria Unica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TUS</w:t>
            </w:r>
          </w:p>
        </w:tc>
        <w:tc>
          <w:tcPr>
            <w:tcW w:w="8783" w:type="dxa"/>
          </w:tcPr>
          <w:p w:rsidR="00EB2185" w:rsidRDefault="00EB2185" w:rsidP="00EB2185">
            <w:r>
              <w:t>Tasso Ufficiale Di Sconto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UBL</w:t>
            </w:r>
          </w:p>
        </w:tc>
        <w:tc>
          <w:tcPr>
            <w:tcW w:w="8783" w:type="dxa"/>
          </w:tcPr>
          <w:p w:rsidR="00EB2185" w:rsidRDefault="00EB2185" w:rsidP="00EB2185">
            <w:r>
              <w:t>Ubicazione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UFF</w:t>
            </w:r>
          </w:p>
        </w:tc>
        <w:tc>
          <w:tcPr>
            <w:tcW w:w="8783" w:type="dxa"/>
          </w:tcPr>
          <w:p w:rsidR="00EB2185" w:rsidRDefault="00EB2185" w:rsidP="00EB2185">
            <w:r>
              <w:t>Ufficio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UIC</w:t>
            </w:r>
          </w:p>
        </w:tc>
        <w:tc>
          <w:tcPr>
            <w:tcW w:w="8783" w:type="dxa"/>
          </w:tcPr>
          <w:p w:rsidR="00EB2185" w:rsidRDefault="00EB2185" w:rsidP="00EB2185">
            <w:r>
              <w:t>UIC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UNM</w:t>
            </w:r>
          </w:p>
        </w:tc>
        <w:tc>
          <w:tcPr>
            <w:tcW w:w="8783" w:type="dxa"/>
          </w:tcPr>
          <w:p w:rsidR="00EB2185" w:rsidRDefault="00EB2185" w:rsidP="00EB2185">
            <w:r>
              <w:t>Unità di misura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ULT</w:t>
            </w:r>
          </w:p>
        </w:tc>
        <w:tc>
          <w:tcPr>
            <w:tcW w:w="8783" w:type="dxa"/>
          </w:tcPr>
          <w:p w:rsidR="00EB2185" w:rsidRDefault="00EB2185" w:rsidP="00EB2185">
            <w:r>
              <w:t>Ultimo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UNI</w:t>
            </w:r>
          </w:p>
        </w:tc>
        <w:tc>
          <w:tcPr>
            <w:tcW w:w="8783" w:type="dxa"/>
          </w:tcPr>
          <w:p w:rsidR="00EB2185" w:rsidRDefault="00EB2185" w:rsidP="00EB2185">
            <w:r>
              <w:t>Unitario / Unico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USA</w:t>
            </w:r>
          </w:p>
        </w:tc>
        <w:tc>
          <w:tcPr>
            <w:tcW w:w="8783" w:type="dxa"/>
          </w:tcPr>
          <w:p w:rsidR="00EB2185" w:rsidRDefault="00EB2185" w:rsidP="00EB2185">
            <w:r>
              <w:t>Usare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USC</w:t>
            </w:r>
          </w:p>
        </w:tc>
        <w:tc>
          <w:tcPr>
            <w:tcW w:w="8783" w:type="dxa"/>
          </w:tcPr>
          <w:p w:rsidR="00EB2185" w:rsidRDefault="00EB2185" w:rsidP="00EB2185">
            <w:r>
              <w:t>Uscita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USU</w:t>
            </w:r>
          </w:p>
        </w:tc>
        <w:tc>
          <w:tcPr>
            <w:tcW w:w="8783" w:type="dxa"/>
          </w:tcPr>
          <w:p w:rsidR="00EB2185" w:rsidRDefault="00EB2185" w:rsidP="00EB2185">
            <w:r>
              <w:t>Usufrutto / Usufruttuario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UTE</w:t>
            </w:r>
          </w:p>
        </w:tc>
        <w:tc>
          <w:tcPr>
            <w:tcW w:w="8783" w:type="dxa"/>
          </w:tcPr>
          <w:p w:rsidR="00EB2185" w:rsidRDefault="00EB2185" w:rsidP="00EB2185">
            <w:r>
              <w:t>Utente / Utenza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UTI</w:t>
            </w:r>
          </w:p>
        </w:tc>
        <w:tc>
          <w:tcPr>
            <w:tcW w:w="8783" w:type="dxa"/>
          </w:tcPr>
          <w:p w:rsidR="00EB2185" w:rsidRDefault="00EB2185" w:rsidP="00EB2185">
            <w:r>
              <w:t>Utilizzo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VAD</w:t>
            </w:r>
          </w:p>
        </w:tc>
        <w:tc>
          <w:tcPr>
            <w:tcW w:w="8783" w:type="dxa"/>
          </w:tcPr>
          <w:p w:rsidR="00EB2185" w:rsidRDefault="00EB2185" w:rsidP="00EB2185">
            <w:r>
              <w:t>Validità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VAL</w:t>
            </w:r>
          </w:p>
        </w:tc>
        <w:tc>
          <w:tcPr>
            <w:tcW w:w="8783" w:type="dxa"/>
          </w:tcPr>
          <w:p w:rsidR="00EB2185" w:rsidRDefault="00EB2185" w:rsidP="00EB2185">
            <w:r>
              <w:t>Valuta / Valutario / Valore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VAR</w:t>
            </w:r>
          </w:p>
        </w:tc>
        <w:tc>
          <w:tcPr>
            <w:tcW w:w="8783" w:type="dxa"/>
          </w:tcPr>
          <w:p w:rsidR="00EB2185" w:rsidRDefault="00EB2185" w:rsidP="00EB2185">
            <w:r>
              <w:t>Variare / Variazione / Vari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VEN</w:t>
            </w:r>
          </w:p>
        </w:tc>
        <w:tc>
          <w:tcPr>
            <w:tcW w:w="8783" w:type="dxa"/>
          </w:tcPr>
          <w:p w:rsidR="00EB2185" w:rsidRDefault="00EB2185" w:rsidP="00EB2185">
            <w:r>
              <w:t>Vendite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VER</w:t>
            </w:r>
          </w:p>
        </w:tc>
        <w:tc>
          <w:tcPr>
            <w:tcW w:w="8783" w:type="dxa"/>
          </w:tcPr>
          <w:p w:rsidR="00EB2185" w:rsidRDefault="00EB2185" w:rsidP="00EB2185">
            <w:r>
              <w:t>Versante / Versamento / Verifica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VET</w:t>
            </w:r>
          </w:p>
        </w:tc>
        <w:tc>
          <w:tcPr>
            <w:tcW w:w="8783" w:type="dxa"/>
          </w:tcPr>
          <w:p w:rsidR="00EB2185" w:rsidRDefault="00EB2185" w:rsidP="00EB2185">
            <w:r>
              <w:t>Vettore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VID</w:t>
            </w:r>
          </w:p>
        </w:tc>
        <w:tc>
          <w:tcPr>
            <w:tcW w:w="8783" w:type="dxa"/>
          </w:tcPr>
          <w:p w:rsidR="00EB2185" w:rsidRDefault="00EB2185" w:rsidP="00EB2185">
            <w:r>
              <w:t>Video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VIG</w:t>
            </w:r>
          </w:p>
        </w:tc>
        <w:tc>
          <w:tcPr>
            <w:tcW w:w="8783" w:type="dxa"/>
          </w:tcPr>
          <w:p w:rsidR="00EB2185" w:rsidRDefault="00EB2185" w:rsidP="00EB2185">
            <w:r>
              <w:t>Vigore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VIN</w:t>
            </w:r>
          </w:p>
        </w:tc>
        <w:tc>
          <w:tcPr>
            <w:tcW w:w="8783" w:type="dxa"/>
          </w:tcPr>
          <w:p w:rsidR="00EB2185" w:rsidRDefault="00EB2185" w:rsidP="00EB2185">
            <w:r>
              <w:t>Vincolo / Vincolato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VIR</w:t>
            </w:r>
          </w:p>
        </w:tc>
        <w:tc>
          <w:tcPr>
            <w:tcW w:w="8783" w:type="dxa"/>
          </w:tcPr>
          <w:p w:rsidR="00EB2185" w:rsidRDefault="00EB2185" w:rsidP="00EB2185">
            <w:r>
              <w:t>Virgola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VOC</w:t>
            </w:r>
          </w:p>
        </w:tc>
        <w:tc>
          <w:tcPr>
            <w:tcW w:w="8783" w:type="dxa"/>
          </w:tcPr>
          <w:p w:rsidR="00EB2185" w:rsidRDefault="00EB2185" w:rsidP="00EB2185">
            <w:r>
              <w:t>Voce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VOS</w:t>
            </w:r>
          </w:p>
        </w:tc>
        <w:tc>
          <w:tcPr>
            <w:tcW w:w="8783" w:type="dxa"/>
          </w:tcPr>
          <w:p w:rsidR="00EB2185" w:rsidRDefault="00EB2185" w:rsidP="00EB2185">
            <w:r>
              <w:t>Vostro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WAR</w:t>
            </w:r>
          </w:p>
        </w:tc>
        <w:tc>
          <w:tcPr>
            <w:tcW w:w="8783" w:type="dxa"/>
          </w:tcPr>
          <w:p w:rsidR="00EB2185" w:rsidRDefault="00EB2185" w:rsidP="00EB2185">
            <w:r>
              <w:t>Warrant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XCO</w:t>
            </w:r>
          </w:p>
        </w:tc>
        <w:tc>
          <w:tcPr>
            <w:tcW w:w="8783" w:type="dxa"/>
          </w:tcPr>
          <w:p w:rsidR="00EB2185" w:rsidRDefault="00EB2185" w:rsidP="00EB2185">
            <w:r>
              <w:t xml:space="preserve">Per </w:t>
            </w:r>
            <w:proofErr w:type="spellStart"/>
            <w:r>
              <w:t>Coscenza</w:t>
            </w:r>
            <w:proofErr w:type="spellEnd"/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XXX</w:t>
            </w:r>
          </w:p>
        </w:tc>
        <w:tc>
          <w:tcPr>
            <w:tcW w:w="8783" w:type="dxa"/>
          </w:tcPr>
          <w:p w:rsidR="00EB2185" w:rsidRDefault="00EB2185" w:rsidP="00EB2185">
            <w:r>
              <w:t>XXX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YYY</w:t>
            </w:r>
          </w:p>
        </w:tc>
        <w:tc>
          <w:tcPr>
            <w:tcW w:w="8783" w:type="dxa"/>
          </w:tcPr>
          <w:p w:rsidR="00EB2185" w:rsidRDefault="00EB2185" w:rsidP="00EB2185">
            <w:r>
              <w:t>YYY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rFonts w:ascii="Courier" w:hAnsi="Courier"/>
                <w:sz w:val="24"/>
              </w:rPr>
            </w:pPr>
            <w:r>
              <w:rPr>
                <w:smallCaps/>
              </w:rPr>
              <w:t>ZCO</w:t>
            </w:r>
          </w:p>
        </w:tc>
        <w:tc>
          <w:tcPr>
            <w:tcW w:w="8783" w:type="dxa"/>
          </w:tcPr>
          <w:p w:rsidR="00EB2185" w:rsidRDefault="00EB2185" w:rsidP="00EB2185">
            <w:r>
              <w:t>Zero Coupon</w:t>
            </w:r>
          </w:p>
        </w:tc>
      </w:tr>
      <w:tr w:rsidR="00EB2185" w:rsidTr="00EB2185">
        <w:trPr>
          <w:cantSplit/>
        </w:trPr>
        <w:tc>
          <w:tcPr>
            <w:tcW w:w="715" w:type="dxa"/>
          </w:tcPr>
          <w:p w:rsidR="00EB2185" w:rsidRDefault="00EB2185" w:rsidP="00EB2185">
            <w:pPr>
              <w:rPr>
                <w:smallCaps/>
              </w:rPr>
            </w:pPr>
            <w:r>
              <w:rPr>
                <w:smallCaps/>
              </w:rPr>
              <w:t>ZON</w:t>
            </w:r>
          </w:p>
        </w:tc>
        <w:tc>
          <w:tcPr>
            <w:tcW w:w="8783" w:type="dxa"/>
          </w:tcPr>
          <w:p w:rsidR="00EB2185" w:rsidRDefault="00EB2185" w:rsidP="00EB2185">
            <w:r>
              <w:t>Zona</w:t>
            </w:r>
          </w:p>
        </w:tc>
      </w:tr>
    </w:tbl>
    <w:p w:rsidR="00EB2185" w:rsidRDefault="00EB2185" w:rsidP="00EB2185">
      <w:pPr>
        <w:pStyle w:val="Titolo1"/>
        <w:keepNext w:val="0"/>
        <w:numPr>
          <w:ilvl w:val="0"/>
          <w:numId w:val="58"/>
        </w:numPr>
        <w:spacing w:after="360"/>
      </w:pPr>
      <w:bookmarkStart w:id="16" w:name="_Toc471215342"/>
      <w:bookmarkStart w:id="17" w:name="_Toc391907783"/>
      <w:r>
        <w:lastRenderedPageBreak/>
        <w:t>Dimensione dei campi standard</w:t>
      </w:r>
      <w:bookmarkEnd w:id="16"/>
      <w:bookmarkEnd w:id="17"/>
    </w:p>
    <w:p w:rsidR="00EB2185" w:rsidRDefault="00EB2185" w:rsidP="00EB2185">
      <w:r>
        <w:t>Per evitare incoerenze interne nei programmi, è stato deciso di fissare una dimensione standard per i campi usati più frequentemente; nella tabella seguente è indicata la definizione del formato di tali campi secondo la sintassi del linguaggio COBOL.</w:t>
      </w:r>
    </w:p>
    <w:p w:rsidR="00EB2185" w:rsidRDefault="00EB2185" w:rsidP="00EB2185">
      <w:bookmarkStart w:id="18" w:name="tabella"/>
      <w:bookmarkEnd w:id="18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4607"/>
        <w:gridCol w:w="2269"/>
        <w:gridCol w:w="2267"/>
      </w:tblGrid>
      <w:tr w:rsidR="00EB2185" w:rsidTr="00EB2185">
        <w:trPr>
          <w:cantSplit/>
        </w:trPr>
        <w:tc>
          <w:tcPr>
            <w:tcW w:w="9710" w:type="dxa"/>
            <w:gridSpan w:val="4"/>
          </w:tcPr>
          <w:p w:rsidR="00EB2185" w:rsidRDefault="00EB2185" w:rsidP="00EB2185">
            <w:pPr>
              <w:tabs>
                <w:tab w:val="decimal" w:pos="4962"/>
              </w:tabs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Tabella riassuntiva dimensione campi standard</w:t>
            </w:r>
          </w:p>
        </w:tc>
      </w:tr>
      <w:tr w:rsidR="00EB2185" w:rsidTr="00EB2185">
        <w:trPr>
          <w:cantSplit/>
        </w:trPr>
        <w:tc>
          <w:tcPr>
            <w:tcW w:w="56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spacing w:before="120" w:after="120"/>
              <w:ind w:right="-1"/>
              <w:jc w:val="center"/>
              <w:rPr>
                <w:b/>
              </w:rPr>
            </w:pPr>
            <w:r>
              <w:rPr>
                <w:b/>
              </w:rPr>
              <w:t>N°</w:t>
            </w:r>
          </w:p>
        </w:tc>
        <w:tc>
          <w:tcPr>
            <w:tcW w:w="460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</w:rPr>
              <w:t>Campo</w:t>
            </w:r>
          </w:p>
        </w:tc>
        <w:tc>
          <w:tcPr>
            <w:tcW w:w="4535" w:type="dxa"/>
            <w:gridSpan w:val="2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pStyle w:val="CodiceCOBOL"/>
              <w:tabs>
                <w:tab w:val="clear" w:pos="851"/>
              </w:tabs>
              <w:spacing w:before="120" w:after="120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Formato</w:t>
            </w:r>
          </w:p>
        </w:tc>
      </w:tr>
      <w:tr w:rsidR="00EB2185" w:rsidTr="00EB2185">
        <w:trPr>
          <w:cantSplit/>
        </w:trPr>
        <w:tc>
          <w:tcPr>
            <w:tcW w:w="56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ind w:right="141"/>
              <w:jc w:val="right"/>
            </w:pPr>
            <w:r>
              <w:t>1</w:t>
            </w:r>
          </w:p>
        </w:tc>
        <w:tc>
          <w:tcPr>
            <w:tcW w:w="460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jc w:val="left"/>
            </w:pPr>
            <w:r>
              <w:t>Percentuali</w:t>
            </w:r>
          </w:p>
          <w:p w:rsidR="00EB2185" w:rsidRDefault="00EB2185" w:rsidP="00EB2185">
            <w:pPr>
              <w:jc w:val="left"/>
            </w:pPr>
            <w:r>
              <w:t>Ratei</w:t>
            </w:r>
          </w:p>
          <w:p w:rsidR="00EB2185" w:rsidRDefault="00EB2185" w:rsidP="00EB2185">
            <w:pPr>
              <w:jc w:val="left"/>
            </w:pPr>
            <w:r>
              <w:t>Tassi</w:t>
            </w:r>
          </w:p>
          <w:p w:rsidR="00EB2185" w:rsidRDefault="00EB2185" w:rsidP="00EB2185">
            <w:pPr>
              <w:jc w:val="left"/>
            </w:pPr>
          </w:p>
        </w:tc>
        <w:tc>
          <w:tcPr>
            <w:tcW w:w="2268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pStyle w:val="CodiceCOBOL"/>
              <w:tabs>
                <w:tab w:val="clear" w:pos="851"/>
                <w:tab w:val="clear" w:pos="1701"/>
              </w:tabs>
              <w:ind w:left="0"/>
              <w:jc w:val="left"/>
            </w:pPr>
            <w:r>
              <w:t>PIC S9(03)V9(05)</w:t>
            </w:r>
          </w:p>
        </w:tc>
        <w:tc>
          <w:tcPr>
            <w:tcW w:w="226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pStyle w:val="CodiceCOBOL"/>
              <w:tabs>
                <w:tab w:val="clear" w:pos="851"/>
              </w:tabs>
              <w:ind w:left="0"/>
              <w:jc w:val="left"/>
            </w:pPr>
            <w:r>
              <w:t>COMP-3</w:t>
            </w:r>
          </w:p>
        </w:tc>
      </w:tr>
      <w:tr w:rsidR="00EB2185" w:rsidTr="00EB2185">
        <w:trPr>
          <w:cantSplit/>
        </w:trPr>
        <w:tc>
          <w:tcPr>
            <w:tcW w:w="56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ind w:right="141"/>
              <w:jc w:val="right"/>
            </w:pPr>
            <w:r>
              <w:t>2</w:t>
            </w:r>
          </w:p>
        </w:tc>
        <w:tc>
          <w:tcPr>
            <w:tcW w:w="460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jc w:val="left"/>
            </w:pPr>
            <w:r>
              <w:t>Campi di comodo per il calcolo di percentuali</w:t>
            </w:r>
          </w:p>
          <w:p w:rsidR="00EB2185" w:rsidRDefault="00EB2185" w:rsidP="00EB2185">
            <w:pPr>
              <w:jc w:val="left"/>
            </w:pPr>
            <w:r>
              <w:t>Ratei</w:t>
            </w:r>
          </w:p>
          <w:p w:rsidR="00EB2185" w:rsidRDefault="00EB2185" w:rsidP="00EB2185">
            <w:pPr>
              <w:jc w:val="left"/>
            </w:pPr>
            <w:r>
              <w:t>Tassi</w:t>
            </w:r>
          </w:p>
          <w:p w:rsidR="00EB2185" w:rsidRDefault="00EB2185" w:rsidP="00EB2185">
            <w:pPr>
              <w:jc w:val="left"/>
            </w:pPr>
          </w:p>
        </w:tc>
        <w:tc>
          <w:tcPr>
            <w:tcW w:w="2268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pStyle w:val="CodiceCOBOL"/>
              <w:ind w:left="0"/>
              <w:jc w:val="left"/>
            </w:pPr>
            <w:r>
              <w:t>PIC S9(03)V9(07)</w:t>
            </w:r>
          </w:p>
        </w:tc>
        <w:tc>
          <w:tcPr>
            <w:tcW w:w="226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pStyle w:val="CodiceCOBOL"/>
              <w:tabs>
                <w:tab w:val="clear" w:pos="851"/>
              </w:tabs>
              <w:ind w:left="0"/>
              <w:jc w:val="left"/>
            </w:pPr>
            <w:r>
              <w:t>COMP-3.</w:t>
            </w:r>
          </w:p>
        </w:tc>
      </w:tr>
      <w:tr w:rsidR="00EB2185" w:rsidTr="00EB2185">
        <w:trPr>
          <w:cantSplit/>
        </w:trPr>
        <w:tc>
          <w:tcPr>
            <w:tcW w:w="56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ind w:right="141"/>
              <w:jc w:val="right"/>
            </w:pPr>
            <w:r>
              <w:t>3</w:t>
            </w:r>
          </w:p>
        </w:tc>
        <w:tc>
          <w:tcPr>
            <w:tcW w:w="460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jc w:val="left"/>
            </w:pPr>
            <w:r>
              <w:t>Cambi</w:t>
            </w:r>
          </w:p>
          <w:p w:rsidR="00EB2185" w:rsidRDefault="00EB2185" w:rsidP="00EB2185">
            <w:pPr>
              <w:jc w:val="left"/>
            </w:pPr>
            <w:r>
              <w:t>Prezzi</w:t>
            </w:r>
          </w:p>
          <w:p w:rsidR="00EB2185" w:rsidRDefault="00EB2185" w:rsidP="00EB2185">
            <w:pPr>
              <w:jc w:val="left"/>
            </w:pPr>
          </w:p>
        </w:tc>
        <w:tc>
          <w:tcPr>
            <w:tcW w:w="2268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pStyle w:val="CodiceCOBOL"/>
              <w:ind w:left="0"/>
              <w:jc w:val="left"/>
            </w:pPr>
            <w:r>
              <w:t>PIC S9(09)V9(05)</w:t>
            </w:r>
          </w:p>
        </w:tc>
        <w:tc>
          <w:tcPr>
            <w:tcW w:w="226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pStyle w:val="CodiceCOBOL"/>
              <w:tabs>
                <w:tab w:val="clear" w:pos="851"/>
              </w:tabs>
              <w:ind w:left="0"/>
              <w:jc w:val="left"/>
            </w:pPr>
            <w:r>
              <w:t>COMP-3.</w:t>
            </w:r>
          </w:p>
        </w:tc>
      </w:tr>
      <w:tr w:rsidR="00EB2185" w:rsidTr="00EB2185">
        <w:trPr>
          <w:cantSplit/>
        </w:trPr>
        <w:tc>
          <w:tcPr>
            <w:tcW w:w="56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ind w:right="141"/>
              <w:jc w:val="right"/>
            </w:pPr>
            <w:r>
              <w:t>4</w:t>
            </w:r>
          </w:p>
        </w:tc>
        <w:tc>
          <w:tcPr>
            <w:tcW w:w="460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jc w:val="left"/>
            </w:pPr>
            <w:r>
              <w:t>Contro-Valori</w:t>
            </w:r>
          </w:p>
          <w:p w:rsidR="00EB2185" w:rsidRDefault="00EB2185" w:rsidP="00EB2185">
            <w:pPr>
              <w:jc w:val="left"/>
            </w:pPr>
            <w:r>
              <w:t>Importi</w:t>
            </w:r>
          </w:p>
          <w:p w:rsidR="00EB2185" w:rsidRDefault="00EB2185" w:rsidP="00EB2185">
            <w:pPr>
              <w:jc w:val="left"/>
            </w:pPr>
            <w:r>
              <w:t>Quantità</w:t>
            </w:r>
          </w:p>
          <w:p w:rsidR="00EB2185" w:rsidRDefault="00EB2185" w:rsidP="00EB2185">
            <w:pPr>
              <w:jc w:val="left"/>
            </w:pPr>
            <w:r>
              <w:t>Tagli</w:t>
            </w:r>
          </w:p>
          <w:p w:rsidR="00EB2185" w:rsidRDefault="00EB2185" w:rsidP="00EB2185">
            <w:pPr>
              <w:jc w:val="left"/>
            </w:pPr>
            <w:r>
              <w:t>Valori Nominali</w:t>
            </w:r>
          </w:p>
          <w:p w:rsidR="00EB2185" w:rsidRDefault="00EB2185" w:rsidP="00EB2185">
            <w:pPr>
              <w:jc w:val="left"/>
            </w:pPr>
          </w:p>
        </w:tc>
        <w:tc>
          <w:tcPr>
            <w:tcW w:w="2268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pStyle w:val="CodiceCOBOL"/>
              <w:ind w:left="0"/>
              <w:jc w:val="left"/>
            </w:pPr>
            <w:r>
              <w:t>PIC S9(15)V9(03)</w:t>
            </w:r>
          </w:p>
        </w:tc>
        <w:tc>
          <w:tcPr>
            <w:tcW w:w="226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pStyle w:val="CodiceCOBOL"/>
              <w:tabs>
                <w:tab w:val="clear" w:pos="851"/>
              </w:tabs>
              <w:ind w:left="0"/>
              <w:jc w:val="left"/>
            </w:pPr>
            <w:r>
              <w:t>COMP-3.</w:t>
            </w:r>
          </w:p>
        </w:tc>
      </w:tr>
      <w:tr w:rsidR="00EB2185" w:rsidTr="00EB2185">
        <w:trPr>
          <w:cantSplit/>
        </w:trPr>
        <w:tc>
          <w:tcPr>
            <w:tcW w:w="56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ind w:right="141"/>
              <w:jc w:val="right"/>
            </w:pPr>
            <w:r>
              <w:t>5</w:t>
            </w:r>
          </w:p>
        </w:tc>
        <w:tc>
          <w:tcPr>
            <w:tcW w:w="460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jc w:val="left"/>
            </w:pPr>
            <w:r>
              <w:t>Descrizioni</w:t>
            </w:r>
          </w:p>
          <w:p w:rsidR="00EB2185" w:rsidRDefault="00EB2185" w:rsidP="00EB2185">
            <w:pPr>
              <w:jc w:val="left"/>
            </w:pPr>
            <w:r>
              <w:t>Descrizioni ridotte</w:t>
            </w:r>
          </w:p>
          <w:p w:rsidR="00EB2185" w:rsidRDefault="00EB2185" w:rsidP="00EB2185">
            <w:pPr>
              <w:jc w:val="left"/>
            </w:pPr>
          </w:p>
        </w:tc>
        <w:tc>
          <w:tcPr>
            <w:tcW w:w="2268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pStyle w:val="CodiceCOBOL"/>
              <w:ind w:left="0"/>
              <w:jc w:val="left"/>
            </w:pPr>
            <w:r>
              <w:t>PIC  X(30).</w:t>
            </w:r>
          </w:p>
          <w:p w:rsidR="00EB2185" w:rsidRDefault="00EB2185" w:rsidP="00EB2185">
            <w:pPr>
              <w:pStyle w:val="CodiceCOBOL"/>
              <w:ind w:left="0"/>
              <w:jc w:val="left"/>
            </w:pPr>
            <w:r>
              <w:t>PIC  X(20).</w:t>
            </w:r>
          </w:p>
        </w:tc>
        <w:tc>
          <w:tcPr>
            <w:tcW w:w="226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pStyle w:val="CodiceCOBOL"/>
              <w:tabs>
                <w:tab w:val="clear" w:pos="851"/>
              </w:tabs>
              <w:ind w:left="0"/>
              <w:jc w:val="left"/>
            </w:pPr>
          </w:p>
        </w:tc>
      </w:tr>
      <w:tr w:rsidR="00EB2185" w:rsidTr="00EB2185">
        <w:trPr>
          <w:cantSplit/>
        </w:trPr>
        <w:tc>
          <w:tcPr>
            <w:tcW w:w="56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ind w:right="141"/>
              <w:jc w:val="right"/>
            </w:pPr>
            <w:r>
              <w:t>6</w:t>
            </w:r>
          </w:p>
        </w:tc>
        <w:tc>
          <w:tcPr>
            <w:tcW w:w="460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jc w:val="left"/>
            </w:pPr>
            <w:r>
              <w:t>Descrizioni Estese</w:t>
            </w:r>
          </w:p>
          <w:p w:rsidR="00EB2185" w:rsidRDefault="00EB2185" w:rsidP="00EB2185">
            <w:pPr>
              <w:jc w:val="left"/>
            </w:pPr>
          </w:p>
        </w:tc>
        <w:tc>
          <w:tcPr>
            <w:tcW w:w="2269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pStyle w:val="CodiceCOBOL"/>
              <w:tabs>
                <w:tab w:val="clear" w:pos="851"/>
                <w:tab w:val="clear" w:pos="1701"/>
              </w:tabs>
              <w:ind w:left="0"/>
            </w:pPr>
            <w:r>
              <w:t>PIC X(30).</w:t>
            </w:r>
          </w:p>
        </w:tc>
        <w:tc>
          <w:tcPr>
            <w:tcW w:w="226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r>
              <w:t>(2 volte)</w:t>
            </w:r>
          </w:p>
        </w:tc>
      </w:tr>
      <w:tr w:rsidR="00EB2185" w:rsidTr="00EB2185">
        <w:trPr>
          <w:cantSplit/>
        </w:trPr>
        <w:tc>
          <w:tcPr>
            <w:tcW w:w="56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ind w:right="141"/>
              <w:jc w:val="right"/>
            </w:pPr>
            <w:r>
              <w:t>7</w:t>
            </w:r>
          </w:p>
        </w:tc>
        <w:tc>
          <w:tcPr>
            <w:tcW w:w="460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jc w:val="left"/>
            </w:pPr>
            <w:r>
              <w:t>Banche</w:t>
            </w:r>
          </w:p>
          <w:p w:rsidR="00EB2185" w:rsidRDefault="00EB2185" w:rsidP="00EB2185">
            <w:pPr>
              <w:jc w:val="left"/>
            </w:pPr>
            <w:r>
              <w:t>Casse Incaricate</w:t>
            </w:r>
          </w:p>
          <w:p w:rsidR="00EB2185" w:rsidRDefault="00EB2185" w:rsidP="00EB2185">
            <w:pPr>
              <w:jc w:val="left"/>
            </w:pPr>
            <w:r>
              <w:t>Clienti</w:t>
            </w:r>
          </w:p>
          <w:p w:rsidR="00EB2185" w:rsidRDefault="00EB2185" w:rsidP="00EB2185">
            <w:pPr>
              <w:jc w:val="left"/>
            </w:pPr>
            <w:r>
              <w:t>Co-Manager</w:t>
            </w:r>
          </w:p>
          <w:p w:rsidR="00EB2185" w:rsidRDefault="00EB2185" w:rsidP="00EB2185">
            <w:pPr>
              <w:jc w:val="left"/>
            </w:pPr>
            <w:r>
              <w:t>Codice Titoli Interni</w:t>
            </w:r>
          </w:p>
          <w:p w:rsidR="00EB2185" w:rsidRDefault="00EB2185" w:rsidP="00EB2185">
            <w:pPr>
              <w:jc w:val="left"/>
            </w:pPr>
            <w:r>
              <w:t>Controparti</w:t>
            </w:r>
          </w:p>
          <w:p w:rsidR="00EB2185" w:rsidRDefault="00EB2185" w:rsidP="00EB2185">
            <w:pPr>
              <w:jc w:val="left"/>
            </w:pPr>
            <w:r>
              <w:t>Depositari</w:t>
            </w:r>
          </w:p>
          <w:p w:rsidR="00EB2185" w:rsidRDefault="00EB2185" w:rsidP="00EB2185">
            <w:pPr>
              <w:jc w:val="left"/>
            </w:pPr>
            <w:r>
              <w:t>Enti Accettanti</w:t>
            </w:r>
          </w:p>
          <w:p w:rsidR="00EB2185" w:rsidRDefault="00EB2185" w:rsidP="00EB2185">
            <w:pPr>
              <w:jc w:val="left"/>
            </w:pPr>
            <w:r>
              <w:t>Enti Emittenti</w:t>
            </w:r>
          </w:p>
          <w:p w:rsidR="00EB2185" w:rsidRDefault="00EB2185" w:rsidP="00EB2185">
            <w:pPr>
              <w:jc w:val="left"/>
            </w:pPr>
            <w:r>
              <w:t>Lead-Manager</w:t>
            </w:r>
          </w:p>
          <w:p w:rsidR="00EB2185" w:rsidRDefault="00EB2185" w:rsidP="00EB2185">
            <w:pPr>
              <w:jc w:val="left"/>
            </w:pPr>
            <w:r>
              <w:t>Titoli A.B.I.</w:t>
            </w:r>
          </w:p>
          <w:p w:rsidR="00EB2185" w:rsidRDefault="00EB2185" w:rsidP="00EB2185">
            <w:pPr>
              <w:jc w:val="left"/>
            </w:pPr>
            <w:r>
              <w:t>Titoli CEDEL</w:t>
            </w:r>
          </w:p>
          <w:p w:rsidR="00EB2185" w:rsidRDefault="00EB2185" w:rsidP="00EB2185">
            <w:pPr>
              <w:jc w:val="left"/>
            </w:pPr>
            <w:r>
              <w:t>Titoli EUROCLEAR</w:t>
            </w:r>
          </w:p>
          <w:p w:rsidR="00EB2185" w:rsidRDefault="00EB2185" w:rsidP="00EB2185">
            <w:pPr>
              <w:jc w:val="left"/>
            </w:pPr>
            <w:r>
              <w:t>Titoli SWIFT</w:t>
            </w:r>
          </w:p>
          <w:p w:rsidR="00EB2185" w:rsidRDefault="00EB2185" w:rsidP="00EB2185">
            <w:pPr>
              <w:jc w:val="left"/>
            </w:pPr>
            <w:proofErr w:type="spellStart"/>
            <w:r>
              <w:t>Underwriter</w:t>
            </w:r>
            <w:proofErr w:type="spellEnd"/>
          </w:p>
          <w:p w:rsidR="00EB2185" w:rsidRDefault="00EB2185" w:rsidP="00EB2185">
            <w:pPr>
              <w:jc w:val="left"/>
            </w:pPr>
          </w:p>
        </w:tc>
        <w:tc>
          <w:tcPr>
            <w:tcW w:w="2268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pStyle w:val="CodiceCOBOL"/>
              <w:ind w:left="0"/>
              <w:jc w:val="left"/>
            </w:pPr>
            <w:r>
              <w:t>PIC S9(11)</w:t>
            </w:r>
          </w:p>
        </w:tc>
        <w:tc>
          <w:tcPr>
            <w:tcW w:w="2267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EB2185" w:rsidRDefault="00EB2185" w:rsidP="00EB2185">
            <w:pPr>
              <w:pStyle w:val="CodiceCOBOL"/>
              <w:tabs>
                <w:tab w:val="clear" w:pos="851"/>
              </w:tabs>
              <w:ind w:left="0"/>
              <w:jc w:val="left"/>
            </w:pPr>
            <w:r>
              <w:t>COMP-3.</w:t>
            </w:r>
          </w:p>
        </w:tc>
      </w:tr>
    </w:tbl>
    <w:p w:rsidR="00EB2185" w:rsidRDefault="00EB2185" w:rsidP="00EB2185">
      <w:r>
        <w:br w:type="page"/>
      </w:r>
    </w:p>
    <w:tbl>
      <w:tblPr>
        <w:tblW w:w="0" w:type="auto"/>
        <w:tblBorders>
          <w:top w:val="single" w:sz="4" w:space="0" w:color="FFFF00"/>
          <w:left w:val="single" w:sz="4" w:space="0" w:color="FFFF00"/>
          <w:bottom w:val="single" w:sz="4" w:space="0" w:color="FFFF00"/>
          <w:right w:val="single" w:sz="4" w:space="0" w:color="FFFF00"/>
          <w:insideH w:val="single" w:sz="6" w:space="0" w:color="FFFF00"/>
          <w:insideV w:val="single" w:sz="6" w:space="0" w:color="FFFF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4607"/>
        <w:gridCol w:w="2268"/>
        <w:gridCol w:w="2267"/>
      </w:tblGrid>
      <w:tr w:rsidR="00EB2185" w:rsidTr="00EB2185">
        <w:trPr>
          <w:cantSplit/>
        </w:trPr>
        <w:tc>
          <w:tcPr>
            <w:tcW w:w="567" w:type="dxa"/>
          </w:tcPr>
          <w:p w:rsidR="00EB2185" w:rsidRDefault="00EB2185" w:rsidP="00EB2185">
            <w:pPr>
              <w:ind w:right="141"/>
              <w:jc w:val="right"/>
            </w:pPr>
            <w:r>
              <w:lastRenderedPageBreak/>
              <w:t>8</w:t>
            </w:r>
          </w:p>
        </w:tc>
        <w:tc>
          <w:tcPr>
            <w:tcW w:w="4607" w:type="dxa"/>
          </w:tcPr>
          <w:p w:rsidR="00EB2185" w:rsidRDefault="00EB2185" w:rsidP="00EB2185">
            <w:pPr>
              <w:jc w:val="left"/>
            </w:pPr>
            <w:r>
              <w:t>Codici Istituti</w:t>
            </w:r>
          </w:p>
          <w:p w:rsidR="00EB2185" w:rsidRDefault="00EB2185" w:rsidP="00EB2185">
            <w:pPr>
              <w:jc w:val="left"/>
            </w:pPr>
            <w:r>
              <w:t>Filiali</w:t>
            </w:r>
          </w:p>
          <w:p w:rsidR="00EB2185" w:rsidRDefault="00EB2185" w:rsidP="00EB2185">
            <w:pPr>
              <w:jc w:val="left"/>
            </w:pPr>
          </w:p>
        </w:tc>
        <w:tc>
          <w:tcPr>
            <w:tcW w:w="2268" w:type="dxa"/>
          </w:tcPr>
          <w:p w:rsidR="00EB2185" w:rsidRDefault="00EB2185" w:rsidP="00EB2185">
            <w:pPr>
              <w:pStyle w:val="CodiceCOBOL"/>
              <w:ind w:left="0"/>
              <w:jc w:val="left"/>
            </w:pPr>
            <w:r>
              <w:t>PIC S9(05)</w:t>
            </w:r>
          </w:p>
        </w:tc>
        <w:tc>
          <w:tcPr>
            <w:tcW w:w="2267" w:type="dxa"/>
          </w:tcPr>
          <w:p w:rsidR="00EB2185" w:rsidRDefault="00EB2185" w:rsidP="00EB2185">
            <w:pPr>
              <w:pStyle w:val="CodiceCOBOL"/>
              <w:tabs>
                <w:tab w:val="clear" w:pos="851"/>
              </w:tabs>
              <w:ind w:left="0"/>
              <w:jc w:val="left"/>
            </w:pPr>
            <w:r>
              <w:t>COMP-3.</w:t>
            </w:r>
          </w:p>
        </w:tc>
      </w:tr>
      <w:tr w:rsidR="00EB2185" w:rsidTr="00EB2185">
        <w:trPr>
          <w:cantSplit/>
        </w:trPr>
        <w:tc>
          <w:tcPr>
            <w:tcW w:w="567" w:type="dxa"/>
          </w:tcPr>
          <w:p w:rsidR="00EB2185" w:rsidRDefault="00EB2185" w:rsidP="00EB2185">
            <w:pPr>
              <w:ind w:right="141"/>
              <w:jc w:val="right"/>
            </w:pPr>
            <w:r>
              <w:t>9</w:t>
            </w:r>
          </w:p>
        </w:tc>
        <w:tc>
          <w:tcPr>
            <w:tcW w:w="4607" w:type="dxa"/>
          </w:tcPr>
          <w:p w:rsidR="00EB2185" w:rsidRDefault="00EB2185" w:rsidP="00EB2185">
            <w:pPr>
              <w:jc w:val="left"/>
            </w:pPr>
            <w:r>
              <w:t xml:space="preserve">Date </w:t>
            </w:r>
          </w:p>
          <w:p w:rsidR="00EB2185" w:rsidRDefault="00EB2185" w:rsidP="00EB2185">
            <w:pPr>
              <w:jc w:val="left"/>
            </w:pPr>
            <w:r>
              <w:t>(formato di default: SSAAMMGG)</w:t>
            </w:r>
          </w:p>
          <w:p w:rsidR="00EB2185" w:rsidRDefault="00EB2185" w:rsidP="00EB2185">
            <w:pPr>
              <w:jc w:val="left"/>
            </w:pPr>
          </w:p>
        </w:tc>
        <w:tc>
          <w:tcPr>
            <w:tcW w:w="2268" w:type="dxa"/>
          </w:tcPr>
          <w:p w:rsidR="00EB2185" w:rsidRDefault="00EB2185" w:rsidP="00EB2185">
            <w:pPr>
              <w:pStyle w:val="CodiceCOBOL"/>
              <w:ind w:left="0"/>
              <w:jc w:val="left"/>
            </w:pPr>
            <w:r>
              <w:t>PIC S9(09)</w:t>
            </w:r>
          </w:p>
        </w:tc>
        <w:tc>
          <w:tcPr>
            <w:tcW w:w="2267" w:type="dxa"/>
          </w:tcPr>
          <w:p w:rsidR="00EB2185" w:rsidRDefault="00EB2185" w:rsidP="00EB2185">
            <w:pPr>
              <w:pStyle w:val="CodiceCOBOL"/>
              <w:tabs>
                <w:tab w:val="clear" w:pos="851"/>
              </w:tabs>
              <w:ind w:left="0"/>
              <w:jc w:val="left"/>
            </w:pPr>
            <w:r>
              <w:t>COMP-3.</w:t>
            </w:r>
          </w:p>
        </w:tc>
      </w:tr>
      <w:tr w:rsidR="00EB2185" w:rsidTr="00EB2185">
        <w:trPr>
          <w:cantSplit/>
        </w:trPr>
        <w:tc>
          <w:tcPr>
            <w:tcW w:w="567" w:type="dxa"/>
          </w:tcPr>
          <w:p w:rsidR="00EB2185" w:rsidRDefault="00EB2185" w:rsidP="00EB2185">
            <w:pPr>
              <w:ind w:right="141"/>
              <w:jc w:val="right"/>
            </w:pPr>
            <w:r>
              <w:t>10</w:t>
            </w:r>
          </w:p>
        </w:tc>
        <w:tc>
          <w:tcPr>
            <w:tcW w:w="4607" w:type="dxa"/>
          </w:tcPr>
          <w:p w:rsidR="00EB2185" w:rsidRDefault="00EB2185" w:rsidP="00EB2185">
            <w:pPr>
              <w:jc w:val="left"/>
            </w:pPr>
            <w:r>
              <w:t>Codice Divisa</w:t>
            </w:r>
          </w:p>
          <w:p w:rsidR="00EB2185" w:rsidRDefault="00EB2185" w:rsidP="00EB2185">
            <w:pPr>
              <w:jc w:val="left"/>
            </w:pPr>
          </w:p>
        </w:tc>
        <w:tc>
          <w:tcPr>
            <w:tcW w:w="2268" w:type="dxa"/>
          </w:tcPr>
          <w:p w:rsidR="00EB2185" w:rsidRDefault="00EB2185" w:rsidP="00EB2185">
            <w:pPr>
              <w:pStyle w:val="CodiceCOBOL"/>
              <w:ind w:left="0"/>
              <w:jc w:val="left"/>
            </w:pPr>
            <w:r>
              <w:t>PIC  X(05).</w:t>
            </w:r>
          </w:p>
        </w:tc>
        <w:tc>
          <w:tcPr>
            <w:tcW w:w="2267" w:type="dxa"/>
          </w:tcPr>
          <w:p w:rsidR="00EB2185" w:rsidRDefault="00EB2185" w:rsidP="00EB2185">
            <w:pPr>
              <w:pStyle w:val="CodiceCOBOL"/>
              <w:tabs>
                <w:tab w:val="clear" w:pos="851"/>
              </w:tabs>
              <w:ind w:left="0"/>
              <w:jc w:val="left"/>
            </w:pPr>
          </w:p>
        </w:tc>
      </w:tr>
      <w:tr w:rsidR="00EB2185" w:rsidTr="00EB2185">
        <w:trPr>
          <w:cantSplit/>
        </w:trPr>
        <w:tc>
          <w:tcPr>
            <w:tcW w:w="567" w:type="dxa"/>
          </w:tcPr>
          <w:p w:rsidR="00EB2185" w:rsidRDefault="00EB2185" w:rsidP="00EB2185">
            <w:pPr>
              <w:ind w:right="141"/>
              <w:jc w:val="right"/>
            </w:pPr>
            <w:r>
              <w:t>11</w:t>
            </w:r>
          </w:p>
        </w:tc>
        <w:tc>
          <w:tcPr>
            <w:tcW w:w="4607" w:type="dxa"/>
          </w:tcPr>
          <w:p w:rsidR="00EB2185" w:rsidRDefault="00EB2185" w:rsidP="00EB2185">
            <w:pPr>
              <w:jc w:val="left"/>
            </w:pPr>
            <w:r>
              <w:t>Borsa Paese</w:t>
            </w:r>
          </w:p>
          <w:p w:rsidR="00EB2185" w:rsidRDefault="00EB2185" w:rsidP="00EB2185">
            <w:pPr>
              <w:jc w:val="left"/>
            </w:pPr>
            <w:r>
              <w:t>Codice Paese</w:t>
            </w:r>
          </w:p>
          <w:p w:rsidR="00EB2185" w:rsidRDefault="00EB2185" w:rsidP="00EB2185">
            <w:pPr>
              <w:jc w:val="left"/>
            </w:pPr>
            <w:proofErr w:type="spellStart"/>
            <w:r>
              <w:t>Iso</w:t>
            </w:r>
            <w:proofErr w:type="spellEnd"/>
            <w:r>
              <w:t xml:space="preserve"> Paese</w:t>
            </w:r>
          </w:p>
          <w:p w:rsidR="00EB2185" w:rsidRDefault="00EB2185" w:rsidP="00EB2185">
            <w:pPr>
              <w:jc w:val="left"/>
            </w:pPr>
          </w:p>
        </w:tc>
        <w:tc>
          <w:tcPr>
            <w:tcW w:w="2268" w:type="dxa"/>
          </w:tcPr>
          <w:p w:rsidR="00EB2185" w:rsidRDefault="00EB2185" w:rsidP="00EB2185">
            <w:pPr>
              <w:pStyle w:val="CodiceCOBOL"/>
              <w:ind w:left="0"/>
              <w:jc w:val="left"/>
            </w:pPr>
            <w:r>
              <w:t>PIC  X(03).</w:t>
            </w:r>
          </w:p>
        </w:tc>
        <w:tc>
          <w:tcPr>
            <w:tcW w:w="2267" w:type="dxa"/>
          </w:tcPr>
          <w:p w:rsidR="00EB2185" w:rsidRDefault="00EB2185" w:rsidP="00EB2185">
            <w:pPr>
              <w:pStyle w:val="CodiceCOBOL"/>
              <w:tabs>
                <w:tab w:val="clear" w:pos="851"/>
              </w:tabs>
              <w:ind w:left="0"/>
              <w:jc w:val="left"/>
            </w:pPr>
          </w:p>
        </w:tc>
      </w:tr>
      <w:tr w:rsidR="00EB2185" w:rsidTr="00EB2185">
        <w:trPr>
          <w:cantSplit/>
        </w:trPr>
        <w:tc>
          <w:tcPr>
            <w:tcW w:w="567" w:type="dxa"/>
          </w:tcPr>
          <w:p w:rsidR="00EB2185" w:rsidRDefault="00EB2185" w:rsidP="00EB2185">
            <w:pPr>
              <w:ind w:right="141"/>
              <w:jc w:val="right"/>
            </w:pPr>
            <w:r>
              <w:t>12</w:t>
            </w:r>
          </w:p>
        </w:tc>
        <w:tc>
          <w:tcPr>
            <w:tcW w:w="4607" w:type="dxa"/>
          </w:tcPr>
          <w:p w:rsidR="00EB2185" w:rsidRDefault="00EB2185" w:rsidP="00EB2185">
            <w:pPr>
              <w:jc w:val="left"/>
            </w:pPr>
            <w:r>
              <w:t>Codice raggruppamento A.B.I</w:t>
            </w:r>
          </w:p>
          <w:p w:rsidR="00EB2185" w:rsidRDefault="00EB2185" w:rsidP="00EB2185">
            <w:pPr>
              <w:jc w:val="left"/>
            </w:pPr>
            <w:r>
              <w:t>Comparto Interno</w:t>
            </w:r>
          </w:p>
          <w:p w:rsidR="00EB2185" w:rsidRDefault="00EB2185" w:rsidP="00EB2185">
            <w:pPr>
              <w:jc w:val="left"/>
            </w:pPr>
            <w:r>
              <w:t>Comparto B.I.</w:t>
            </w:r>
          </w:p>
          <w:p w:rsidR="00EB2185" w:rsidRDefault="00EB2185" w:rsidP="00EB2185">
            <w:pPr>
              <w:jc w:val="left"/>
            </w:pPr>
            <w:r>
              <w:t>Investimento U.I.C.</w:t>
            </w:r>
          </w:p>
          <w:p w:rsidR="00EB2185" w:rsidRDefault="00EB2185" w:rsidP="00EB2185">
            <w:pPr>
              <w:jc w:val="left"/>
            </w:pPr>
            <w:r>
              <w:t>Classe Fiscale</w:t>
            </w:r>
          </w:p>
          <w:p w:rsidR="00EB2185" w:rsidRDefault="00EB2185" w:rsidP="00EB2185">
            <w:pPr>
              <w:jc w:val="left"/>
            </w:pPr>
            <w:r>
              <w:t>Categoria Contabile</w:t>
            </w:r>
          </w:p>
          <w:p w:rsidR="00EB2185" w:rsidRDefault="00EB2185" w:rsidP="00EB2185">
            <w:pPr>
              <w:jc w:val="left"/>
            </w:pPr>
            <w:r>
              <w:t>Parametro per calcolo Rateo</w:t>
            </w:r>
          </w:p>
          <w:p w:rsidR="00EB2185" w:rsidRDefault="00EB2185" w:rsidP="00EB2185">
            <w:pPr>
              <w:jc w:val="left"/>
            </w:pPr>
            <w:r>
              <w:t>Area Valutaria</w:t>
            </w:r>
          </w:p>
          <w:p w:rsidR="00EB2185" w:rsidRDefault="00EB2185" w:rsidP="00EB2185">
            <w:pPr>
              <w:jc w:val="left"/>
            </w:pPr>
          </w:p>
        </w:tc>
        <w:tc>
          <w:tcPr>
            <w:tcW w:w="2268" w:type="dxa"/>
          </w:tcPr>
          <w:p w:rsidR="00EB2185" w:rsidRDefault="00EB2185" w:rsidP="00EB2185">
            <w:pPr>
              <w:pStyle w:val="CodiceCOBOL"/>
              <w:ind w:left="0"/>
              <w:jc w:val="left"/>
            </w:pPr>
            <w:r>
              <w:t>PIC S9(03)</w:t>
            </w:r>
          </w:p>
        </w:tc>
        <w:tc>
          <w:tcPr>
            <w:tcW w:w="2267" w:type="dxa"/>
          </w:tcPr>
          <w:p w:rsidR="00EB2185" w:rsidRDefault="00EB2185" w:rsidP="00EB2185">
            <w:pPr>
              <w:pStyle w:val="CodiceCOBOL"/>
              <w:tabs>
                <w:tab w:val="clear" w:pos="851"/>
              </w:tabs>
              <w:ind w:left="0"/>
              <w:jc w:val="left"/>
            </w:pPr>
            <w:r>
              <w:t>COMP-3.</w:t>
            </w:r>
          </w:p>
        </w:tc>
      </w:tr>
      <w:tr w:rsidR="00EB2185" w:rsidTr="00EB2185">
        <w:trPr>
          <w:cantSplit/>
        </w:trPr>
        <w:tc>
          <w:tcPr>
            <w:tcW w:w="567" w:type="dxa"/>
          </w:tcPr>
          <w:p w:rsidR="00EB2185" w:rsidRDefault="00EB2185" w:rsidP="00EB2185">
            <w:pPr>
              <w:ind w:right="141"/>
              <w:jc w:val="right"/>
            </w:pPr>
            <w:r>
              <w:t>13</w:t>
            </w:r>
          </w:p>
        </w:tc>
        <w:tc>
          <w:tcPr>
            <w:tcW w:w="4607" w:type="dxa"/>
          </w:tcPr>
          <w:p w:rsidR="00EB2185" w:rsidRDefault="00EB2185" w:rsidP="00EB2185">
            <w:pPr>
              <w:jc w:val="left"/>
            </w:pPr>
            <w:r>
              <w:t>Codice Classificazione Settoriale Merceologica</w:t>
            </w:r>
          </w:p>
          <w:p w:rsidR="00EB2185" w:rsidRDefault="00EB2185" w:rsidP="00EB2185">
            <w:pPr>
              <w:jc w:val="left"/>
            </w:pPr>
          </w:p>
        </w:tc>
        <w:tc>
          <w:tcPr>
            <w:tcW w:w="2268" w:type="dxa"/>
          </w:tcPr>
          <w:p w:rsidR="00EB2185" w:rsidRDefault="00EB2185" w:rsidP="00EB2185">
            <w:pPr>
              <w:pStyle w:val="CodiceCOBOL"/>
              <w:ind w:left="0"/>
              <w:jc w:val="left"/>
            </w:pPr>
            <w:r>
              <w:t>PIC S9(05)</w:t>
            </w:r>
          </w:p>
        </w:tc>
        <w:tc>
          <w:tcPr>
            <w:tcW w:w="2267" w:type="dxa"/>
          </w:tcPr>
          <w:p w:rsidR="00EB2185" w:rsidRDefault="00EB2185" w:rsidP="00EB2185">
            <w:pPr>
              <w:pStyle w:val="CodiceCOBOL"/>
              <w:tabs>
                <w:tab w:val="clear" w:pos="851"/>
              </w:tabs>
              <w:ind w:left="0"/>
              <w:jc w:val="left"/>
            </w:pPr>
            <w:r>
              <w:t>COMP-3.</w:t>
            </w:r>
          </w:p>
        </w:tc>
      </w:tr>
      <w:tr w:rsidR="00EB2185" w:rsidTr="00EB2185">
        <w:trPr>
          <w:cantSplit/>
        </w:trPr>
        <w:tc>
          <w:tcPr>
            <w:tcW w:w="567" w:type="dxa"/>
          </w:tcPr>
          <w:p w:rsidR="00EB2185" w:rsidRDefault="00EB2185" w:rsidP="00EB2185">
            <w:pPr>
              <w:ind w:right="141"/>
              <w:jc w:val="right"/>
            </w:pPr>
            <w:r>
              <w:t>14</w:t>
            </w:r>
          </w:p>
        </w:tc>
        <w:tc>
          <w:tcPr>
            <w:tcW w:w="4607" w:type="dxa"/>
          </w:tcPr>
          <w:p w:rsidR="00EB2185" w:rsidRDefault="00EB2185" w:rsidP="00EB2185">
            <w:pPr>
              <w:jc w:val="left"/>
            </w:pPr>
            <w:r>
              <w:t>Conti Correnti</w:t>
            </w:r>
          </w:p>
          <w:p w:rsidR="00EB2185" w:rsidRDefault="00EB2185" w:rsidP="00EB2185">
            <w:pPr>
              <w:jc w:val="left"/>
            </w:pPr>
            <w:r>
              <w:t>Conti di Regolamento</w:t>
            </w:r>
          </w:p>
          <w:p w:rsidR="00EB2185" w:rsidRDefault="00EB2185" w:rsidP="00EB2185">
            <w:pPr>
              <w:jc w:val="left"/>
            </w:pPr>
          </w:p>
        </w:tc>
        <w:tc>
          <w:tcPr>
            <w:tcW w:w="2268" w:type="dxa"/>
          </w:tcPr>
          <w:p w:rsidR="00EB2185" w:rsidRDefault="00EB2185" w:rsidP="00EB2185">
            <w:pPr>
              <w:pStyle w:val="CodiceCOBOL"/>
              <w:ind w:left="0"/>
              <w:jc w:val="left"/>
            </w:pPr>
            <w:r>
              <w:t>PIC  X(13).</w:t>
            </w:r>
          </w:p>
        </w:tc>
        <w:tc>
          <w:tcPr>
            <w:tcW w:w="2267" w:type="dxa"/>
          </w:tcPr>
          <w:p w:rsidR="00EB2185" w:rsidRDefault="00EB2185" w:rsidP="00EB2185">
            <w:pPr>
              <w:pStyle w:val="CodiceCOBOL"/>
              <w:tabs>
                <w:tab w:val="clear" w:pos="851"/>
              </w:tabs>
              <w:ind w:left="0"/>
              <w:jc w:val="left"/>
            </w:pPr>
          </w:p>
        </w:tc>
      </w:tr>
      <w:tr w:rsidR="00EB2185" w:rsidTr="00EB2185">
        <w:trPr>
          <w:cantSplit/>
        </w:trPr>
        <w:tc>
          <w:tcPr>
            <w:tcW w:w="567" w:type="dxa"/>
          </w:tcPr>
          <w:p w:rsidR="00EB2185" w:rsidRDefault="00EB2185" w:rsidP="00EB2185">
            <w:pPr>
              <w:ind w:right="141"/>
              <w:jc w:val="right"/>
            </w:pPr>
            <w:r>
              <w:t>15</w:t>
            </w:r>
          </w:p>
        </w:tc>
        <w:tc>
          <w:tcPr>
            <w:tcW w:w="4607" w:type="dxa"/>
          </w:tcPr>
          <w:p w:rsidR="00EB2185" w:rsidRDefault="00EB2185" w:rsidP="00EB2185">
            <w:pPr>
              <w:jc w:val="left"/>
            </w:pPr>
            <w:r>
              <w:t>Numero giorni</w:t>
            </w:r>
          </w:p>
          <w:p w:rsidR="00EB2185" w:rsidRDefault="00EB2185" w:rsidP="00EB2185">
            <w:pPr>
              <w:jc w:val="left"/>
            </w:pPr>
            <w:r>
              <w:t>(dove non sia necessario un numero maggiore)</w:t>
            </w:r>
          </w:p>
          <w:p w:rsidR="00EB2185" w:rsidRDefault="00EB2185" w:rsidP="00EB2185">
            <w:pPr>
              <w:jc w:val="left"/>
            </w:pPr>
          </w:p>
        </w:tc>
        <w:tc>
          <w:tcPr>
            <w:tcW w:w="2268" w:type="dxa"/>
          </w:tcPr>
          <w:p w:rsidR="00EB2185" w:rsidRDefault="00EB2185" w:rsidP="00EB2185">
            <w:pPr>
              <w:pStyle w:val="CodiceCOBOL"/>
              <w:ind w:left="0"/>
              <w:jc w:val="left"/>
            </w:pPr>
            <w:r>
              <w:t>PIC S9(03)</w:t>
            </w:r>
          </w:p>
        </w:tc>
        <w:tc>
          <w:tcPr>
            <w:tcW w:w="2267" w:type="dxa"/>
          </w:tcPr>
          <w:p w:rsidR="00EB2185" w:rsidRDefault="00EB2185" w:rsidP="00EB2185">
            <w:pPr>
              <w:pStyle w:val="CodiceCOBOL"/>
              <w:tabs>
                <w:tab w:val="clear" w:pos="851"/>
              </w:tabs>
              <w:ind w:left="0"/>
              <w:jc w:val="left"/>
            </w:pPr>
            <w:r>
              <w:t>COMP-3.</w:t>
            </w:r>
          </w:p>
        </w:tc>
      </w:tr>
    </w:tbl>
    <w:p w:rsidR="00EB2185" w:rsidRDefault="00EB2185" w:rsidP="00EB2185">
      <w:pPr>
        <w:tabs>
          <w:tab w:val="decimal" w:leader="dot" w:pos="4536"/>
        </w:tabs>
      </w:pPr>
    </w:p>
    <w:p w:rsidR="00EB2185" w:rsidRDefault="00EB2185" w:rsidP="00EB2185">
      <w:pPr>
        <w:tabs>
          <w:tab w:val="decimal" w:leader="dot" w:pos="4536"/>
        </w:tabs>
      </w:pPr>
      <w:r>
        <w:br w:type="column"/>
      </w:r>
      <w:r>
        <w:lastRenderedPageBreak/>
        <w:t>Per facilitare la ricerca dei vari campi nella tabella sopra indicata, si riportano i campi in ordine alfabetico, ciascuno seguito dal numero di riga da consultare:</w:t>
      </w:r>
    </w:p>
    <w:p w:rsidR="00EB2185" w:rsidRDefault="00EB2185" w:rsidP="00EB2185">
      <w:pPr>
        <w:tabs>
          <w:tab w:val="decimal" w:leader="dot" w:pos="4536"/>
        </w:tabs>
      </w:pPr>
    </w:p>
    <w:p w:rsidR="00EB2185" w:rsidRDefault="00EB2185" w:rsidP="00EB2185">
      <w:pPr>
        <w:tabs>
          <w:tab w:val="decimal" w:leader="dot" w:pos="8505"/>
        </w:tabs>
        <w:ind w:left="284"/>
      </w:pPr>
      <w:r>
        <w:t>Cambi</w:t>
      </w:r>
      <w:r>
        <w:tab/>
        <w:t>3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campi di comodo</w:t>
      </w:r>
      <w:r>
        <w:tab/>
        <w:t>2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Area Valutaria</w:t>
      </w:r>
      <w:r>
        <w:tab/>
        <w:t>12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Banche</w:t>
      </w:r>
      <w:r>
        <w:tab/>
        <w:t>7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Borsa Paese</w:t>
      </w:r>
      <w:r>
        <w:tab/>
        <w:t>11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Casse Incaricate</w:t>
      </w:r>
      <w:r>
        <w:tab/>
        <w:t>7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Categoria Contabile</w:t>
      </w:r>
      <w:r>
        <w:tab/>
        <w:t>12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Classe Fiscale</w:t>
      </w:r>
      <w:r>
        <w:tab/>
        <w:t>12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Classe Investimento U.I.C.</w:t>
      </w:r>
      <w:r>
        <w:tab/>
        <w:t>12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Classificazione Settoriale Merceologica</w:t>
      </w:r>
      <w:r>
        <w:tab/>
        <w:t>13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Clienti</w:t>
      </w:r>
      <w:r>
        <w:tab/>
        <w:t>7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Comparto B.I.</w:t>
      </w:r>
      <w:r>
        <w:tab/>
        <w:t>12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Comparto Interno</w:t>
      </w:r>
      <w:r>
        <w:tab/>
        <w:t>12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Conto Corrente</w:t>
      </w:r>
      <w:r>
        <w:tab/>
        <w:t>14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Conto Di Regolamento</w:t>
      </w:r>
      <w:r>
        <w:tab/>
        <w:t>14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Controparti</w:t>
      </w:r>
      <w:r>
        <w:tab/>
        <w:t>7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Co-Manager</w:t>
      </w:r>
      <w:r>
        <w:tab/>
        <w:t>7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Depositari</w:t>
      </w:r>
      <w:r>
        <w:tab/>
        <w:t>7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Enti Accettanti</w:t>
      </w:r>
      <w:r>
        <w:tab/>
        <w:t>7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Enti Emittenti</w:t>
      </w:r>
      <w:r>
        <w:tab/>
        <w:t>7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Filiale</w:t>
      </w:r>
      <w:r>
        <w:tab/>
        <w:t>8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 xml:space="preserve">Codice </w:t>
      </w:r>
      <w:proofErr w:type="spellStart"/>
      <w:r>
        <w:t>Iso</w:t>
      </w:r>
      <w:proofErr w:type="spellEnd"/>
      <w:r>
        <w:t xml:space="preserve"> Paese</w:t>
      </w:r>
      <w:r>
        <w:tab/>
        <w:t>11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Istituto</w:t>
      </w:r>
      <w:r>
        <w:tab/>
        <w:t>8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Lead-Manager</w:t>
      </w:r>
      <w:r>
        <w:tab/>
        <w:t>7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Paese</w:t>
      </w:r>
      <w:r>
        <w:tab/>
        <w:t>11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Parametro per calcolo Rateo</w:t>
      </w:r>
      <w:r>
        <w:tab/>
        <w:t>12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Raggruppamento A.B.I.</w:t>
      </w:r>
      <w:r>
        <w:tab/>
        <w:t>12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Titolo A.B.I.</w:t>
      </w:r>
      <w:r>
        <w:tab/>
        <w:t>7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Titolo CEDEL</w:t>
      </w:r>
      <w:r>
        <w:tab/>
        <w:t>7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Titolo EUROCLEAR</w:t>
      </w:r>
      <w:r>
        <w:tab/>
        <w:t>7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Titolo INTERNO</w:t>
      </w:r>
      <w:r>
        <w:tab/>
        <w:t>7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Codice Titolo SWIFT</w:t>
      </w:r>
      <w:r>
        <w:tab/>
        <w:t>7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 xml:space="preserve">Codice </w:t>
      </w:r>
      <w:proofErr w:type="spellStart"/>
      <w:r>
        <w:t>Underwriter</w:t>
      </w:r>
      <w:proofErr w:type="spellEnd"/>
      <w:r>
        <w:tab/>
        <w:t>7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Controvalori</w:t>
      </w:r>
      <w:r>
        <w:tab/>
        <w:t>4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Date</w:t>
      </w:r>
      <w:r>
        <w:tab/>
        <w:t>9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Descrizioni</w:t>
      </w:r>
      <w:r>
        <w:tab/>
        <w:t>5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Descrizioni estese</w:t>
      </w:r>
      <w:r>
        <w:tab/>
        <w:t>6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Descrizioni ridotte</w:t>
      </w:r>
      <w:r>
        <w:tab/>
        <w:t>5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Importi</w:t>
      </w:r>
      <w:r>
        <w:tab/>
        <w:t>4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numero giorni</w:t>
      </w:r>
      <w:r>
        <w:tab/>
        <w:t>15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Percentuali</w:t>
      </w:r>
      <w:r>
        <w:tab/>
        <w:t>1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Prezzi</w:t>
      </w:r>
      <w:r>
        <w:tab/>
        <w:t>3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Quantità</w:t>
      </w:r>
      <w:r>
        <w:tab/>
        <w:t>4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Ratei</w:t>
      </w:r>
      <w:r>
        <w:tab/>
        <w:t>1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Tagli</w:t>
      </w:r>
      <w:r>
        <w:tab/>
        <w:t>4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Tassi</w:t>
      </w:r>
      <w:r>
        <w:tab/>
        <w:t>1</w:t>
      </w:r>
    </w:p>
    <w:p w:rsidR="00EB2185" w:rsidRDefault="00EB2185" w:rsidP="00EB2185">
      <w:pPr>
        <w:tabs>
          <w:tab w:val="decimal" w:leader="dot" w:pos="8505"/>
        </w:tabs>
        <w:ind w:left="284"/>
      </w:pPr>
      <w:r>
        <w:t>Valori Nominali</w:t>
      </w:r>
      <w:bookmarkStart w:id="19" w:name="legenda"/>
      <w:bookmarkEnd w:id="19"/>
      <w:r>
        <w:tab/>
        <w:t>4</w:t>
      </w:r>
    </w:p>
    <w:p w:rsidR="00EB2185" w:rsidRDefault="00EB2185" w:rsidP="00EB2185"/>
    <w:p w:rsidR="00EB2185" w:rsidRDefault="00EB2185" w:rsidP="00EB2185">
      <w:pPr>
        <w:pStyle w:val="Titolo1"/>
        <w:keepNext w:val="0"/>
        <w:numPr>
          <w:ilvl w:val="0"/>
          <w:numId w:val="58"/>
        </w:numPr>
        <w:spacing w:after="360"/>
      </w:pPr>
      <w:bookmarkStart w:id="20" w:name="_Toc391907784"/>
      <w:r>
        <w:lastRenderedPageBreak/>
        <w:t xml:space="preserve">Regole per l’attribuzione dei codici di messaggi, </w:t>
      </w:r>
      <w:proofErr w:type="spellStart"/>
      <w:r>
        <w:t>return</w:t>
      </w:r>
      <w:proofErr w:type="spellEnd"/>
      <w:r>
        <w:t xml:space="preserve"> code e </w:t>
      </w:r>
      <w:proofErr w:type="spellStart"/>
      <w:r>
        <w:t>abend</w:t>
      </w:r>
      <w:bookmarkEnd w:id="20"/>
      <w:proofErr w:type="spellEnd"/>
    </w:p>
    <w:p w:rsidR="00EB2185" w:rsidRDefault="00EB2185" w:rsidP="00EB2185">
      <w:r>
        <w:t xml:space="preserve">La gestione della messaggistica e delle condizioni d’eccezione (errori e </w:t>
      </w:r>
      <w:proofErr w:type="spellStart"/>
      <w:r>
        <w:t>abend</w:t>
      </w:r>
      <w:proofErr w:type="spellEnd"/>
      <w:r>
        <w:t>) è un aspetto principale nella stesura di procedure applicative.</w:t>
      </w:r>
    </w:p>
    <w:p w:rsidR="00EB2185" w:rsidRDefault="00EB2185" w:rsidP="00EB2185">
      <w:r>
        <w:t>E’ logico quindi che lo standard CITY preveda una codifica anche per quest’aspetto.</w:t>
      </w:r>
    </w:p>
    <w:p w:rsidR="00EB2185" w:rsidRDefault="00EB2185" w:rsidP="00EB2185">
      <w:r>
        <w:t>Di seguito sono esposte le regole e la sintassi della codifica standard CITY.</w:t>
      </w:r>
    </w:p>
    <w:p w:rsidR="00EB2185" w:rsidRDefault="00EB2185" w:rsidP="00EB2185">
      <w:r>
        <w:t>Ogni messaggio presente su programmi, copy e routine COBOL è composto da un codice e una descrizione.</w:t>
      </w:r>
    </w:p>
    <w:p w:rsidR="00EB2185" w:rsidRDefault="00EB2185" w:rsidP="00EB2185">
      <w:r>
        <w:t>Il codice è un identificatore numerico assoluto composto da sei cifre.</w:t>
      </w:r>
    </w:p>
    <w:p w:rsidR="00EB2185" w:rsidRDefault="00EB2185" w:rsidP="00EB2185">
      <w:r>
        <w:t>La descrizione è una stringa di caratteri composta da 70 caratteri.</w:t>
      </w:r>
    </w:p>
    <w:p w:rsidR="00EB2185" w:rsidRDefault="00EB2185" w:rsidP="00EB2185">
      <w:r>
        <w:t>Esempio sintassi:</w:t>
      </w:r>
    </w:p>
    <w:p w:rsidR="00EB2185" w:rsidRDefault="00EB2185" w:rsidP="00EB2185"/>
    <w:p w:rsidR="00EB2185" w:rsidRDefault="00EB2185" w:rsidP="00EB2185">
      <w:pPr>
        <w:pStyle w:val="CodiceCOBOL"/>
      </w:pPr>
      <w:r>
        <w:t>***DOC*RC</w:t>
      </w:r>
    </w:p>
    <w:p w:rsidR="00EB2185" w:rsidRDefault="00EB2185" w:rsidP="00EB2185">
      <w:pPr>
        <w:pStyle w:val="CodiceCOBOL"/>
      </w:pPr>
      <w:r>
        <w:t>008006*CODICE SELEZIONE NON VALIDO, SELEZIONARE CON 'X'</w:t>
      </w:r>
    </w:p>
    <w:p w:rsidR="00EB2185" w:rsidRDefault="00EB2185" w:rsidP="00EB2185">
      <w:pPr>
        <w:pStyle w:val="CodiceCOBOL"/>
      </w:pPr>
      <w:r>
        <w:t>***DOC*FINE</w:t>
      </w:r>
    </w:p>
    <w:p w:rsidR="00EB2185" w:rsidRDefault="00EB2185" w:rsidP="00EB2185"/>
    <w:p w:rsidR="00EB2185" w:rsidRDefault="00EB2185" w:rsidP="00EB2185">
      <w:pPr>
        <w:rPr>
          <w:rFonts w:ascii="Courier New" w:hAnsi="Courier New"/>
          <w:sz w:val="20"/>
        </w:rPr>
      </w:pPr>
      <w:r>
        <w:t xml:space="preserve">Ogni messaggio è racchiuso dalle chiavi </w:t>
      </w:r>
      <w:r>
        <w:rPr>
          <w:rFonts w:ascii="Courier New" w:hAnsi="Courier New"/>
          <w:sz w:val="20"/>
        </w:rPr>
        <w:t>***DOC*</w:t>
      </w:r>
      <w:proofErr w:type="spellStart"/>
      <w:r>
        <w:rPr>
          <w:rFonts w:ascii="Courier New" w:hAnsi="Courier New"/>
          <w:i/>
          <w:sz w:val="20"/>
        </w:rPr>
        <w:t>tipomsg</w:t>
      </w:r>
      <w:proofErr w:type="spellEnd"/>
      <w:r>
        <w:rPr>
          <w:rFonts w:ascii="Courier New" w:hAnsi="Courier New"/>
          <w:sz w:val="20"/>
        </w:rPr>
        <w:t xml:space="preserve"> </w:t>
      </w:r>
      <w:r>
        <w:t>e</w:t>
      </w:r>
      <w:r>
        <w:rPr>
          <w:rFonts w:ascii="Courier New" w:hAnsi="Courier New"/>
          <w:sz w:val="20"/>
        </w:rPr>
        <w:t xml:space="preserve"> ***DOC*FINE</w:t>
      </w:r>
    </w:p>
    <w:p w:rsidR="00EB2185" w:rsidRDefault="00EB2185" w:rsidP="00EB2185">
      <w:r>
        <w:t xml:space="preserve">Dove </w:t>
      </w:r>
      <w:proofErr w:type="spellStart"/>
      <w:r>
        <w:rPr>
          <w:rFonts w:ascii="Courier New" w:hAnsi="Courier New"/>
          <w:i/>
          <w:sz w:val="20"/>
        </w:rPr>
        <w:t>tipomsg</w:t>
      </w:r>
      <w:proofErr w:type="spellEnd"/>
      <w:r>
        <w:t xml:space="preserve"> assume i seguenti valori: MESSAGGIO, RC e ABEND</w:t>
      </w:r>
    </w:p>
    <w:p w:rsidR="00EB2185" w:rsidRDefault="00EB2185" w:rsidP="00EB2185"/>
    <w:p w:rsidR="00EB2185" w:rsidRDefault="00EB2185" w:rsidP="00EB2185">
      <w:r>
        <w:t>In generale i codici vanno documentati solo nei sorgenti COBOL (programmi, routine e copy);</w:t>
      </w:r>
    </w:p>
    <w:p w:rsidR="00EB2185" w:rsidRDefault="00EB2185" w:rsidP="00EB2185">
      <w:r>
        <w:t>Un codice non può essere documentato più volte in punti diversi del sorgente (questo per evitare una difficile gestione).</w:t>
      </w:r>
    </w:p>
    <w:p w:rsidR="00EB2185" w:rsidRDefault="00EB2185" w:rsidP="00EB2185">
      <w:pPr>
        <w:pStyle w:val="Titolo2"/>
        <w:keepNext w:val="0"/>
        <w:numPr>
          <w:ilvl w:val="1"/>
          <w:numId w:val="58"/>
        </w:numPr>
        <w:spacing w:before="600" w:after="240"/>
      </w:pPr>
      <w:bookmarkStart w:id="21" w:name="_Toc509999024"/>
      <w:bookmarkStart w:id="22" w:name="_Toc391907785"/>
      <w:r>
        <w:t>Regole dei codici Messaggi</w:t>
      </w:r>
      <w:bookmarkEnd w:id="21"/>
      <w:bookmarkEnd w:id="22"/>
    </w:p>
    <w:p w:rsidR="00EB2185" w:rsidRDefault="00EB2185" w:rsidP="00EB2185">
      <w:r>
        <w:t xml:space="preserve">I </w:t>
      </w:r>
      <w:proofErr w:type="spellStart"/>
      <w:r>
        <w:t>range</w:t>
      </w:r>
      <w:proofErr w:type="spellEnd"/>
      <w:r>
        <w:t xml:space="preserve"> di codici validi sono da 1 fino a 500 e da 5001 fino a 9999.</w:t>
      </w:r>
    </w:p>
    <w:p w:rsidR="00EB2185" w:rsidRDefault="00EB2185" w:rsidP="00EB2185">
      <w:r>
        <w:t xml:space="preserve">I codici compresi nel </w:t>
      </w:r>
      <w:proofErr w:type="spellStart"/>
      <w:r>
        <w:t>range</w:t>
      </w:r>
      <w:proofErr w:type="spellEnd"/>
      <w:r>
        <w:t xml:space="preserve"> da 1 a 500 sono a disposizione degli sviluppatori ed utilizzabili nei programmi COBOL;</w:t>
      </w:r>
    </w:p>
    <w:p w:rsidR="00EB2185" w:rsidRDefault="00EB2185" w:rsidP="00EB2185">
      <w:r>
        <w:t xml:space="preserve">i codici compresi nel </w:t>
      </w:r>
      <w:proofErr w:type="spellStart"/>
      <w:r>
        <w:t>range</w:t>
      </w:r>
      <w:proofErr w:type="spellEnd"/>
      <w:r>
        <w:t xml:space="preserve"> da 5001 a 8000 sono a disposizione degli sviluppatori ed utilizzabili nelle routine e copy COBOL;</w:t>
      </w:r>
    </w:p>
    <w:p w:rsidR="00EB2185" w:rsidRDefault="00EB2185" w:rsidP="00EB2185">
      <w:r>
        <w:t xml:space="preserve">i codici compresi nel </w:t>
      </w:r>
      <w:proofErr w:type="spellStart"/>
      <w:r>
        <w:t>range</w:t>
      </w:r>
      <w:proofErr w:type="spellEnd"/>
      <w:r>
        <w:t xml:space="preserve"> da 8001 a 9999 sono riservati alla messaggistica CITY; in particolare, i codici compresi nel </w:t>
      </w:r>
      <w:proofErr w:type="spellStart"/>
      <w:r>
        <w:t>range</w:t>
      </w:r>
      <w:proofErr w:type="spellEnd"/>
      <w:r>
        <w:t xml:space="preserve"> da 9300 e 9399 sono riservati alla messaggistica dei Servizi;</w:t>
      </w:r>
    </w:p>
    <w:p w:rsidR="00EB2185" w:rsidRDefault="00EB2185" w:rsidP="00EB2185">
      <w:r>
        <w:t>Si ricorda che i codici compresi tra 5000 e 10000 devono rispettare la regola dell'univocità: ovvero, a parità di codice (in sorgenti diversi) deve corrispondere uguale descrizione del messaggio (ha priorità la descrizione del messaggio presente in archivio);</w:t>
      </w:r>
    </w:p>
    <w:p w:rsidR="00EB2185" w:rsidRDefault="00EB2185" w:rsidP="00EB2185"/>
    <w:p w:rsidR="00EB2185" w:rsidRDefault="00EB2185" w:rsidP="00EB2185">
      <w:r>
        <w:t>Sintassi dei messaggi:</w:t>
      </w:r>
    </w:p>
    <w:p w:rsidR="00EB2185" w:rsidRDefault="00EB2185" w:rsidP="00EB2185">
      <w:pPr>
        <w:pStyle w:val="CodiceCOBOL"/>
      </w:pPr>
      <w:r>
        <w:t>***DOC*MESSAGGIO</w:t>
      </w:r>
    </w:p>
    <w:p w:rsidR="00EB2185" w:rsidRDefault="00EB2185" w:rsidP="00EB2185">
      <w:pPr>
        <w:pStyle w:val="CodiceCOBOL"/>
      </w:pPr>
      <w:proofErr w:type="spellStart"/>
      <w:r>
        <w:t>nnnnnn</w:t>
      </w:r>
      <w:proofErr w:type="spellEnd"/>
      <w:r>
        <w:t>*descrizione messaggio</w:t>
      </w:r>
    </w:p>
    <w:p w:rsidR="00EB2185" w:rsidRDefault="00EB2185" w:rsidP="00EB2185">
      <w:pPr>
        <w:pStyle w:val="CodiceCOBOL"/>
      </w:pPr>
      <w:r>
        <w:t>***DOC*FINE</w:t>
      </w:r>
    </w:p>
    <w:p w:rsidR="00EB2185" w:rsidRDefault="00EB2185" w:rsidP="00EB2185">
      <w:pPr>
        <w:pStyle w:val="Titolo2"/>
        <w:keepNext w:val="0"/>
        <w:numPr>
          <w:ilvl w:val="1"/>
          <w:numId w:val="58"/>
        </w:numPr>
        <w:spacing w:before="600" w:after="240"/>
      </w:pPr>
      <w:bookmarkStart w:id="23" w:name="_Toc509999025"/>
      <w:bookmarkStart w:id="24" w:name="_Toc391907786"/>
      <w:r>
        <w:t>Regole dei codici Return Code</w:t>
      </w:r>
      <w:bookmarkEnd w:id="23"/>
      <w:bookmarkEnd w:id="24"/>
    </w:p>
    <w:p w:rsidR="00EB2185" w:rsidRDefault="00EB2185" w:rsidP="00EB2185">
      <w:r>
        <w:t xml:space="preserve">Possono essere utilizzati solo all’interno di Routine e Copy COBOL in quanto documentano un </w:t>
      </w:r>
      <w:proofErr w:type="spellStart"/>
      <w:r>
        <w:t>return</w:t>
      </w:r>
      <w:proofErr w:type="spellEnd"/>
      <w:r>
        <w:t xml:space="preserve"> code;</w:t>
      </w:r>
    </w:p>
    <w:p w:rsidR="00EB2185" w:rsidRDefault="00EB2185" w:rsidP="00EB2185">
      <w:r>
        <w:t xml:space="preserve">il </w:t>
      </w:r>
      <w:proofErr w:type="spellStart"/>
      <w:r>
        <w:t>range</w:t>
      </w:r>
      <w:proofErr w:type="spellEnd"/>
      <w:r>
        <w:t xml:space="preserve"> di codici validi è compreso tra 1 e 10000 e l'utilizzo dei codici è libero (ossia svincolato da qualsiasi controllo);</w:t>
      </w:r>
    </w:p>
    <w:p w:rsidR="00EB2185" w:rsidRDefault="00EB2185" w:rsidP="00EB2185">
      <w:r>
        <w:t>Sintassi:</w:t>
      </w:r>
    </w:p>
    <w:p w:rsidR="00EB2185" w:rsidRDefault="00EB2185" w:rsidP="00EB2185">
      <w:pPr>
        <w:pStyle w:val="CodiceCOBOL"/>
      </w:pPr>
      <w:r>
        <w:t>***DOC*RC</w:t>
      </w:r>
    </w:p>
    <w:p w:rsidR="00EB2185" w:rsidRDefault="00EB2185" w:rsidP="00EB2185">
      <w:pPr>
        <w:pStyle w:val="CodiceCOBOL"/>
      </w:pPr>
      <w:proofErr w:type="spellStart"/>
      <w:r>
        <w:t>nnnnnn</w:t>
      </w:r>
      <w:proofErr w:type="spellEnd"/>
      <w:r>
        <w:t>*descrizione errore</w:t>
      </w:r>
    </w:p>
    <w:p w:rsidR="00EB2185" w:rsidRDefault="00EB2185" w:rsidP="00EB2185">
      <w:pPr>
        <w:pStyle w:val="CodiceCOBOL"/>
      </w:pPr>
      <w:r>
        <w:t>***DOC*FINE</w:t>
      </w:r>
    </w:p>
    <w:p w:rsidR="00EB2185" w:rsidRDefault="00EB2185" w:rsidP="00EB2185">
      <w:pPr>
        <w:pStyle w:val="Titolo2"/>
        <w:keepNext w:val="0"/>
        <w:numPr>
          <w:ilvl w:val="1"/>
          <w:numId w:val="58"/>
        </w:numPr>
        <w:spacing w:before="600" w:after="240"/>
      </w:pPr>
      <w:bookmarkStart w:id="25" w:name="_Toc509999026"/>
      <w:bookmarkStart w:id="26" w:name="_Toc391907787"/>
      <w:r>
        <w:lastRenderedPageBreak/>
        <w:t xml:space="preserve">Regole dei codici </w:t>
      </w:r>
      <w:proofErr w:type="spellStart"/>
      <w:r>
        <w:t>Abend</w:t>
      </w:r>
      <w:bookmarkEnd w:id="25"/>
      <w:bookmarkEnd w:id="26"/>
      <w:proofErr w:type="spellEnd"/>
    </w:p>
    <w:p w:rsidR="00EB2185" w:rsidRDefault="00EB2185" w:rsidP="00EB2185">
      <w:r>
        <w:t xml:space="preserve">I </w:t>
      </w:r>
      <w:proofErr w:type="spellStart"/>
      <w:r>
        <w:t>range</w:t>
      </w:r>
      <w:proofErr w:type="spellEnd"/>
      <w:r>
        <w:t xml:space="preserve"> di codici validi sono da 1 fino a 8000 e da 9300 fino a 9399.</w:t>
      </w:r>
    </w:p>
    <w:p w:rsidR="00EB2185" w:rsidRDefault="00EB2185" w:rsidP="00EB2185">
      <w:r>
        <w:t xml:space="preserve">I codici compresi nel </w:t>
      </w:r>
      <w:proofErr w:type="spellStart"/>
      <w:r>
        <w:t>range</w:t>
      </w:r>
      <w:proofErr w:type="spellEnd"/>
      <w:r>
        <w:t xml:space="preserve"> da 1 a 500 sono a disposizione degli sviluppatori ed utilizzabili nei programmi COBOL;</w:t>
      </w:r>
    </w:p>
    <w:p w:rsidR="00EB2185" w:rsidRDefault="00EB2185" w:rsidP="00EB2185">
      <w:r>
        <w:t xml:space="preserve">I codici compresi nel </w:t>
      </w:r>
      <w:proofErr w:type="spellStart"/>
      <w:r>
        <w:t>range</w:t>
      </w:r>
      <w:proofErr w:type="spellEnd"/>
      <w:r>
        <w:t xml:space="preserve"> da 501 a 559 sono riservati alle segnalazioni d’</w:t>
      </w:r>
      <w:proofErr w:type="spellStart"/>
      <w:r>
        <w:t>abend</w:t>
      </w:r>
      <w:proofErr w:type="spellEnd"/>
      <w:r>
        <w:t xml:space="preserve"> unici CITY all’interno di routine e copy COBOL;</w:t>
      </w:r>
    </w:p>
    <w:p w:rsidR="00EB2185" w:rsidRDefault="00EB2185" w:rsidP="00EB2185">
      <w:r>
        <w:t xml:space="preserve">I codici compresi nel </w:t>
      </w:r>
      <w:proofErr w:type="spellStart"/>
      <w:r>
        <w:t>range</w:t>
      </w:r>
      <w:proofErr w:type="spellEnd"/>
      <w:r>
        <w:t xml:space="preserve"> da 560 a 3499 sono a disposizione degli sviluppatori ed utilizzabili nelle routine e copy COBOL per segnalare </w:t>
      </w:r>
      <w:proofErr w:type="spellStart"/>
      <w:r>
        <w:t>abend</w:t>
      </w:r>
      <w:proofErr w:type="spellEnd"/>
      <w:r>
        <w:t xml:space="preserve"> unici;</w:t>
      </w:r>
    </w:p>
    <w:p w:rsidR="00EB2185" w:rsidRDefault="00EB2185" w:rsidP="00EB2185">
      <w:r>
        <w:t xml:space="preserve">I codici compresi nel </w:t>
      </w:r>
      <w:proofErr w:type="spellStart"/>
      <w:r>
        <w:t>range</w:t>
      </w:r>
      <w:proofErr w:type="spellEnd"/>
      <w:r>
        <w:t xml:space="preserve"> da 3500 a 3862 sono riservati alle segnalazioni d’</w:t>
      </w:r>
      <w:proofErr w:type="spellStart"/>
      <w:r>
        <w:t>abend</w:t>
      </w:r>
      <w:proofErr w:type="spellEnd"/>
      <w:r>
        <w:t xml:space="preserve"> univoci CITY all’interno di routine e copy COBOL;</w:t>
      </w:r>
    </w:p>
    <w:p w:rsidR="00EB2185" w:rsidRDefault="00EB2185" w:rsidP="00EB2185">
      <w:r>
        <w:t xml:space="preserve">I codici compresi nel </w:t>
      </w:r>
      <w:proofErr w:type="spellStart"/>
      <w:r>
        <w:t>range</w:t>
      </w:r>
      <w:proofErr w:type="spellEnd"/>
      <w:r>
        <w:t xml:space="preserve"> da 3863 a 4095 sono a disposizione degli sviluppatori ed utilizzabili nelle routine e copy COBOL per segnalare </w:t>
      </w:r>
      <w:proofErr w:type="spellStart"/>
      <w:r>
        <w:t>abend</w:t>
      </w:r>
      <w:proofErr w:type="spellEnd"/>
      <w:r>
        <w:t xml:space="preserve"> univoci;</w:t>
      </w:r>
    </w:p>
    <w:p w:rsidR="00EB2185" w:rsidRDefault="00EB2185" w:rsidP="00EB2185">
      <w:r>
        <w:t xml:space="preserve">I codici compresi nel </w:t>
      </w:r>
      <w:proofErr w:type="spellStart"/>
      <w:r>
        <w:t>range</w:t>
      </w:r>
      <w:proofErr w:type="spellEnd"/>
      <w:r>
        <w:t xml:space="preserve"> da 5001 a 8000 sono a disposizione degli sviluppatori ed utilizzabili nelle routine e copy COBOL;</w:t>
      </w:r>
    </w:p>
    <w:p w:rsidR="00EB2185" w:rsidRDefault="00EB2185" w:rsidP="00EB2185">
      <w:r>
        <w:t xml:space="preserve">I codici compresi nel </w:t>
      </w:r>
      <w:proofErr w:type="spellStart"/>
      <w:r>
        <w:t>range</w:t>
      </w:r>
      <w:proofErr w:type="spellEnd"/>
      <w:r>
        <w:t xml:space="preserve"> da 9300 e 9399 sono riservati alle segnalazioni d’</w:t>
      </w:r>
      <w:proofErr w:type="spellStart"/>
      <w:r>
        <w:t>abend</w:t>
      </w:r>
      <w:proofErr w:type="spellEnd"/>
      <w:r>
        <w:t xml:space="preserve"> dei Servizi;</w:t>
      </w:r>
    </w:p>
    <w:p w:rsidR="00EB2185" w:rsidRDefault="00EB2185" w:rsidP="00EB2185"/>
    <w:p w:rsidR="00EB2185" w:rsidRDefault="00EB2185" w:rsidP="00EB2185">
      <w:r>
        <w:t>Regola dell'univocità: a parità di codice (in sorgenti diversi) deve corrispondere uguale descrizione (ha priorità la descrizione presente in archivio);</w:t>
      </w:r>
    </w:p>
    <w:p w:rsidR="00EB2185" w:rsidRDefault="00EB2185" w:rsidP="00EB2185"/>
    <w:p w:rsidR="00EB2185" w:rsidRDefault="00EB2185" w:rsidP="00EB2185">
      <w:r>
        <w:t>Sintassi:</w:t>
      </w:r>
    </w:p>
    <w:p w:rsidR="00EB2185" w:rsidRDefault="00EB2185" w:rsidP="00EB2185"/>
    <w:p w:rsidR="00EB2185" w:rsidRDefault="00EB2185" w:rsidP="00EB2185">
      <w:pPr>
        <w:pStyle w:val="CodiceCOBOL"/>
      </w:pPr>
      <w:r>
        <w:t>***DOC*ABEND</w:t>
      </w:r>
    </w:p>
    <w:p w:rsidR="00EB2185" w:rsidRDefault="00EB2185" w:rsidP="00EB2185">
      <w:pPr>
        <w:pStyle w:val="CodiceCOBOL"/>
      </w:pPr>
      <w:proofErr w:type="spellStart"/>
      <w:r>
        <w:t>nnnnnn</w:t>
      </w:r>
      <w:proofErr w:type="spellEnd"/>
      <w:r>
        <w:t xml:space="preserve">*descrizione </w:t>
      </w:r>
      <w:proofErr w:type="spellStart"/>
      <w:r>
        <w:t>abend</w:t>
      </w:r>
      <w:proofErr w:type="spellEnd"/>
    </w:p>
    <w:p w:rsidR="00EB2185" w:rsidRDefault="00EB2185" w:rsidP="00EB2185">
      <w:pPr>
        <w:pStyle w:val="CodiceCOBOL"/>
      </w:pPr>
      <w:r>
        <w:t>***DOC*FINE</w:t>
      </w:r>
    </w:p>
    <w:p w:rsidR="00DC4148" w:rsidRDefault="00DC4148">
      <w:pPr>
        <w:pStyle w:val="Titolo1"/>
      </w:pPr>
      <w:bookmarkStart w:id="27" w:name="_Toc391907788"/>
      <w:bookmarkStart w:id="28" w:name="_Toc64971147"/>
      <w:bookmarkEnd w:id="7"/>
      <w:r>
        <w:lastRenderedPageBreak/>
        <w:t>ALLEGATI</w:t>
      </w:r>
      <w:bookmarkEnd w:id="27"/>
    </w:p>
    <w:p w:rsidR="00C209F1" w:rsidRDefault="00C209F1" w:rsidP="00C209F1">
      <w:pPr>
        <w:pStyle w:val="Titolo1"/>
        <w:spacing w:after="360"/>
        <w:ind w:left="432" w:hanging="432"/>
      </w:pPr>
      <w:bookmarkStart w:id="29" w:name="_Toc235025377"/>
      <w:bookmarkStart w:id="30" w:name="_Toc391907789"/>
      <w:bookmarkEnd w:id="28"/>
      <w:r>
        <w:lastRenderedPageBreak/>
        <w:t>REVISIONI</w:t>
      </w:r>
      <w:bookmarkEnd w:id="29"/>
      <w:bookmarkEnd w:id="30"/>
    </w:p>
    <w:tbl>
      <w:tblPr>
        <w:tblW w:w="0" w:type="auto"/>
        <w:jc w:val="center"/>
        <w:tblBorders>
          <w:top w:val="single" w:sz="4" w:space="0" w:color="FFFF00"/>
          <w:left w:val="single" w:sz="4" w:space="0" w:color="FFFF00"/>
          <w:bottom w:val="single" w:sz="4" w:space="0" w:color="FFFF00"/>
          <w:right w:val="single" w:sz="4" w:space="0" w:color="FFFF00"/>
          <w:insideH w:val="single" w:sz="4" w:space="0" w:color="FFFF00"/>
          <w:insideV w:val="single" w:sz="4" w:space="0" w:color="FFFF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51"/>
        <w:gridCol w:w="586"/>
        <w:gridCol w:w="651"/>
        <w:gridCol w:w="6409"/>
      </w:tblGrid>
      <w:tr w:rsidR="000512CA" w:rsidRPr="00C10205" w:rsidTr="00DA61B7">
        <w:trPr>
          <w:jc w:val="center"/>
        </w:trPr>
        <w:tc>
          <w:tcPr>
            <w:tcW w:w="1204" w:type="dxa"/>
            <w:vAlign w:val="center"/>
          </w:tcPr>
          <w:p w:rsidR="000512CA" w:rsidRPr="00C10205" w:rsidRDefault="000512CA" w:rsidP="00C209F1">
            <w:pPr>
              <w:pStyle w:val="propriet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0205">
              <w:rPr>
                <w:rFonts w:ascii="Arial" w:hAnsi="Arial" w:cs="Arial"/>
                <w:bCs/>
                <w:sz w:val="18"/>
                <w:szCs w:val="18"/>
              </w:rPr>
              <w:t>Data</w:t>
            </w:r>
          </w:p>
        </w:tc>
        <w:tc>
          <w:tcPr>
            <w:tcW w:w="1437" w:type="dxa"/>
            <w:gridSpan w:val="2"/>
          </w:tcPr>
          <w:p w:rsidR="000512CA" w:rsidRPr="00C10205" w:rsidRDefault="000512CA" w:rsidP="00C209F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Rif.</w:t>
            </w:r>
          </w:p>
        </w:tc>
        <w:tc>
          <w:tcPr>
            <w:tcW w:w="651" w:type="dxa"/>
            <w:vAlign w:val="center"/>
          </w:tcPr>
          <w:p w:rsidR="000512CA" w:rsidRPr="00C10205" w:rsidRDefault="000512CA" w:rsidP="00C209F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0205">
              <w:rPr>
                <w:rFonts w:ascii="Arial" w:hAnsi="Arial" w:cs="Arial"/>
                <w:b/>
                <w:bCs/>
                <w:sz w:val="18"/>
                <w:szCs w:val="18"/>
              </w:rPr>
              <w:t>Tipo</w:t>
            </w:r>
          </w:p>
        </w:tc>
        <w:tc>
          <w:tcPr>
            <w:tcW w:w="6409" w:type="dxa"/>
            <w:vAlign w:val="center"/>
          </w:tcPr>
          <w:p w:rsidR="000512CA" w:rsidRPr="00C10205" w:rsidRDefault="000512CA" w:rsidP="00C209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0205">
              <w:rPr>
                <w:rFonts w:ascii="Arial" w:hAnsi="Arial" w:cs="Arial"/>
                <w:b/>
                <w:bCs/>
                <w:sz w:val="18"/>
                <w:szCs w:val="18"/>
              </w:rPr>
              <w:t>Capitolo/Paragrafo</w:t>
            </w:r>
          </w:p>
        </w:tc>
      </w:tr>
      <w:tr w:rsidR="000512CA" w:rsidRPr="00234577" w:rsidTr="00DA61B7">
        <w:trPr>
          <w:jc w:val="center"/>
        </w:trPr>
        <w:tc>
          <w:tcPr>
            <w:tcW w:w="1204" w:type="dxa"/>
            <w:vAlign w:val="center"/>
          </w:tcPr>
          <w:p w:rsidR="000512CA" w:rsidRPr="00234577" w:rsidRDefault="000512CA" w:rsidP="00C209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0512CA" w:rsidRPr="00234577" w:rsidRDefault="000512CA" w:rsidP="00C209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" w:type="dxa"/>
          </w:tcPr>
          <w:p w:rsidR="000512CA" w:rsidRPr="00234577" w:rsidRDefault="000512CA" w:rsidP="00C209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1" w:type="dxa"/>
            <w:vAlign w:val="center"/>
          </w:tcPr>
          <w:p w:rsidR="000512CA" w:rsidRPr="00234577" w:rsidRDefault="000512CA" w:rsidP="00C209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9" w:type="dxa"/>
            <w:vAlign w:val="center"/>
          </w:tcPr>
          <w:p w:rsidR="000512CA" w:rsidRPr="00234577" w:rsidRDefault="000512CA" w:rsidP="00C209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12CA" w:rsidRPr="00234577" w:rsidTr="00DA61B7">
        <w:trPr>
          <w:jc w:val="center"/>
        </w:trPr>
        <w:tc>
          <w:tcPr>
            <w:tcW w:w="1204" w:type="dxa"/>
            <w:vAlign w:val="center"/>
          </w:tcPr>
          <w:p w:rsidR="000512CA" w:rsidRPr="00234577" w:rsidRDefault="000512CA" w:rsidP="00C209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0512CA" w:rsidRPr="00234577" w:rsidRDefault="000512CA" w:rsidP="00C209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" w:type="dxa"/>
          </w:tcPr>
          <w:p w:rsidR="000512CA" w:rsidRPr="00234577" w:rsidRDefault="000512CA" w:rsidP="00C209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1" w:type="dxa"/>
            <w:vAlign w:val="center"/>
          </w:tcPr>
          <w:p w:rsidR="000512CA" w:rsidRPr="00234577" w:rsidRDefault="000512CA" w:rsidP="00C209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9" w:type="dxa"/>
            <w:vAlign w:val="center"/>
          </w:tcPr>
          <w:p w:rsidR="000512CA" w:rsidRPr="00234577" w:rsidRDefault="000512CA" w:rsidP="00C209F1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A81482" w:rsidRPr="00234577" w:rsidTr="00A81482">
        <w:trPr>
          <w:jc w:val="center"/>
        </w:trPr>
        <w:tc>
          <w:tcPr>
            <w:tcW w:w="120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A81482" w:rsidRPr="005E3F3C" w:rsidRDefault="00A81482" w:rsidP="00AE50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A81482" w:rsidRPr="005E3F3C" w:rsidRDefault="00A81482" w:rsidP="00AE50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A81482" w:rsidRPr="005E3F3C" w:rsidRDefault="00A81482" w:rsidP="00AE50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A81482" w:rsidRPr="005E3F3C" w:rsidRDefault="00A81482" w:rsidP="00AE50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vAlign w:val="center"/>
          </w:tcPr>
          <w:p w:rsidR="00A81482" w:rsidRPr="005E3F3C" w:rsidRDefault="00A81482" w:rsidP="00AE50B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C4148" w:rsidRPr="00C209F1" w:rsidRDefault="00DC4148"/>
    <w:p w:rsidR="00C209F1" w:rsidRPr="000512CA" w:rsidRDefault="00C209F1"/>
    <w:sectPr w:rsidR="00C209F1" w:rsidRPr="000512CA" w:rsidSect="009721B9">
      <w:headerReference w:type="even" r:id="rId21"/>
      <w:headerReference w:type="default" r:id="rId22"/>
      <w:footerReference w:type="even" r:id="rId23"/>
      <w:footerReference w:type="default" r:id="rId24"/>
      <w:type w:val="oddPage"/>
      <w:pgSz w:w="11907" w:h="16840" w:code="9"/>
      <w:pgMar w:top="1418" w:right="851" w:bottom="1701" w:left="851" w:header="720" w:footer="284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36" w:rsidRDefault="000A2636">
      <w:r>
        <w:separator/>
      </w:r>
    </w:p>
  </w:endnote>
  <w:endnote w:type="continuationSeparator" w:id="0">
    <w:p w:rsidR="000A2636" w:rsidRDefault="000A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 Gothic MT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EB2185">
    <w:pPr>
      <w:autoSpaceDE w:val="0"/>
      <w:autoSpaceDN w:val="0"/>
      <w:adjustRightInd w:val="0"/>
      <w:jc w:val="center"/>
      <w:rPr>
        <w:b/>
        <w:bCs/>
        <w:i/>
        <w:iCs/>
        <w:color w:val="000080"/>
        <w:sz w:val="24"/>
      </w:rPr>
    </w:pPr>
    <w:r>
      <w:rPr>
        <w:b/>
        <w:bCs/>
        <w:i/>
        <w:iCs/>
        <w:color w:val="000080"/>
        <w:sz w:val="24"/>
      </w:rPr>
      <w:t>"I testi inseriti nel presente manuale sono protetti da copyright e non possono essere riprodotti</w:t>
    </w:r>
  </w:p>
  <w:p w:rsidR="00EB2185" w:rsidRDefault="00EB2185">
    <w:pPr>
      <w:autoSpaceDE w:val="0"/>
      <w:autoSpaceDN w:val="0"/>
      <w:adjustRightInd w:val="0"/>
      <w:jc w:val="center"/>
      <w:rPr>
        <w:b/>
        <w:bCs/>
        <w:i/>
        <w:iCs/>
        <w:color w:val="000080"/>
        <w:sz w:val="24"/>
      </w:rPr>
    </w:pPr>
    <w:r>
      <w:rPr>
        <w:b/>
        <w:bCs/>
        <w:i/>
        <w:iCs/>
        <w:color w:val="000080"/>
        <w:sz w:val="24"/>
      </w:rPr>
      <w:t>per scopi commerciali o divulgati senza specifica autorizzazione scritta della società CAD IT S.p.A."</w:t>
    </w:r>
  </w:p>
  <w:p w:rsidR="00EB2185" w:rsidRDefault="00EB218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EB2185">
    <w:pPr>
      <w:pStyle w:val="Pidipagina"/>
      <w:framePr w:wrap="around" w:vAnchor="page" w:hAnchor="page" w:x="10801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EB2185">
      <w:trPr>
        <w:cantSplit/>
        <w:jc w:val="center"/>
      </w:trPr>
      <w:tc>
        <w:tcPr>
          <w:tcW w:w="3212" w:type="dxa"/>
        </w:tcPr>
        <w:p w:rsidR="00EB2185" w:rsidRDefault="00EB2185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EB2185" w:rsidRDefault="00EB2185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>
                <wp:extent cx="1181100" cy="314325"/>
                <wp:effectExtent l="0" t="0" r="0" b="9525"/>
                <wp:docPr id="4" name="Immagine 4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EB2185" w:rsidRDefault="00EB2185">
          <w:pPr>
            <w:pStyle w:val="Pidipagina"/>
            <w:spacing w:before="480"/>
            <w:jc w:val="right"/>
          </w:pPr>
        </w:p>
      </w:tc>
    </w:tr>
  </w:tbl>
  <w:p w:rsidR="00EB2185" w:rsidRDefault="00EB218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EB2185">
    <w:pPr>
      <w:pStyle w:val="Pidipagina"/>
      <w:framePr w:wrap="around" w:vAnchor="page" w:hAnchor="page" w:x="865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ii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EB2185">
      <w:trPr>
        <w:cantSplit/>
        <w:jc w:val="center"/>
      </w:trPr>
      <w:tc>
        <w:tcPr>
          <w:tcW w:w="3212" w:type="dxa"/>
        </w:tcPr>
        <w:p w:rsidR="00EB2185" w:rsidRDefault="00EB2185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EB2185" w:rsidRDefault="00EB2185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1622E890" wp14:editId="54408CA4">
                <wp:extent cx="1181100" cy="314325"/>
                <wp:effectExtent l="0" t="0" r="0" b="9525"/>
                <wp:docPr id="5" name="Immagine 5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EB2185" w:rsidRDefault="00EB2185">
          <w:pPr>
            <w:pStyle w:val="Pidipagina"/>
            <w:spacing w:before="480"/>
            <w:jc w:val="right"/>
          </w:pPr>
        </w:p>
      </w:tc>
    </w:tr>
  </w:tbl>
  <w:p w:rsidR="00EB2185" w:rsidRDefault="00EB2185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EB2185">
    <w:pPr>
      <w:pStyle w:val="Pidipagina"/>
      <w:framePr w:wrap="around" w:vAnchor="page" w:hAnchor="page" w:x="10882" w:y="1602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266E7">
      <w:rPr>
        <w:rStyle w:val="Numeropagina"/>
        <w:noProof/>
      </w:rPr>
      <w:t>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EB2185">
      <w:trPr>
        <w:cantSplit/>
        <w:jc w:val="center"/>
      </w:trPr>
      <w:tc>
        <w:tcPr>
          <w:tcW w:w="3212" w:type="dxa"/>
        </w:tcPr>
        <w:p w:rsidR="00EB2185" w:rsidRDefault="00EB2185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EB2185" w:rsidRDefault="00EB2185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4B604F7C" wp14:editId="48D63511">
                <wp:extent cx="1181100" cy="304800"/>
                <wp:effectExtent l="0" t="0" r="0" b="0"/>
                <wp:docPr id="6" name="Immagine 6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EB2185" w:rsidRDefault="00EB2185">
          <w:pPr>
            <w:pStyle w:val="Pidipagina"/>
            <w:spacing w:before="480"/>
            <w:jc w:val="right"/>
          </w:pPr>
        </w:p>
      </w:tc>
    </w:tr>
  </w:tbl>
  <w:p w:rsidR="00EB2185" w:rsidRDefault="00EB2185">
    <w:pPr>
      <w:pStyle w:val="Pidipagin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EB2185">
    <w:pPr>
      <w:pStyle w:val="Pidipagina"/>
      <w:framePr w:wrap="around" w:vAnchor="page" w:hAnchor="page" w:x="865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266E7">
      <w:rPr>
        <w:rStyle w:val="Numeropagina"/>
        <w:noProof/>
      </w:rPr>
      <w:t>2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EB2185">
      <w:trPr>
        <w:cantSplit/>
        <w:jc w:val="center"/>
      </w:trPr>
      <w:tc>
        <w:tcPr>
          <w:tcW w:w="3212" w:type="dxa"/>
        </w:tcPr>
        <w:p w:rsidR="00EB2185" w:rsidRDefault="00EB2185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EB2185" w:rsidRDefault="00EB2185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5CBEB207" wp14:editId="1AC0A31E">
                <wp:extent cx="1181100" cy="314325"/>
                <wp:effectExtent l="0" t="0" r="0" b="9525"/>
                <wp:docPr id="7" name="Immagine 7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EB2185" w:rsidRDefault="00EB2185">
          <w:pPr>
            <w:pStyle w:val="Pidipagina"/>
            <w:spacing w:before="480"/>
            <w:jc w:val="right"/>
          </w:pPr>
        </w:p>
      </w:tc>
    </w:tr>
  </w:tbl>
  <w:p w:rsidR="00EB2185" w:rsidRDefault="00EB2185">
    <w:pPr>
      <w:pStyle w:val="Pidipagin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EB2185">
    <w:pPr>
      <w:pStyle w:val="Pidipagina"/>
      <w:framePr w:wrap="around" w:vAnchor="page" w:hAnchor="margin" w:xAlign="outside" w:y="16019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266E7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EB2185">
      <w:trPr>
        <w:cantSplit/>
        <w:jc w:val="center"/>
      </w:trPr>
      <w:tc>
        <w:tcPr>
          <w:tcW w:w="3212" w:type="dxa"/>
        </w:tcPr>
        <w:p w:rsidR="00EB2185" w:rsidRDefault="00EB2185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EB2185" w:rsidRDefault="000266E7">
          <w:pPr>
            <w:pStyle w:val="Pidipagina"/>
            <w:spacing w:before="200"/>
            <w:jc w:val="center"/>
          </w:pPr>
          <w:r>
            <w:rPr>
              <w:color w:val="00008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1.9pt;height:24.2pt" fillcolor="window">
                <v:imagedata r:id="rId1" o:title="CadSm"/>
              </v:shape>
            </w:pict>
          </w:r>
        </w:p>
      </w:tc>
      <w:tc>
        <w:tcPr>
          <w:tcW w:w="3212" w:type="dxa"/>
        </w:tcPr>
        <w:p w:rsidR="00EB2185" w:rsidRDefault="00EB2185">
          <w:pPr>
            <w:pStyle w:val="Pidipagina"/>
            <w:spacing w:before="480"/>
            <w:jc w:val="right"/>
          </w:pPr>
        </w:p>
      </w:tc>
    </w:tr>
  </w:tbl>
  <w:p w:rsidR="00EB2185" w:rsidRDefault="00EB2185">
    <w:pPr>
      <w:pStyle w:val="Pidipagin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EB2185">
    <w:pPr>
      <w:pStyle w:val="Pidipagina"/>
      <w:framePr w:wrap="around" w:vAnchor="page" w:hAnchor="page" w:x="865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266E7">
      <w:rPr>
        <w:rStyle w:val="Numeropagina"/>
        <w:noProof/>
      </w:rPr>
      <w:t>24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EB2185">
      <w:trPr>
        <w:cantSplit/>
        <w:jc w:val="center"/>
      </w:trPr>
      <w:tc>
        <w:tcPr>
          <w:tcW w:w="3212" w:type="dxa"/>
        </w:tcPr>
        <w:p w:rsidR="00EB2185" w:rsidRDefault="00EB2185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EB2185" w:rsidRDefault="00EB2185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63F80D30" wp14:editId="3E1EDE34">
                <wp:extent cx="1181100" cy="314325"/>
                <wp:effectExtent l="0" t="0" r="0" b="9525"/>
                <wp:docPr id="10" name="Immagine 10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EB2185" w:rsidRDefault="00EB2185">
          <w:pPr>
            <w:pStyle w:val="Pidipagina"/>
            <w:spacing w:before="480"/>
            <w:jc w:val="right"/>
          </w:pPr>
        </w:p>
      </w:tc>
    </w:tr>
  </w:tbl>
  <w:p w:rsidR="00EB2185" w:rsidRDefault="00EB2185">
    <w:pPr>
      <w:pStyle w:val="Pidipagina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EB2185">
    <w:pPr>
      <w:pStyle w:val="Pidipagina"/>
      <w:framePr w:wrap="around" w:vAnchor="page" w:hAnchor="margin" w:xAlign="outside" w:y="16019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266E7">
      <w:rPr>
        <w:rStyle w:val="Numeropagina"/>
        <w:noProof/>
      </w:rPr>
      <w:t>25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EB2185">
      <w:trPr>
        <w:cantSplit/>
        <w:jc w:val="center"/>
      </w:trPr>
      <w:tc>
        <w:tcPr>
          <w:tcW w:w="3212" w:type="dxa"/>
        </w:tcPr>
        <w:p w:rsidR="00EB2185" w:rsidRDefault="00EB2185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EB2185" w:rsidRDefault="00EB2185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3BB02B6C" wp14:editId="707EAC44">
                <wp:extent cx="1181100" cy="314325"/>
                <wp:effectExtent l="0" t="0" r="0" b="9525"/>
                <wp:docPr id="11" name="Immagine 11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EB2185" w:rsidRDefault="00EB2185">
          <w:pPr>
            <w:pStyle w:val="Pidipagina"/>
            <w:spacing w:before="480"/>
            <w:jc w:val="right"/>
          </w:pPr>
        </w:p>
      </w:tc>
    </w:tr>
  </w:tbl>
  <w:p w:rsidR="00EB2185" w:rsidRDefault="00EB218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36" w:rsidRDefault="000A2636">
      <w:r>
        <w:separator/>
      </w:r>
    </w:p>
  </w:footnote>
  <w:footnote w:type="continuationSeparator" w:id="0">
    <w:p w:rsidR="000A2636" w:rsidRDefault="000A2636">
      <w:r>
        <w:continuationSeparator/>
      </w:r>
    </w:p>
  </w:footnote>
  <w:footnote w:id="1">
    <w:p w:rsidR="00EB2185" w:rsidRDefault="00EB2185" w:rsidP="00EB2185">
      <w:pPr>
        <w:pStyle w:val="Testonotaapidipagina"/>
      </w:pPr>
      <w:r>
        <w:rPr>
          <w:rStyle w:val="Rimandonotaapidipagina"/>
        </w:rPr>
        <w:t>*</w:t>
      </w:r>
      <w:r>
        <w:t xml:space="preserve"> per garantire l'univocità del nome anche lavorando con il sistema operativo MSDOS, i nomi dei file devono essere lunghi al massimo 8 caratteri e possono avere un'unica estensione di non più di 3 caratteri.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EB2185">
    <w:pPr>
      <w:pStyle w:val="Intestazion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EB2185">
    <w:pPr>
      <w:pStyle w:val="Intestazione"/>
      <w:pBdr>
        <w:bottom w:val="none" w:sz="0" w:space="0" w:color="auto"/>
      </w:pBdr>
    </w:pPr>
  </w:p>
  <w:p w:rsidR="00EB2185" w:rsidRDefault="00EB2185">
    <w:pPr>
      <w:pStyle w:val="Intestazione"/>
    </w:pPr>
  </w:p>
  <w:p w:rsidR="00EB2185" w:rsidRDefault="00EB2185">
    <w:pPr>
      <w:pStyle w:val="Intestazione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013DB3">
    <w:pPr>
      <w:pStyle w:val="Intestazione"/>
      <w:pBdr>
        <w:bottom w:val="none" w:sz="0" w:space="0" w:color="auto"/>
      </w:pBdr>
    </w:pPr>
    <w:fldSimple w:instr=" TITLE \* CAPS \* MERGEFORMAT ">
      <w:r w:rsidR="00EB2185">
        <w:t>Tabelle Gestionali</w:t>
      </w:r>
    </w:fldSimple>
  </w:p>
  <w:p w:rsidR="00EB2185" w:rsidRDefault="00EB2185">
    <w:pPr>
      <w:pStyle w:val="Intestazione"/>
    </w:pPr>
  </w:p>
  <w:p w:rsidR="00EB2185" w:rsidRDefault="00EB2185">
    <w:pPr>
      <w:pStyle w:val="Intestazione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EB2185">
    <w:pPr>
      <w:pStyle w:val="Intestazione"/>
      <w:jc w:val="right"/>
    </w:pPr>
  </w:p>
  <w:p w:rsidR="00EB2185" w:rsidRDefault="00EB2185">
    <w:pPr>
      <w:pStyle w:val="Intestazione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6674F1">
    <w:pPr>
      <w:pStyle w:val="Intestazione"/>
      <w:pBdr>
        <w:bottom w:val="none" w:sz="0" w:space="0" w:color="auto"/>
      </w:pBdr>
    </w:pPr>
    <w:proofErr w:type="spellStart"/>
    <w:r>
      <w:t>Naming</w:t>
    </w:r>
    <w:proofErr w:type="spellEnd"/>
    <w:r>
      <w:t xml:space="preserve"> Convention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EB2185">
    <w:pPr>
      <w:pStyle w:val="Intestazione"/>
      <w:jc w:val="right"/>
    </w:pPr>
  </w:p>
  <w:p w:rsidR="00EB2185" w:rsidRDefault="00EB2185">
    <w:pPr>
      <w:pStyle w:val="Intestazione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6674F1">
    <w:pPr>
      <w:pStyle w:val="Intestazione"/>
      <w:pBdr>
        <w:bottom w:val="none" w:sz="0" w:space="0" w:color="auto"/>
      </w:pBdr>
    </w:pPr>
    <w:proofErr w:type="spellStart"/>
    <w:r>
      <w:t>Naming</w:t>
    </w:r>
    <w:proofErr w:type="spellEnd"/>
    <w:r>
      <w:t xml:space="preserve"> Convention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85" w:rsidRDefault="006674F1">
    <w:pPr>
      <w:pStyle w:val="Intestazione"/>
      <w:jc w:val="right"/>
    </w:pPr>
    <w:proofErr w:type="spellStart"/>
    <w:r>
      <w:t>Naming</w:t>
    </w:r>
    <w:proofErr w:type="spellEnd"/>
    <w:r>
      <w:t xml:space="preserve"> Convention</w:t>
    </w:r>
  </w:p>
  <w:p w:rsidR="00EB2185" w:rsidRDefault="00EB2185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6DCD"/>
    <w:multiLevelType w:val="singleLevel"/>
    <w:tmpl w:val="BCE8B0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64AB6"/>
    <w:multiLevelType w:val="hybridMultilevel"/>
    <w:tmpl w:val="7F6A9562"/>
    <w:lvl w:ilvl="0" w:tplc="A73AC89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00CD1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3">
    <w:nsid w:val="06657FFD"/>
    <w:multiLevelType w:val="hybridMultilevel"/>
    <w:tmpl w:val="A00460E2"/>
    <w:lvl w:ilvl="0" w:tplc="E9C827B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771DFD"/>
    <w:multiLevelType w:val="multilevel"/>
    <w:tmpl w:val="5BA0987E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B4B761F"/>
    <w:multiLevelType w:val="singleLevel"/>
    <w:tmpl w:val="BCE8B0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DA36792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7">
    <w:nsid w:val="11C14810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8">
    <w:nsid w:val="12D07699"/>
    <w:multiLevelType w:val="singleLevel"/>
    <w:tmpl w:val="2F36900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9">
    <w:nsid w:val="14856AB3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0">
    <w:nsid w:val="15B16344"/>
    <w:multiLevelType w:val="singleLevel"/>
    <w:tmpl w:val="2F36900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1">
    <w:nsid w:val="1B151DCD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2">
    <w:nsid w:val="1B8564BF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3">
    <w:nsid w:val="1ED76320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4">
    <w:nsid w:val="22E44980"/>
    <w:multiLevelType w:val="singleLevel"/>
    <w:tmpl w:val="C1764C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55F5AD6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6">
    <w:nsid w:val="270A51F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9624FBF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8">
    <w:nsid w:val="298B6E8C"/>
    <w:multiLevelType w:val="hybridMultilevel"/>
    <w:tmpl w:val="2A4E489E"/>
    <w:lvl w:ilvl="0" w:tplc="94B449AE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2D8493B8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9AE6F448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274E45E0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358E1606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2E9C736E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A56E0DB0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94FC2974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B4FC9ED0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>
    <w:nsid w:val="29E8567D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0">
    <w:nsid w:val="2E9C5D82"/>
    <w:multiLevelType w:val="singleLevel"/>
    <w:tmpl w:val="2F36900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1">
    <w:nsid w:val="36976A89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2">
    <w:nsid w:val="39006390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3">
    <w:nsid w:val="3CE30B1C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4">
    <w:nsid w:val="3E2E23E6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5">
    <w:nsid w:val="4490783A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6">
    <w:nsid w:val="4506459E"/>
    <w:multiLevelType w:val="hybridMultilevel"/>
    <w:tmpl w:val="01A8067A"/>
    <w:lvl w:ilvl="0" w:tplc="8A72A9C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64C8E0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A00B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24DD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363A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7B809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4DA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E04E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5CB1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3D564B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8">
    <w:nsid w:val="481465FD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9">
    <w:nsid w:val="49684EED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30">
    <w:nsid w:val="4AEE6293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31">
    <w:nsid w:val="4AF85F1F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32">
    <w:nsid w:val="4D69088E"/>
    <w:multiLevelType w:val="hybridMultilevel"/>
    <w:tmpl w:val="B624F9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DCB39E6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34">
    <w:nsid w:val="4E734D9A"/>
    <w:multiLevelType w:val="singleLevel"/>
    <w:tmpl w:val="2F36900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35">
    <w:nsid w:val="51572F28"/>
    <w:multiLevelType w:val="hybridMultilevel"/>
    <w:tmpl w:val="96F49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865A55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37">
    <w:nsid w:val="573672BC"/>
    <w:multiLevelType w:val="singleLevel"/>
    <w:tmpl w:val="AA9231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38">
    <w:nsid w:val="574425C1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39">
    <w:nsid w:val="59142174"/>
    <w:multiLevelType w:val="singleLevel"/>
    <w:tmpl w:val="2F36900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40">
    <w:nsid w:val="59EC0892"/>
    <w:multiLevelType w:val="hybridMultilevel"/>
    <w:tmpl w:val="F0C0913C"/>
    <w:lvl w:ilvl="0" w:tplc="35B6D3C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ADC608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43CD6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FEFD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12EB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BC861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C2CF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D61C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1223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AD154EA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42">
    <w:nsid w:val="5EC91007"/>
    <w:multiLevelType w:val="multilevel"/>
    <w:tmpl w:val="1AD256F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>
    <w:nsid w:val="5EDB4365"/>
    <w:multiLevelType w:val="hybridMultilevel"/>
    <w:tmpl w:val="9C6EC370"/>
    <w:lvl w:ilvl="0" w:tplc="86224FA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359C1F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C688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AA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725D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328E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6657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14EC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E46F2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FCE1BF3"/>
    <w:multiLevelType w:val="singleLevel"/>
    <w:tmpl w:val="1960FD2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61D6148E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46">
    <w:nsid w:val="64184A54"/>
    <w:multiLevelType w:val="singleLevel"/>
    <w:tmpl w:val="2F36900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47">
    <w:nsid w:val="67085EBD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48">
    <w:nsid w:val="6838092F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49">
    <w:nsid w:val="6AF3321C"/>
    <w:multiLevelType w:val="singleLevel"/>
    <w:tmpl w:val="21B8D4C6"/>
    <w:lvl w:ilvl="0">
      <w:start w:val="1"/>
      <w:numFmt w:val="upperLetter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50">
    <w:nsid w:val="6B7F3F7A"/>
    <w:multiLevelType w:val="hybridMultilevel"/>
    <w:tmpl w:val="D04454FA"/>
    <w:lvl w:ilvl="0" w:tplc="5C8CD0D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BDB7470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52">
    <w:nsid w:val="6D2E55B8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53">
    <w:nsid w:val="6F194EDF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54">
    <w:nsid w:val="72B676F3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55">
    <w:nsid w:val="742E67E5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56">
    <w:nsid w:val="79A8634A"/>
    <w:multiLevelType w:val="singleLevel"/>
    <w:tmpl w:val="2F36900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57">
    <w:nsid w:val="7A0277D1"/>
    <w:multiLevelType w:val="singleLevel"/>
    <w:tmpl w:val="30045A3A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58">
    <w:nsid w:val="7ACD6A2C"/>
    <w:multiLevelType w:val="hybridMultilevel"/>
    <w:tmpl w:val="E28CA21A"/>
    <w:lvl w:ilvl="0" w:tplc="FE68738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AC5E0C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0C215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946D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1853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3E0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F6AA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2C3A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646F6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9"/>
  </w:num>
  <w:num w:numId="3">
    <w:abstractNumId w:val="44"/>
  </w:num>
  <w:num w:numId="4">
    <w:abstractNumId w:val="51"/>
  </w:num>
  <w:num w:numId="5">
    <w:abstractNumId w:val="45"/>
  </w:num>
  <w:num w:numId="6">
    <w:abstractNumId w:val="30"/>
  </w:num>
  <w:num w:numId="7">
    <w:abstractNumId w:val="53"/>
  </w:num>
  <w:num w:numId="8">
    <w:abstractNumId w:val="33"/>
  </w:num>
  <w:num w:numId="9">
    <w:abstractNumId w:val="36"/>
  </w:num>
  <w:num w:numId="10">
    <w:abstractNumId w:val="38"/>
  </w:num>
  <w:num w:numId="11">
    <w:abstractNumId w:val="15"/>
  </w:num>
  <w:num w:numId="12">
    <w:abstractNumId w:val="21"/>
  </w:num>
  <w:num w:numId="13">
    <w:abstractNumId w:val="31"/>
  </w:num>
  <w:num w:numId="14">
    <w:abstractNumId w:val="55"/>
  </w:num>
  <w:num w:numId="15">
    <w:abstractNumId w:val="17"/>
  </w:num>
  <w:num w:numId="16">
    <w:abstractNumId w:val="9"/>
  </w:num>
  <w:num w:numId="17">
    <w:abstractNumId w:val="29"/>
  </w:num>
  <w:num w:numId="18">
    <w:abstractNumId w:val="12"/>
  </w:num>
  <w:num w:numId="19">
    <w:abstractNumId w:val="24"/>
  </w:num>
  <w:num w:numId="20">
    <w:abstractNumId w:val="47"/>
  </w:num>
  <w:num w:numId="21">
    <w:abstractNumId w:val="28"/>
  </w:num>
  <w:num w:numId="22">
    <w:abstractNumId w:val="52"/>
  </w:num>
  <w:num w:numId="23">
    <w:abstractNumId w:val="19"/>
  </w:num>
  <w:num w:numId="24">
    <w:abstractNumId w:val="25"/>
  </w:num>
  <w:num w:numId="25">
    <w:abstractNumId w:val="7"/>
  </w:num>
  <w:num w:numId="26">
    <w:abstractNumId w:val="27"/>
  </w:num>
  <w:num w:numId="27">
    <w:abstractNumId w:val="22"/>
  </w:num>
  <w:num w:numId="28">
    <w:abstractNumId w:val="41"/>
  </w:num>
  <w:num w:numId="29">
    <w:abstractNumId w:val="6"/>
  </w:num>
  <w:num w:numId="30">
    <w:abstractNumId w:val="13"/>
  </w:num>
  <w:num w:numId="31">
    <w:abstractNumId w:val="39"/>
  </w:num>
  <w:num w:numId="32">
    <w:abstractNumId w:val="16"/>
  </w:num>
  <w:num w:numId="33">
    <w:abstractNumId w:val="20"/>
  </w:num>
  <w:num w:numId="34">
    <w:abstractNumId w:val="10"/>
  </w:num>
  <w:num w:numId="35">
    <w:abstractNumId w:val="5"/>
  </w:num>
  <w:num w:numId="36">
    <w:abstractNumId w:val="11"/>
  </w:num>
  <w:num w:numId="37">
    <w:abstractNumId w:val="54"/>
  </w:num>
  <w:num w:numId="38">
    <w:abstractNumId w:val="2"/>
  </w:num>
  <w:num w:numId="39">
    <w:abstractNumId w:val="0"/>
  </w:num>
  <w:num w:numId="40">
    <w:abstractNumId w:val="23"/>
  </w:num>
  <w:num w:numId="41">
    <w:abstractNumId w:val="57"/>
  </w:num>
  <w:num w:numId="42">
    <w:abstractNumId w:val="48"/>
  </w:num>
  <w:num w:numId="43">
    <w:abstractNumId w:val="14"/>
  </w:num>
  <w:num w:numId="44">
    <w:abstractNumId w:val="56"/>
  </w:num>
  <w:num w:numId="45">
    <w:abstractNumId w:val="46"/>
  </w:num>
  <w:num w:numId="46">
    <w:abstractNumId w:val="34"/>
  </w:num>
  <w:num w:numId="47">
    <w:abstractNumId w:val="8"/>
  </w:num>
  <w:num w:numId="48">
    <w:abstractNumId w:val="40"/>
  </w:num>
  <w:num w:numId="49">
    <w:abstractNumId w:val="18"/>
  </w:num>
  <w:num w:numId="50">
    <w:abstractNumId w:val="3"/>
  </w:num>
  <w:num w:numId="51">
    <w:abstractNumId w:val="1"/>
  </w:num>
  <w:num w:numId="52">
    <w:abstractNumId w:val="58"/>
  </w:num>
  <w:num w:numId="53">
    <w:abstractNumId w:val="43"/>
  </w:num>
  <w:num w:numId="54">
    <w:abstractNumId w:val="26"/>
  </w:num>
  <w:num w:numId="55">
    <w:abstractNumId w:val="35"/>
  </w:num>
  <w:num w:numId="56">
    <w:abstractNumId w:val="50"/>
  </w:num>
  <w:num w:numId="57">
    <w:abstractNumId w:val="32"/>
  </w:num>
  <w:num w:numId="58">
    <w:abstractNumId w:val="42"/>
  </w:num>
  <w:num w:numId="59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620"/>
    <w:rsid w:val="00013DB3"/>
    <w:rsid w:val="000266E7"/>
    <w:rsid w:val="00041987"/>
    <w:rsid w:val="000512CA"/>
    <w:rsid w:val="000751C9"/>
    <w:rsid w:val="0008199D"/>
    <w:rsid w:val="000900E7"/>
    <w:rsid w:val="00091741"/>
    <w:rsid w:val="000A2636"/>
    <w:rsid w:val="000B04CF"/>
    <w:rsid w:val="000C2CD0"/>
    <w:rsid w:val="00100497"/>
    <w:rsid w:val="00102444"/>
    <w:rsid w:val="00120EB1"/>
    <w:rsid w:val="001643D2"/>
    <w:rsid w:val="00172F8F"/>
    <w:rsid w:val="001828E7"/>
    <w:rsid w:val="00184D01"/>
    <w:rsid w:val="001A31E6"/>
    <w:rsid w:val="001C3811"/>
    <w:rsid w:val="001D418B"/>
    <w:rsid w:val="001D4CF3"/>
    <w:rsid w:val="0020334B"/>
    <w:rsid w:val="002213E5"/>
    <w:rsid w:val="002278AE"/>
    <w:rsid w:val="00234577"/>
    <w:rsid w:val="0024496E"/>
    <w:rsid w:val="00261AAF"/>
    <w:rsid w:val="0026395C"/>
    <w:rsid w:val="00270E6F"/>
    <w:rsid w:val="00271F31"/>
    <w:rsid w:val="00273523"/>
    <w:rsid w:val="00285F0D"/>
    <w:rsid w:val="00292515"/>
    <w:rsid w:val="00292829"/>
    <w:rsid w:val="002B1B5D"/>
    <w:rsid w:val="002D59C0"/>
    <w:rsid w:val="002F0AC0"/>
    <w:rsid w:val="00317454"/>
    <w:rsid w:val="00323940"/>
    <w:rsid w:val="00332C35"/>
    <w:rsid w:val="00342CBE"/>
    <w:rsid w:val="0034534F"/>
    <w:rsid w:val="00355EC6"/>
    <w:rsid w:val="003C2ECA"/>
    <w:rsid w:val="00401E20"/>
    <w:rsid w:val="00421A5A"/>
    <w:rsid w:val="00435A1D"/>
    <w:rsid w:val="0045210E"/>
    <w:rsid w:val="00453001"/>
    <w:rsid w:val="004805BC"/>
    <w:rsid w:val="004925F3"/>
    <w:rsid w:val="004A581B"/>
    <w:rsid w:val="004A5EDA"/>
    <w:rsid w:val="004C4E0C"/>
    <w:rsid w:val="004C50F3"/>
    <w:rsid w:val="004D21FD"/>
    <w:rsid w:val="004F0948"/>
    <w:rsid w:val="004F0D31"/>
    <w:rsid w:val="00506FDA"/>
    <w:rsid w:val="0052239D"/>
    <w:rsid w:val="00526610"/>
    <w:rsid w:val="0052744B"/>
    <w:rsid w:val="00544906"/>
    <w:rsid w:val="0055683F"/>
    <w:rsid w:val="005774B2"/>
    <w:rsid w:val="005960EF"/>
    <w:rsid w:val="0059751D"/>
    <w:rsid w:val="005A3A47"/>
    <w:rsid w:val="005B5620"/>
    <w:rsid w:val="005D17BA"/>
    <w:rsid w:val="005E3F3C"/>
    <w:rsid w:val="005E7154"/>
    <w:rsid w:val="005F11D2"/>
    <w:rsid w:val="005F3186"/>
    <w:rsid w:val="005F7010"/>
    <w:rsid w:val="006061EA"/>
    <w:rsid w:val="00620C53"/>
    <w:rsid w:val="00623D50"/>
    <w:rsid w:val="006674F1"/>
    <w:rsid w:val="006679FC"/>
    <w:rsid w:val="006710F0"/>
    <w:rsid w:val="00682E2E"/>
    <w:rsid w:val="00693FDC"/>
    <w:rsid w:val="006978BB"/>
    <w:rsid w:val="006A1FA0"/>
    <w:rsid w:val="006A359B"/>
    <w:rsid w:val="006A7132"/>
    <w:rsid w:val="006B4B21"/>
    <w:rsid w:val="006B6DE6"/>
    <w:rsid w:val="006E03EA"/>
    <w:rsid w:val="006F6F29"/>
    <w:rsid w:val="00770653"/>
    <w:rsid w:val="00777EB3"/>
    <w:rsid w:val="007A01EC"/>
    <w:rsid w:val="007B2773"/>
    <w:rsid w:val="007C53FA"/>
    <w:rsid w:val="007C70E0"/>
    <w:rsid w:val="007C7348"/>
    <w:rsid w:val="007D1451"/>
    <w:rsid w:val="007D5353"/>
    <w:rsid w:val="007E1600"/>
    <w:rsid w:val="007E2A14"/>
    <w:rsid w:val="007F0C9C"/>
    <w:rsid w:val="00811076"/>
    <w:rsid w:val="008140A0"/>
    <w:rsid w:val="008231C2"/>
    <w:rsid w:val="00825941"/>
    <w:rsid w:val="0083772C"/>
    <w:rsid w:val="00866040"/>
    <w:rsid w:val="00892923"/>
    <w:rsid w:val="00894486"/>
    <w:rsid w:val="008A2597"/>
    <w:rsid w:val="00910147"/>
    <w:rsid w:val="00933D08"/>
    <w:rsid w:val="00944ADE"/>
    <w:rsid w:val="0095437C"/>
    <w:rsid w:val="009721B9"/>
    <w:rsid w:val="00987B7E"/>
    <w:rsid w:val="009929AD"/>
    <w:rsid w:val="00995F06"/>
    <w:rsid w:val="009A3917"/>
    <w:rsid w:val="009C6912"/>
    <w:rsid w:val="00A0087E"/>
    <w:rsid w:val="00A21F7C"/>
    <w:rsid w:val="00A25991"/>
    <w:rsid w:val="00A34379"/>
    <w:rsid w:val="00A5398E"/>
    <w:rsid w:val="00A73FC6"/>
    <w:rsid w:val="00A81482"/>
    <w:rsid w:val="00A81B29"/>
    <w:rsid w:val="00AB77E8"/>
    <w:rsid w:val="00AD36D9"/>
    <w:rsid w:val="00AD5A06"/>
    <w:rsid w:val="00AD74A6"/>
    <w:rsid w:val="00AE50BB"/>
    <w:rsid w:val="00B001D8"/>
    <w:rsid w:val="00B018FD"/>
    <w:rsid w:val="00B13164"/>
    <w:rsid w:val="00B14811"/>
    <w:rsid w:val="00B1625D"/>
    <w:rsid w:val="00B2588A"/>
    <w:rsid w:val="00B27FBA"/>
    <w:rsid w:val="00B43142"/>
    <w:rsid w:val="00B436F3"/>
    <w:rsid w:val="00B846B7"/>
    <w:rsid w:val="00B96193"/>
    <w:rsid w:val="00BA136E"/>
    <w:rsid w:val="00BA5E0C"/>
    <w:rsid w:val="00BB107F"/>
    <w:rsid w:val="00BB2241"/>
    <w:rsid w:val="00BB2606"/>
    <w:rsid w:val="00BB3A10"/>
    <w:rsid w:val="00BB7711"/>
    <w:rsid w:val="00BE0D5B"/>
    <w:rsid w:val="00BF08A5"/>
    <w:rsid w:val="00BF1D99"/>
    <w:rsid w:val="00C075A6"/>
    <w:rsid w:val="00C10205"/>
    <w:rsid w:val="00C1549A"/>
    <w:rsid w:val="00C20184"/>
    <w:rsid w:val="00C209F1"/>
    <w:rsid w:val="00C35605"/>
    <w:rsid w:val="00C41876"/>
    <w:rsid w:val="00C45D9D"/>
    <w:rsid w:val="00C65C24"/>
    <w:rsid w:val="00C70C05"/>
    <w:rsid w:val="00C80296"/>
    <w:rsid w:val="00C829C4"/>
    <w:rsid w:val="00C83F20"/>
    <w:rsid w:val="00CA3D3A"/>
    <w:rsid w:val="00CC297D"/>
    <w:rsid w:val="00CF0A9C"/>
    <w:rsid w:val="00CF3B74"/>
    <w:rsid w:val="00D07920"/>
    <w:rsid w:val="00D63705"/>
    <w:rsid w:val="00D86B5C"/>
    <w:rsid w:val="00D921AD"/>
    <w:rsid w:val="00DA61B7"/>
    <w:rsid w:val="00DB1F88"/>
    <w:rsid w:val="00DC4148"/>
    <w:rsid w:val="00DC7074"/>
    <w:rsid w:val="00DE0146"/>
    <w:rsid w:val="00DE40DC"/>
    <w:rsid w:val="00DF6087"/>
    <w:rsid w:val="00E01528"/>
    <w:rsid w:val="00E05AEF"/>
    <w:rsid w:val="00E11514"/>
    <w:rsid w:val="00E2575D"/>
    <w:rsid w:val="00E3382A"/>
    <w:rsid w:val="00E338FF"/>
    <w:rsid w:val="00E37860"/>
    <w:rsid w:val="00E40B8E"/>
    <w:rsid w:val="00E6266A"/>
    <w:rsid w:val="00E665D5"/>
    <w:rsid w:val="00E6689B"/>
    <w:rsid w:val="00E67B7E"/>
    <w:rsid w:val="00E81183"/>
    <w:rsid w:val="00E91855"/>
    <w:rsid w:val="00E92253"/>
    <w:rsid w:val="00EB2185"/>
    <w:rsid w:val="00F02B40"/>
    <w:rsid w:val="00F13C34"/>
    <w:rsid w:val="00F175A4"/>
    <w:rsid w:val="00F758A4"/>
    <w:rsid w:val="00FA2473"/>
    <w:rsid w:val="00FC0DE4"/>
    <w:rsid w:val="00FE6488"/>
    <w:rsid w:val="00FE74E0"/>
    <w:rsid w:val="00FF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925F3"/>
    <w:pPr>
      <w:jc w:val="both"/>
    </w:pPr>
    <w:rPr>
      <w:sz w:val="22"/>
    </w:rPr>
  </w:style>
  <w:style w:type="paragraph" w:styleId="Titolo1">
    <w:name w:val="heading 1"/>
    <w:basedOn w:val="Normale"/>
    <w:next w:val="Normale"/>
    <w:autoRedefine/>
    <w:qFormat/>
    <w:pPr>
      <w:keepNext/>
      <w:pageBreakBefore/>
      <w:numPr>
        <w:numId w:val="1"/>
      </w:numPr>
      <w:spacing w:after="240"/>
      <w:ind w:left="431" w:hanging="431"/>
      <w:jc w:val="left"/>
      <w:outlineLvl w:val="0"/>
    </w:pPr>
    <w:rPr>
      <w:b/>
      <w:sz w:val="26"/>
    </w:rPr>
  </w:style>
  <w:style w:type="paragraph" w:styleId="Titolo2">
    <w:name w:val="heading 2"/>
    <w:basedOn w:val="Titolo1"/>
    <w:next w:val="Normale"/>
    <w:autoRedefine/>
    <w:qFormat/>
    <w:pPr>
      <w:pageBreakBefore w:val="0"/>
      <w:numPr>
        <w:ilvl w:val="1"/>
      </w:numPr>
      <w:spacing w:before="120" w:after="120"/>
      <w:ind w:left="578" w:hanging="578"/>
      <w:outlineLvl w:val="1"/>
    </w:pPr>
    <w:rPr>
      <w:color w:val="000000"/>
    </w:rPr>
  </w:style>
  <w:style w:type="paragraph" w:styleId="Titolo3">
    <w:name w:val="heading 3"/>
    <w:basedOn w:val="Titolo2"/>
    <w:next w:val="Normale"/>
    <w:autoRedefine/>
    <w:qFormat/>
    <w:pPr>
      <w:numPr>
        <w:ilvl w:val="2"/>
      </w:numPr>
      <w:spacing w:before="240"/>
      <w:outlineLvl w:val="2"/>
    </w:pPr>
  </w:style>
  <w:style w:type="paragraph" w:styleId="Titolo4">
    <w:name w:val="heading 4"/>
    <w:basedOn w:val="Titolo3"/>
    <w:next w:val="Normale"/>
    <w:autoRedefine/>
    <w:qFormat/>
    <w:pPr>
      <w:numPr>
        <w:ilvl w:val="3"/>
      </w:numPr>
      <w:outlineLvl w:val="3"/>
    </w:pPr>
  </w:style>
  <w:style w:type="paragraph" w:styleId="Titolo5">
    <w:name w:val="heading 5"/>
    <w:basedOn w:val="Titolo4"/>
    <w:next w:val="Rientronormale"/>
    <w:autoRedefine/>
    <w:qFormat/>
    <w:pPr>
      <w:numPr>
        <w:ilvl w:val="4"/>
      </w:numPr>
      <w:outlineLvl w:val="4"/>
    </w:pPr>
  </w:style>
  <w:style w:type="paragraph" w:styleId="Titolo6">
    <w:name w:val="heading 6"/>
    <w:basedOn w:val="Normale"/>
    <w:next w:val="Rientronormale"/>
    <w:autoRedefine/>
    <w:qFormat/>
    <w:pPr>
      <w:numPr>
        <w:ilvl w:val="5"/>
        <w:numId w:val="1"/>
      </w:numPr>
      <w:outlineLvl w:val="5"/>
    </w:pPr>
    <w:rPr>
      <w:sz w:val="20"/>
      <w:u w:val="single"/>
    </w:rPr>
  </w:style>
  <w:style w:type="paragraph" w:styleId="Titolo7">
    <w:name w:val="heading 7"/>
    <w:basedOn w:val="Normale"/>
    <w:next w:val="Rientronormale"/>
    <w:autoRedefine/>
    <w:qFormat/>
    <w:pPr>
      <w:numPr>
        <w:ilvl w:val="6"/>
        <w:numId w:val="1"/>
      </w:numPr>
      <w:outlineLvl w:val="6"/>
    </w:pPr>
    <w:rPr>
      <w:i/>
      <w:sz w:val="20"/>
    </w:rPr>
  </w:style>
  <w:style w:type="paragraph" w:styleId="Titolo8">
    <w:name w:val="heading 8"/>
    <w:basedOn w:val="xxxDidasc"/>
    <w:next w:val="Normale"/>
    <w:autoRedefine/>
    <w:qFormat/>
    <w:pPr>
      <w:numPr>
        <w:ilvl w:val="7"/>
        <w:numId w:val="1"/>
      </w:numPr>
      <w:ind w:right="-1"/>
      <w:jc w:val="center"/>
      <w:outlineLvl w:val="7"/>
    </w:pPr>
  </w:style>
  <w:style w:type="paragraph" w:styleId="Titolo9">
    <w:name w:val="heading 9"/>
    <w:basedOn w:val="xxxDidasc"/>
    <w:next w:val="Normale"/>
    <w:autoRedefine/>
    <w:qFormat/>
    <w:pPr>
      <w:numPr>
        <w:ilvl w:val="8"/>
        <w:numId w:val="1"/>
      </w:numPr>
      <w:ind w:right="-1"/>
      <w:jc w:val="center"/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pPr>
      <w:ind w:left="567"/>
    </w:pPr>
  </w:style>
  <w:style w:type="paragraph" w:customStyle="1" w:styleId="xxxDidasc">
    <w:name w:val="xxxDidasc"/>
    <w:basedOn w:val="Normale"/>
    <w:next w:val="Normale"/>
    <w:pPr>
      <w:keepLines/>
      <w:spacing w:before="240" w:after="480"/>
      <w:ind w:left="3261" w:right="2552" w:hanging="993"/>
      <w:jc w:val="left"/>
    </w:pPr>
    <w:rPr>
      <w:rFonts w:ascii="Arial" w:hAnsi="Arial"/>
      <w:sz w:val="20"/>
    </w:r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semiHidden/>
    <w:rPr>
      <w:sz w:val="20"/>
    </w:rPr>
  </w:style>
  <w:style w:type="paragraph" w:styleId="Sommario8">
    <w:name w:val="toc 8"/>
    <w:basedOn w:val="Sommario1"/>
    <w:next w:val="Normale"/>
    <w:semiHidden/>
    <w:pPr>
      <w:tabs>
        <w:tab w:val="clear" w:pos="8640"/>
        <w:tab w:val="right" w:leader="dot" w:pos="8641"/>
      </w:tabs>
    </w:pPr>
  </w:style>
  <w:style w:type="paragraph" w:styleId="Sommario1">
    <w:name w:val="toc 1"/>
    <w:aliases w:val="Toc 1"/>
    <w:basedOn w:val="Normale"/>
    <w:next w:val="Normale"/>
    <w:uiPriority w:val="39"/>
    <w:rsid w:val="0052239D"/>
    <w:pPr>
      <w:tabs>
        <w:tab w:val="right" w:leader="dot" w:pos="8640"/>
      </w:tabs>
      <w:spacing w:before="120"/>
      <w:ind w:left="567" w:right="1276" w:hanging="567"/>
    </w:pPr>
  </w:style>
  <w:style w:type="paragraph" w:styleId="Sommario7">
    <w:name w:val="toc 7"/>
    <w:basedOn w:val="Normale"/>
    <w:next w:val="Normale"/>
    <w:semiHidden/>
    <w:pPr>
      <w:tabs>
        <w:tab w:val="left" w:leader="dot" w:pos="8646"/>
        <w:tab w:val="right" w:pos="9072"/>
      </w:tabs>
      <w:ind w:left="4253" w:right="850"/>
    </w:pPr>
  </w:style>
  <w:style w:type="paragraph" w:styleId="Sommario6">
    <w:name w:val="toc 6"/>
    <w:basedOn w:val="Normale"/>
    <w:next w:val="Normale"/>
    <w:semiHidden/>
    <w:pPr>
      <w:tabs>
        <w:tab w:val="left" w:leader="dot" w:pos="8646"/>
        <w:tab w:val="right" w:pos="9072"/>
      </w:tabs>
      <w:ind w:left="3544" w:right="850"/>
    </w:pPr>
  </w:style>
  <w:style w:type="paragraph" w:styleId="Sommario5">
    <w:name w:val="toc 5"/>
    <w:basedOn w:val="Sommario4"/>
    <w:next w:val="Normale"/>
    <w:semiHidden/>
    <w:pPr>
      <w:ind w:left="1134"/>
    </w:pPr>
  </w:style>
  <w:style w:type="paragraph" w:styleId="Sommario4">
    <w:name w:val="toc 4"/>
    <w:basedOn w:val="Sommario3"/>
    <w:next w:val="Normale"/>
    <w:rsid w:val="0052239D"/>
    <w:pPr>
      <w:ind w:left="3119" w:hanging="1134"/>
    </w:pPr>
  </w:style>
  <w:style w:type="paragraph" w:styleId="Sommario3">
    <w:name w:val="toc 3"/>
    <w:aliases w:val="Toc 3"/>
    <w:basedOn w:val="Sommario2"/>
    <w:next w:val="Normale"/>
    <w:rsid w:val="0052239D"/>
    <w:pPr>
      <w:ind w:left="1985" w:hanging="851"/>
    </w:pPr>
  </w:style>
  <w:style w:type="paragraph" w:styleId="Sommario2">
    <w:name w:val="toc 2"/>
    <w:aliases w:val="Toc 2"/>
    <w:basedOn w:val="Sommario1"/>
    <w:next w:val="Normale"/>
    <w:uiPriority w:val="39"/>
    <w:rsid w:val="0052239D"/>
    <w:pPr>
      <w:ind w:left="1134"/>
    </w:pPr>
  </w:style>
  <w:style w:type="paragraph" w:styleId="Indice7">
    <w:name w:val="index 7"/>
    <w:basedOn w:val="Normale"/>
    <w:next w:val="Normale"/>
    <w:semiHidden/>
    <w:pPr>
      <w:ind w:left="1698"/>
    </w:pPr>
  </w:style>
  <w:style w:type="paragraph" w:styleId="Indice6">
    <w:name w:val="index 6"/>
    <w:basedOn w:val="Normale"/>
    <w:next w:val="Normale"/>
    <w:semiHidden/>
    <w:pPr>
      <w:ind w:left="1415"/>
    </w:pPr>
  </w:style>
  <w:style w:type="paragraph" w:styleId="Indice5">
    <w:name w:val="index 5"/>
    <w:basedOn w:val="Normale"/>
    <w:next w:val="Normale"/>
    <w:semiHidden/>
    <w:pPr>
      <w:ind w:left="1132"/>
    </w:pPr>
  </w:style>
  <w:style w:type="paragraph" w:styleId="Indice4">
    <w:name w:val="index 4"/>
    <w:basedOn w:val="Normale"/>
    <w:next w:val="Normale"/>
    <w:semiHidden/>
    <w:pPr>
      <w:ind w:left="849"/>
    </w:pPr>
  </w:style>
  <w:style w:type="paragraph" w:styleId="Indice3">
    <w:name w:val="index 3"/>
    <w:basedOn w:val="Normale"/>
    <w:next w:val="Normale"/>
    <w:semiHidden/>
    <w:pPr>
      <w:ind w:left="566"/>
    </w:pPr>
  </w:style>
  <w:style w:type="paragraph" w:styleId="Indice2">
    <w:name w:val="index 2"/>
    <w:basedOn w:val="Normale"/>
    <w:next w:val="Normale"/>
    <w:semiHidden/>
    <w:pPr>
      <w:ind w:left="283"/>
    </w:pPr>
  </w:style>
  <w:style w:type="paragraph" w:styleId="Indice1">
    <w:name w:val="index 1"/>
    <w:basedOn w:val="Normale"/>
    <w:next w:val="Normale"/>
    <w:semiHidden/>
  </w:style>
  <w:style w:type="character" w:styleId="Numeroriga">
    <w:name w:val="line number"/>
    <w:basedOn w:val="Carpredefinitoparagrafo"/>
  </w:style>
  <w:style w:type="paragraph" w:styleId="Titoloindice">
    <w:name w:val="index heading"/>
    <w:basedOn w:val="Normale"/>
    <w:next w:val="Indice1"/>
    <w:semiHidden/>
  </w:style>
  <w:style w:type="paragraph" w:styleId="Pidipagina">
    <w:name w:val="footer"/>
    <w:basedOn w:val="Normale"/>
    <w:pPr>
      <w:jc w:val="left"/>
    </w:pPr>
    <w:rPr>
      <w:rFonts w:ascii="Arial" w:hAnsi="Arial"/>
      <w:sz w:val="24"/>
    </w:rPr>
  </w:style>
  <w:style w:type="paragraph" w:styleId="Intestazione">
    <w:name w:val="header"/>
    <w:basedOn w:val="Normale"/>
    <w:pPr>
      <w:pBdr>
        <w:bottom w:val="single" w:sz="6" w:space="1" w:color="auto"/>
      </w:pBdr>
    </w:pPr>
    <w:rPr>
      <w:rFonts w:ascii="Arial" w:hAnsi="Arial"/>
      <w:sz w:val="16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semiHidden/>
    <w:rPr>
      <w:rFonts w:ascii="Arial" w:hAnsi="Arial"/>
      <w:sz w:val="18"/>
    </w:rPr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styleId="Sommario9">
    <w:name w:val="toc 9"/>
    <w:basedOn w:val="Normale"/>
    <w:next w:val="Normale"/>
    <w:semiHidden/>
    <w:pPr>
      <w:tabs>
        <w:tab w:val="right" w:leader="dot" w:pos="8641"/>
      </w:tabs>
      <w:spacing w:before="120"/>
      <w:ind w:right="1276"/>
    </w:pPr>
  </w:style>
  <w:style w:type="paragraph" w:customStyle="1" w:styleId="FunNome">
    <w:name w:val="FunNome"/>
    <w:basedOn w:val="Normale"/>
    <w:pPr>
      <w:pageBreakBefore/>
      <w:spacing w:after="360"/>
    </w:pPr>
    <w:rPr>
      <w:b/>
      <w:sz w:val="28"/>
    </w:rPr>
  </w:style>
  <w:style w:type="paragraph" w:customStyle="1" w:styleId="FunDescrBreve">
    <w:name w:val="FunDescrBreve"/>
    <w:basedOn w:val="Normale"/>
    <w:pPr>
      <w:spacing w:before="120" w:after="480"/>
    </w:pPr>
    <w:rPr>
      <w:rFonts w:ascii="Helvetica" w:hAnsi="Helvetica"/>
    </w:rPr>
  </w:style>
  <w:style w:type="paragraph" w:customStyle="1" w:styleId="FunDescrEstesa">
    <w:name w:val="FunDescrEstesa"/>
    <w:basedOn w:val="Normale"/>
  </w:style>
  <w:style w:type="paragraph" w:styleId="Rientrocorpodeltesto">
    <w:name w:val="Body Text Indent"/>
    <w:basedOn w:val="Normale"/>
    <w:pPr>
      <w:keepNext/>
      <w:ind w:left="781"/>
      <w:jc w:val="left"/>
    </w:pPr>
    <w:rPr>
      <w:rFonts w:ascii="News Gothic MT" w:hAnsi="News Gothic MT"/>
      <w:color w:val="000080"/>
      <w:sz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NoNum">
    <w:name w:val="ParagNoNum"/>
    <w:basedOn w:val="Normale"/>
    <w:next w:val="Normale"/>
    <w:pPr>
      <w:spacing w:before="360" w:after="120"/>
      <w:jc w:val="left"/>
    </w:pPr>
    <w:rPr>
      <w:b/>
    </w:rPr>
  </w:style>
  <w:style w:type="paragraph" w:customStyle="1" w:styleId="CodiceCOBOL">
    <w:name w:val="CodiceCOBOL"/>
    <w:basedOn w:val="Normale"/>
    <w:pPr>
      <w:tabs>
        <w:tab w:val="left" w:pos="851"/>
        <w:tab w:val="left" w:pos="1701"/>
        <w:tab w:val="left" w:pos="2552"/>
        <w:tab w:val="left" w:pos="3402"/>
      </w:tabs>
      <w:ind w:left="567"/>
    </w:pPr>
    <w:rPr>
      <w:rFonts w:ascii="Courier New" w:hAnsi="Courier New"/>
      <w:sz w:val="20"/>
    </w:rPr>
  </w:style>
  <w:style w:type="paragraph" w:customStyle="1" w:styleId="stilenuovo">
    <w:name w:val="stilenuovo"/>
    <w:basedOn w:val="Titolo1"/>
    <w:pPr>
      <w:keepNext w:val="0"/>
      <w:pageBreakBefore w:val="0"/>
      <w:spacing w:before="1440" w:after="1440"/>
      <w:ind w:left="0" w:firstLine="0"/>
      <w:jc w:val="center"/>
    </w:pPr>
    <w:rPr>
      <w:rFonts w:ascii="Arial" w:hAnsi="Arial"/>
      <w:i/>
      <w:smallCaps/>
      <w:strike/>
      <w:sz w:val="24"/>
    </w:rPr>
  </w:style>
  <w:style w:type="paragraph" w:customStyle="1" w:styleId="Figura">
    <w:name w:val="Figura"/>
    <w:basedOn w:val="Normale"/>
    <w:next w:val="Normale"/>
    <w:pPr>
      <w:keepNext/>
      <w:framePr w:hSpace="142" w:wrap="notBeside" w:vAnchor="text" w:hAnchor="text" w:xAlign="center" w:y="1"/>
      <w:spacing w:before="480" w:after="120"/>
      <w:jc w:val="center"/>
    </w:pPr>
  </w:style>
  <w:style w:type="paragraph" w:customStyle="1" w:styleId="Esempio">
    <w:name w:val="Esempio"/>
    <w:basedOn w:val="Normale"/>
    <w:rPr>
      <w:sz w:val="20"/>
    </w:rPr>
  </w:style>
  <w:style w:type="paragraph" w:customStyle="1" w:styleId="VoceBibliogr">
    <w:name w:val="VoceBibliogr"/>
    <w:basedOn w:val="Normale"/>
    <w:pPr>
      <w:ind w:left="567" w:hanging="567"/>
    </w:pPr>
  </w:style>
  <w:style w:type="paragraph" w:customStyle="1" w:styleId="Mappa">
    <w:name w:val="Mappa"/>
    <w:basedOn w:val="CodiceCOBO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0"/>
    </w:pPr>
  </w:style>
  <w:style w:type="paragraph" w:customStyle="1" w:styleId="titoloNoNum">
    <w:name w:val="titoloNoNum"/>
    <w:basedOn w:val="Titolo1"/>
    <w:next w:val="Normale"/>
    <w:pPr>
      <w:pageBreakBefore w:val="0"/>
      <w:numPr>
        <w:numId w:val="0"/>
      </w:numPr>
    </w:pPr>
  </w:style>
  <w:style w:type="paragraph" w:styleId="Indicedellefigure">
    <w:name w:val="table of figures"/>
    <w:basedOn w:val="Normale"/>
    <w:next w:val="Normale"/>
    <w:semiHidden/>
    <w:pPr>
      <w:ind w:left="440" w:hanging="440"/>
    </w:pPr>
  </w:style>
  <w:style w:type="paragraph" w:customStyle="1" w:styleId="Normale1">
    <w:name w:val="Normale1"/>
    <w:basedOn w:val="Titolo2"/>
    <w:pPr>
      <w:keepNext w:val="0"/>
      <w:numPr>
        <w:ilvl w:val="0"/>
        <w:numId w:val="0"/>
      </w:numPr>
      <w:spacing w:before="0" w:after="0"/>
    </w:pPr>
    <w:rPr>
      <w:rFonts w:ascii="Helvetica" w:hAnsi="Helvetica"/>
      <w:b w:val="0"/>
      <w:color w:val="auto"/>
      <w:sz w:val="20"/>
    </w:rPr>
  </w:style>
  <w:style w:type="paragraph" w:customStyle="1" w:styleId="proprieta">
    <w:name w:val="proprieta"/>
    <w:basedOn w:val="Normale"/>
    <w:rPr>
      <w:b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auto"/>
    </w:pPr>
  </w:style>
  <w:style w:type="paragraph" w:styleId="Rientrocorpodeltesto2">
    <w:name w:val="Body Text Indent 2"/>
    <w:basedOn w:val="Normale"/>
    <w:pPr>
      <w:ind w:left="709" w:hanging="425"/>
    </w:pPr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character" w:styleId="Collegamentovisitato">
    <w:name w:val="FollowedHyperlink"/>
    <w:rPr>
      <w:color w:val="800080"/>
      <w:u w:val="single"/>
    </w:rPr>
  </w:style>
  <w:style w:type="table" w:styleId="Grigliatabella">
    <w:name w:val="Table Grid"/>
    <w:basedOn w:val="Tabellanormale"/>
    <w:rsid w:val="005F11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rsid w:val="00B431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B43142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DC7074"/>
    <w:rPr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925F3"/>
    <w:pPr>
      <w:jc w:val="both"/>
    </w:pPr>
    <w:rPr>
      <w:sz w:val="22"/>
    </w:rPr>
  </w:style>
  <w:style w:type="paragraph" w:styleId="Titolo1">
    <w:name w:val="heading 1"/>
    <w:basedOn w:val="Normale"/>
    <w:next w:val="Normale"/>
    <w:autoRedefine/>
    <w:qFormat/>
    <w:pPr>
      <w:keepNext/>
      <w:pageBreakBefore/>
      <w:numPr>
        <w:numId w:val="1"/>
      </w:numPr>
      <w:spacing w:after="240"/>
      <w:ind w:left="431" w:hanging="431"/>
      <w:jc w:val="left"/>
      <w:outlineLvl w:val="0"/>
    </w:pPr>
    <w:rPr>
      <w:b/>
      <w:sz w:val="26"/>
    </w:rPr>
  </w:style>
  <w:style w:type="paragraph" w:styleId="Titolo2">
    <w:name w:val="heading 2"/>
    <w:basedOn w:val="Titolo1"/>
    <w:next w:val="Normale"/>
    <w:autoRedefine/>
    <w:qFormat/>
    <w:pPr>
      <w:pageBreakBefore w:val="0"/>
      <w:numPr>
        <w:ilvl w:val="1"/>
      </w:numPr>
      <w:spacing w:before="120" w:after="120"/>
      <w:ind w:left="578" w:hanging="578"/>
      <w:outlineLvl w:val="1"/>
    </w:pPr>
    <w:rPr>
      <w:color w:val="000000"/>
    </w:rPr>
  </w:style>
  <w:style w:type="paragraph" w:styleId="Titolo3">
    <w:name w:val="heading 3"/>
    <w:basedOn w:val="Titolo2"/>
    <w:next w:val="Normale"/>
    <w:autoRedefine/>
    <w:qFormat/>
    <w:pPr>
      <w:numPr>
        <w:ilvl w:val="2"/>
      </w:numPr>
      <w:spacing w:before="240"/>
      <w:outlineLvl w:val="2"/>
    </w:pPr>
  </w:style>
  <w:style w:type="paragraph" w:styleId="Titolo4">
    <w:name w:val="heading 4"/>
    <w:basedOn w:val="Titolo3"/>
    <w:next w:val="Normale"/>
    <w:autoRedefine/>
    <w:qFormat/>
    <w:pPr>
      <w:numPr>
        <w:ilvl w:val="3"/>
      </w:numPr>
      <w:outlineLvl w:val="3"/>
    </w:pPr>
  </w:style>
  <w:style w:type="paragraph" w:styleId="Titolo5">
    <w:name w:val="heading 5"/>
    <w:basedOn w:val="Titolo4"/>
    <w:next w:val="Rientronormale"/>
    <w:autoRedefine/>
    <w:qFormat/>
    <w:pPr>
      <w:numPr>
        <w:ilvl w:val="4"/>
      </w:numPr>
      <w:outlineLvl w:val="4"/>
    </w:pPr>
  </w:style>
  <w:style w:type="paragraph" w:styleId="Titolo6">
    <w:name w:val="heading 6"/>
    <w:basedOn w:val="Normale"/>
    <w:next w:val="Rientronormale"/>
    <w:autoRedefine/>
    <w:qFormat/>
    <w:pPr>
      <w:numPr>
        <w:ilvl w:val="5"/>
        <w:numId w:val="1"/>
      </w:numPr>
      <w:outlineLvl w:val="5"/>
    </w:pPr>
    <w:rPr>
      <w:sz w:val="20"/>
      <w:u w:val="single"/>
    </w:rPr>
  </w:style>
  <w:style w:type="paragraph" w:styleId="Titolo7">
    <w:name w:val="heading 7"/>
    <w:basedOn w:val="Normale"/>
    <w:next w:val="Rientronormale"/>
    <w:autoRedefine/>
    <w:qFormat/>
    <w:pPr>
      <w:numPr>
        <w:ilvl w:val="6"/>
        <w:numId w:val="1"/>
      </w:numPr>
      <w:outlineLvl w:val="6"/>
    </w:pPr>
    <w:rPr>
      <w:i/>
      <w:sz w:val="20"/>
    </w:rPr>
  </w:style>
  <w:style w:type="paragraph" w:styleId="Titolo8">
    <w:name w:val="heading 8"/>
    <w:basedOn w:val="xxxDidasc"/>
    <w:next w:val="Normale"/>
    <w:autoRedefine/>
    <w:qFormat/>
    <w:pPr>
      <w:numPr>
        <w:ilvl w:val="7"/>
        <w:numId w:val="1"/>
      </w:numPr>
      <w:ind w:right="-1"/>
      <w:jc w:val="center"/>
      <w:outlineLvl w:val="7"/>
    </w:pPr>
  </w:style>
  <w:style w:type="paragraph" w:styleId="Titolo9">
    <w:name w:val="heading 9"/>
    <w:basedOn w:val="xxxDidasc"/>
    <w:next w:val="Normale"/>
    <w:autoRedefine/>
    <w:qFormat/>
    <w:pPr>
      <w:numPr>
        <w:ilvl w:val="8"/>
        <w:numId w:val="1"/>
      </w:numPr>
      <w:ind w:right="-1"/>
      <w:jc w:val="center"/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pPr>
      <w:ind w:left="567"/>
    </w:pPr>
  </w:style>
  <w:style w:type="paragraph" w:customStyle="1" w:styleId="xxxDidasc">
    <w:name w:val="xxxDidasc"/>
    <w:basedOn w:val="Normale"/>
    <w:next w:val="Normale"/>
    <w:pPr>
      <w:keepLines/>
      <w:spacing w:before="240" w:after="480"/>
      <w:ind w:left="3261" w:right="2552" w:hanging="993"/>
      <w:jc w:val="left"/>
    </w:pPr>
    <w:rPr>
      <w:rFonts w:ascii="Arial" w:hAnsi="Arial"/>
      <w:sz w:val="20"/>
    </w:r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semiHidden/>
    <w:rPr>
      <w:sz w:val="20"/>
    </w:rPr>
  </w:style>
  <w:style w:type="paragraph" w:styleId="Sommario8">
    <w:name w:val="toc 8"/>
    <w:basedOn w:val="Sommario1"/>
    <w:next w:val="Normale"/>
    <w:semiHidden/>
    <w:pPr>
      <w:tabs>
        <w:tab w:val="clear" w:pos="8640"/>
        <w:tab w:val="right" w:leader="dot" w:pos="8641"/>
      </w:tabs>
    </w:pPr>
  </w:style>
  <w:style w:type="paragraph" w:styleId="Sommario1">
    <w:name w:val="toc 1"/>
    <w:aliases w:val="Toc 1"/>
    <w:basedOn w:val="Normale"/>
    <w:next w:val="Normale"/>
    <w:uiPriority w:val="39"/>
    <w:rsid w:val="0052239D"/>
    <w:pPr>
      <w:tabs>
        <w:tab w:val="right" w:leader="dot" w:pos="8640"/>
      </w:tabs>
      <w:spacing w:before="120"/>
      <w:ind w:left="567" w:right="1276" w:hanging="567"/>
    </w:pPr>
  </w:style>
  <w:style w:type="paragraph" w:styleId="Sommario7">
    <w:name w:val="toc 7"/>
    <w:basedOn w:val="Normale"/>
    <w:next w:val="Normale"/>
    <w:semiHidden/>
    <w:pPr>
      <w:tabs>
        <w:tab w:val="left" w:leader="dot" w:pos="8646"/>
        <w:tab w:val="right" w:pos="9072"/>
      </w:tabs>
      <w:ind w:left="4253" w:right="850"/>
    </w:pPr>
  </w:style>
  <w:style w:type="paragraph" w:styleId="Sommario6">
    <w:name w:val="toc 6"/>
    <w:basedOn w:val="Normale"/>
    <w:next w:val="Normale"/>
    <w:semiHidden/>
    <w:pPr>
      <w:tabs>
        <w:tab w:val="left" w:leader="dot" w:pos="8646"/>
        <w:tab w:val="right" w:pos="9072"/>
      </w:tabs>
      <w:ind w:left="3544" w:right="850"/>
    </w:pPr>
  </w:style>
  <w:style w:type="paragraph" w:styleId="Sommario5">
    <w:name w:val="toc 5"/>
    <w:basedOn w:val="Sommario4"/>
    <w:next w:val="Normale"/>
    <w:semiHidden/>
    <w:pPr>
      <w:ind w:left="1134"/>
    </w:pPr>
  </w:style>
  <w:style w:type="paragraph" w:styleId="Sommario4">
    <w:name w:val="toc 4"/>
    <w:basedOn w:val="Sommario3"/>
    <w:next w:val="Normale"/>
    <w:rsid w:val="0052239D"/>
    <w:pPr>
      <w:ind w:left="3119" w:hanging="1134"/>
    </w:pPr>
  </w:style>
  <w:style w:type="paragraph" w:styleId="Sommario3">
    <w:name w:val="toc 3"/>
    <w:aliases w:val="Toc 3"/>
    <w:basedOn w:val="Sommario2"/>
    <w:next w:val="Normale"/>
    <w:rsid w:val="0052239D"/>
    <w:pPr>
      <w:ind w:left="1985" w:hanging="851"/>
    </w:pPr>
  </w:style>
  <w:style w:type="paragraph" w:styleId="Sommario2">
    <w:name w:val="toc 2"/>
    <w:aliases w:val="Toc 2"/>
    <w:basedOn w:val="Sommario1"/>
    <w:next w:val="Normale"/>
    <w:uiPriority w:val="39"/>
    <w:rsid w:val="0052239D"/>
    <w:pPr>
      <w:ind w:left="1134"/>
    </w:pPr>
  </w:style>
  <w:style w:type="paragraph" w:styleId="Indice7">
    <w:name w:val="index 7"/>
    <w:basedOn w:val="Normale"/>
    <w:next w:val="Normale"/>
    <w:semiHidden/>
    <w:pPr>
      <w:ind w:left="1698"/>
    </w:pPr>
  </w:style>
  <w:style w:type="paragraph" w:styleId="Indice6">
    <w:name w:val="index 6"/>
    <w:basedOn w:val="Normale"/>
    <w:next w:val="Normale"/>
    <w:semiHidden/>
    <w:pPr>
      <w:ind w:left="1415"/>
    </w:pPr>
  </w:style>
  <w:style w:type="paragraph" w:styleId="Indice5">
    <w:name w:val="index 5"/>
    <w:basedOn w:val="Normale"/>
    <w:next w:val="Normale"/>
    <w:semiHidden/>
    <w:pPr>
      <w:ind w:left="1132"/>
    </w:pPr>
  </w:style>
  <w:style w:type="paragraph" w:styleId="Indice4">
    <w:name w:val="index 4"/>
    <w:basedOn w:val="Normale"/>
    <w:next w:val="Normale"/>
    <w:semiHidden/>
    <w:pPr>
      <w:ind w:left="849"/>
    </w:pPr>
  </w:style>
  <w:style w:type="paragraph" w:styleId="Indice3">
    <w:name w:val="index 3"/>
    <w:basedOn w:val="Normale"/>
    <w:next w:val="Normale"/>
    <w:semiHidden/>
    <w:pPr>
      <w:ind w:left="566"/>
    </w:pPr>
  </w:style>
  <w:style w:type="paragraph" w:styleId="Indice2">
    <w:name w:val="index 2"/>
    <w:basedOn w:val="Normale"/>
    <w:next w:val="Normale"/>
    <w:semiHidden/>
    <w:pPr>
      <w:ind w:left="283"/>
    </w:pPr>
  </w:style>
  <w:style w:type="paragraph" w:styleId="Indice1">
    <w:name w:val="index 1"/>
    <w:basedOn w:val="Normale"/>
    <w:next w:val="Normale"/>
    <w:semiHidden/>
  </w:style>
  <w:style w:type="character" w:styleId="Numeroriga">
    <w:name w:val="line number"/>
    <w:basedOn w:val="Carpredefinitoparagrafo"/>
  </w:style>
  <w:style w:type="paragraph" w:styleId="Titoloindice">
    <w:name w:val="index heading"/>
    <w:basedOn w:val="Normale"/>
    <w:next w:val="Indice1"/>
    <w:semiHidden/>
  </w:style>
  <w:style w:type="paragraph" w:styleId="Pidipagina">
    <w:name w:val="footer"/>
    <w:basedOn w:val="Normale"/>
    <w:pPr>
      <w:jc w:val="left"/>
    </w:pPr>
    <w:rPr>
      <w:rFonts w:ascii="Arial" w:hAnsi="Arial"/>
      <w:sz w:val="24"/>
    </w:rPr>
  </w:style>
  <w:style w:type="paragraph" w:styleId="Intestazione">
    <w:name w:val="header"/>
    <w:basedOn w:val="Normale"/>
    <w:pPr>
      <w:pBdr>
        <w:bottom w:val="single" w:sz="6" w:space="1" w:color="auto"/>
      </w:pBdr>
    </w:pPr>
    <w:rPr>
      <w:rFonts w:ascii="Arial" w:hAnsi="Arial"/>
      <w:sz w:val="16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semiHidden/>
    <w:rPr>
      <w:rFonts w:ascii="Arial" w:hAnsi="Arial"/>
      <w:sz w:val="18"/>
    </w:rPr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styleId="Sommario9">
    <w:name w:val="toc 9"/>
    <w:basedOn w:val="Normale"/>
    <w:next w:val="Normale"/>
    <w:semiHidden/>
    <w:pPr>
      <w:tabs>
        <w:tab w:val="right" w:leader="dot" w:pos="8641"/>
      </w:tabs>
      <w:spacing w:before="120"/>
      <w:ind w:right="1276"/>
    </w:pPr>
  </w:style>
  <w:style w:type="paragraph" w:customStyle="1" w:styleId="FunNome">
    <w:name w:val="FunNome"/>
    <w:basedOn w:val="Normale"/>
    <w:pPr>
      <w:pageBreakBefore/>
      <w:spacing w:after="360"/>
    </w:pPr>
    <w:rPr>
      <w:b/>
      <w:sz w:val="28"/>
    </w:rPr>
  </w:style>
  <w:style w:type="paragraph" w:customStyle="1" w:styleId="FunDescrBreve">
    <w:name w:val="FunDescrBreve"/>
    <w:basedOn w:val="Normale"/>
    <w:pPr>
      <w:spacing w:before="120" w:after="480"/>
    </w:pPr>
    <w:rPr>
      <w:rFonts w:ascii="Helvetica" w:hAnsi="Helvetica"/>
    </w:rPr>
  </w:style>
  <w:style w:type="paragraph" w:customStyle="1" w:styleId="FunDescrEstesa">
    <w:name w:val="FunDescrEstesa"/>
    <w:basedOn w:val="Normale"/>
  </w:style>
  <w:style w:type="paragraph" w:styleId="Rientrocorpodeltesto">
    <w:name w:val="Body Text Indent"/>
    <w:basedOn w:val="Normale"/>
    <w:pPr>
      <w:keepNext/>
      <w:ind w:left="781"/>
      <w:jc w:val="left"/>
    </w:pPr>
    <w:rPr>
      <w:rFonts w:ascii="News Gothic MT" w:hAnsi="News Gothic MT"/>
      <w:color w:val="000080"/>
      <w:sz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NoNum">
    <w:name w:val="ParagNoNum"/>
    <w:basedOn w:val="Normale"/>
    <w:next w:val="Normale"/>
    <w:pPr>
      <w:spacing w:before="360" w:after="120"/>
      <w:jc w:val="left"/>
    </w:pPr>
    <w:rPr>
      <w:b/>
    </w:rPr>
  </w:style>
  <w:style w:type="paragraph" w:customStyle="1" w:styleId="CodiceCOBOL">
    <w:name w:val="CodiceCOBOL"/>
    <w:basedOn w:val="Normale"/>
    <w:pPr>
      <w:tabs>
        <w:tab w:val="left" w:pos="851"/>
        <w:tab w:val="left" w:pos="1701"/>
        <w:tab w:val="left" w:pos="2552"/>
        <w:tab w:val="left" w:pos="3402"/>
      </w:tabs>
      <w:ind w:left="567"/>
    </w:pPr>
    <w:rPr>
      <w:rFonts w:ascii="Courier New" w:hAnsi="Courier New"/>
      <w:sz w:val="20"/>
    </w:rPr>
  </w:style>
  <w:style w:type="paragraph" w:customStyle="1" w:styleId="stilenuovo">
    <w:name w:val="stilenuovo"/>
    <w:basedOn w:val="Titolo1"/>
    <w:pPr>
      <w:keepNext w:val="0"/>
      <w:pageBreakBefore w:val="0"/>
      <w:spacing w:before="1440" w:after="1440"/>
      <w:ind w:left="0" w:firstLine="0"/>
      <w:jc w:val="center"/>
    </w:pPr>
    <w:rPr>
      <w:rFonts w:ascii="Arial" w:hAnsi="Arial"/>
      <w:i/>
      <w:smallCaps/>
      <w:strike/>
      <w:sz w:val="24"/>
    </w:rPr>
  </w:style>
  <w:style w:type="paragraph" w:customStyle="1" w:styleId="Figura">
    <w:name w:val="Figura"/>
    <w:basedOn w:val="Normale"/>
    <w:next w:val="Normale"/>
    <w:pPr>
      <w:keepNext/>
      <w:framePr w:hSpace="142" w:wrap="notBeside" w:vAnchor="text" w:hAnchor="text" w:xAlign="center" w:y="1"/>
      <w:spacing w:before="480" w:after="120"/>
      <w:jc w:val="center"/>
    </w:pPr>
  </w:style>
  <w:style w:type="paragraph" w:customStyle="1" w:styleId="Esempio">
    <w:name w:val="Esempio"/>
    <w:basedOn w:val="Normale"/>
    <w:rPr>
      <w:sz w:val="20"/>
    </w:rPr>
  </w:style>
  <w:style w:type="paragraph" w:customStyle="1" w:styleId="VoceBibliogr">
    <w:name w:val="VoceBibliogr"/>
    <w:basedOn w:val="Normale"/>
    <w:pPr>
      <w:ind w:left="567" w:hanging="567"/>
    </w:pPr>
  </w:style>
  <w:style w:type="paragraph" w:customStyle="1" w:styleId="Mappa">
    <w:name w:val="Mappa"/>
    <w:basedOn w:val="CodiceCOBO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0"/>
    </w:pPr>
  </w:style>
  <w:style w:type="paragraph" w:customStyle="1" w:styleId="titoloNoNum">
    <w:name w:val="titoloNoNum"/>
    <w:basedOn w:val="Titolo1"/>
    <w:next w:val="Normale"/>
    <w:pPr>
      <w:pageBreakBefore w:val="0"/>
      <w:numPr>
        <w:numId w:val="0"/>
      </w:numPr>
    </w:pPr>
  </w:style>
  <w:style w:type="paragraph" w:styleId="Indicedellefigure">
    <w:name w:val="table of figures"/>
    <w:basedOn w:val="Normale"/>
    <w:next w:val="Normale"/>
    <w:semiHidden/>
    <w:pPr>
      <w:ind w:left="440" w:hanging="440"/>
    </w:pPr>
  </w:style>
  <w:style w:type="paragraph" w:customStyle="1" w:styleId="Normale1">
    <w:name w:val="Normale1"/>
    <w:basedOn w:val="Titolo2"/>
    <w:pPr>
      <w:keepNext w:val="0"/>
      <w:numPr>
        <w:ilvl w:val="0"/>
        <w:numId w:val="0"/>
      </w:numPr>
      <w:spacing w:before="0" w:after="0"/>
    </w:pPr>
    <w:rPr>
      <w:rFonts w:ascii="Helvetica" w:hAnsi="Helvetica"/>
      <w:b w:val="0"/>
      <w:color w:val="auto"/>
      <w:sz w:val="20"/>
    </w:rPr>
  </w:style>
  <w:style w:type="paragraph" w:customStyle="1" w:styleId="proprieta">
    <w:name w:val="proprieta"/>
    <w:basedOn w:val="Normale"/>
    <w:rPr>
      <w:b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auto"/>
    </w:pPr>
  </w:style>
  <w:style w:type="paragraph" w:styleId="Rientrocorpodeltesto2">
    <w:name w:val="Body Text Indent 2"/>
    <w:basedOn w:val="Normale"/>
    <w:pPr>
      <w:ind w:left="709" w:hanging="425"/>
    </w:pPr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character" w:styleId="Collegamentovisitato">
    <w:name w:val="FollowedHyperlink"/>
    <w:rPr>
      <w:color w:val="800080"/>
      <w:u w:val="single"/>
    </w:rPr>
  </w:style>
  <w:style w:type="table" w:styleId="Grigliatabella">
    <w:name w:val="Table Grid"/>
    <w:basedOn w:val="Tabellanormale"/>
    <w:rsid w:val="005F11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rsid w:val="00B431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B43142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DC7074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elli\cad\CADITOP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CADITOPE</Template>
  <TotalTime>94</TotalTime>
  <Pages>31</Pages>
  <Words>4736</Words>
  <Characters>26999</Characters>
  <Application>Microsoft Office Word</Application>
  <DocSecurity>0</DocSecurity>
  <Lines>224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Tabelle gestionali</vt:lpstr>
    </vt:vector>
  </TitlesOfParts>
  <Company>cad informatica</Company>
  <LinksUpToDate>false</LinksUpToDate>
  <CharactersWithSpaces>31672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Tabelle gestionali</dc:title>
  <dc:subject>S E T Sistema Esazione Tributi</dc:subject>
  <dc:creator>CAD IT</dc:creator>
  <cp:keywords>standard, documento</cp:keywords>
  <cp:lastModifiedBy>Fae' Massimo</cp:lastModifiedBy>
  <cp:revision>13</cp:revision>
  <cp:lastPrinted>2013-09-27T09:28:00Z</cp:lastPrinted>
  <dcterms:created xsi:type="dcterms:W3CDTF">2014-06-30T09:38:00Z</dcterms:created>
  <dcterms:modified xsi:type="dcterms:W3CDTF">2014-06-30T14:25:00Z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rminato il">
    <vt:lpwstr>22.04.2014</vt:lpwstr>
  </property>
</Properties>
</file>